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19522" w14:textId="3DEB61A8" w:rsidR="00766CF8" w:rsidRDefault="004C6950" w:rsidP="001E02D4">
      <w:pPr>
        <w:jc w:val="center"/>
        <w:rPr>
          <w:b/>
          <w:bCs/>
        </w:rPr>
      </w:pPr>
      <w:r w:rsidRPr="004C6950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01BC72F6" wp14:editId="32A0C304">
                <wp:simplePos x="0" y="0"/>
                <wp:positionH relativeFrom="margin">
                  <wp:align>right</wp:align>
                </wp:positionH>
                <wp:positionV relativeFrom="paragraph">
                  <wp:posOffset>334645</wp:posOffset>
                </wp:positionV>
                <wp:extent cx="8877300" cy="1173480"/>
                <wp:effectExtent l="0" t="0" r="19050" b="26670"/>
                <wp:wrapNone/>
                <wp:docPr id="9" name="Vývojový diagram: postup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77300" cy="1173480"/>
                        </a:xfrm>
                        <a:prstGeom prst="flowChartProcess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type id="_x0000_t109" coordsize="21600,21600" o:spt="109" path="m,l,21600r21600,l21600,xe" w14:anchorId="67B7E906">
                <v:stroke joinstyle="miter"/>
                <v:path gradientshapeok="t" o:connecttype="rect"/>
              </v:shapetype>
              <v:shape id="Vývojový diagram: postup 9" style="position:absolute;margin-left:647.8pt;margin-top:26.35pt;width:699pt;height:92.4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spid="_x0000_s1026" filled="f" strokecolor="black [3200]" type="#_x0000_t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">
                <v:stroke joinstyle="round"/>
                <w10:wrap anchorx="margin"/>
              </v:shape>
            </w:pict>
          </mc:Fallback>
        </mc:AlternateContent>
      </w:r>
      <w:r w:rsidR="00F45378" w:rsidRPr="004C6950">
        <w:rPr>
          <w:b/>
          <w:bCs/>
          <w:sz w:val="28"/>
          <w:szCs w:val="28"/>
        </w:rPr>
        <w:t xml:space="preserve">Vývojový diagram procesu administrace dotací </w:t>
      </w:r>
      <w:r w:rsidR="00F47641">
        <w:rPr>
          <w:b/>
          <w:bCs/>
          <w:sz w:val="28"/>
          <w:szCs w:val="28"/>
        </w:rPr>
        <w:t>vyplácených zálohově (ex-ante)</w:t>
      </w:r>
    </w:p>
    <w:p w14:paraId="65878502" w14:textId="717FC0E5" w:rsidR="004C6950" w:rsidRPr="001E02D4" w:rsidRDefault="00E40017" w:rsidP="001E02D4">
      <w:pPr>
        <w:jc w:val="center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7BABCBE9" wp14:editId="085515A3">
                <wp:simplePos x="0" y="0"/>
                <wp:positionH relativeFrom="column">
                  <wp:posOffset>6472555</wp:posOffset>
                </wp:positionH>
                <wp:positionV relativeFrom="paragraph">
                  <wp:posOffset>86360</wp:posOffset>
                </wp:positionV>
                <wp:extent cx="998220" cy="815340"/>
                <wp:effectExtent l="0" t="0" r="11430" b="22860"/>
                <wp:wrapNone/>
                <wp:docPr id="5" name="Vývojový diagram: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1534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BFFAA7" w14:textId="36705223" w:rsidR="00234FA2" w:rsidRDefault="00234FA2" w:rsidP="00234FA2">
                            <w:pPr>
                              <w:jc w:val="center"/>
                            </w:pPr>
                            <w:r>
                              <w:t>Spojnice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ABCBE9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Vývojový diagram: spojnice 5" o:spid="_x0000_s1026" type="#_x0000_t120" style="position:absolute;left:0;text-align:left;margin-left:509.65pt;margin-top:6.8pt;width:78.6pt;height:64.2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" fillcolor="#ffc000 [3207]" strokecolor="#7f5f00 [1607]" strokeweight="1pt">
                <v:stroke joinstyle="miter"/>
                <v:textbox>
                  <w:txbxContent>
                    <w:p w14:paraId="4DBFFAA7" w14:textId="36705223" w:rsidR="00234FA2" w:rsidRDefault="00234FA2" w:rsidP="00234FA2">
                      <w:pPr>
                        <w:jc w:val="center"/>
                      </w:pPr>
                      <w:r>
                        <w:t>Spojnice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35" behindDoc="0" locked="0" layoutInCell="1" allowOverlap="1" wp14:anchorId="0FD44DBB" wp14:editId="1E5971F7">
                <wp:simplePos x="0" y="0"/>
                <wp:positionH relativeFrom="margin">
                  <wp:posOffset>90805</wp:posOffset>
                </wp:positionH>
                <wp:positionV relativeFrom="paragraph">
                  <wp:posOffset>69215</wp:posOffset>
                </wp:positionV>
                <wp:extent cx="1457325" cy="257175"/>
                <wp:effectExtent l="0" t="0" r="9525" b="9525"/>
                <wp:wrapNone/>
                <wp:docPr id="112" name="Textové po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5F41CEE" w14:textId="5ABE04D9" w:rsidR="00E40017" w:rsidRPr="002A07BD" w:rsidRDefault="00E40017" w:rsidP="00E40017">
                            <w:pPr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Legenda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D44DBB" id="_x0000_t202" coordsize="21600,21600" o:spt="202" path="m,l,21600r21600,l21600,xe">
                <v:stroke joinstyle="miter"/>
                <v:path gradientshapeok="t" o:connecttype="rect"/>
              </v:shapetype>
              <v:shape id="Textové pole 112" o:spid="_x0000_s1027" type="#_x0000_t202" style="position:absolute;left:0;text-align:left;margin-left:7.15pt;margin-top:5.45pt;width:114.75pt;height:20.25pt;z-index:25165833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" fillcolor="white [3201]" stroked="f" strokeweight=".5pt">
                <v:textbox>
                  <w:txbxContent>
                    <w:p w14:paraId="25F41CEE" w14:textId="5ABE04D9" w:rsidR="00E40017" w:rsidRPr="002A07BD" w:rsidRDefault="00E40017" w:rsidP="00E40017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Legenda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0CE998B" w14:textId="53976162" w:rsidR="00A357D7" w:rsidRDefault="00E40017">
      <w:r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0E3B671F" wp14:editId="07F784AF">
                <wp:simplePos x="0" y="0"/>
                <wp:positionH relativeFrom="margin">
                  <wp:posOffset>165100</wp:posOffset>
                </wp:positionH>
                <wp:positionV relativeFrom="paragraph">
                  <wp:posOffset>158750</wp:posOffset>
                </wp:positionV>
                <wp:extent cx="1219200" cy="419100"/>
                <wp:effectExtent l="0" t="0" r="19050" b="19050"/>
                <wp:wrapNone/>
                <wp:docPr id="2" name="Vývojový diagram: ukončení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41910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610A99" w14:textId="7B3046C5" w:rsidR="001E02D4" w:rsidRDefault="001E02D4" w:rsidP="001E02D4">
                            <w:pPr>
                              <w:jc w:val="center"/>
                            </w:pPr>
                            <w:r>
                              <w:t>Začátek</w:t>
                            </w:r>
                            <w:r w:rsidR="00234FA2">
                              <w:t>/Konec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3B671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Vývojový diagram: ukončení 2" o:spid="_x0000_s1028" type="#_x0000_t116" style="position:absolute;margin-left:13pt;margin-top:12.5pt;width:96pt;height:33pt;z-index:25165824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" fillcolor="#a5a5a5 [3206]" strokecolor="#525252 [1606]" strokeweight="1pt">
                <v:textbox>
                  <w:txbxContent>
                    <w:p w14:paraId="0A610A99" w14:textId="7B3046C5" w:rsidR="001E02D4" w:rsidRDefault="001E02D4" w:rsidP="001E02D4">
                      <w:pPr>
                        <w:jc w:val="center"/>
                      </w:pPr>
                      <w:r>
                        <w:t>Začátek</w:t>
                      </w:r>
                      <w:r w:rsidR="00234FA2">
                        <w:t>/Konec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777A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7659CF3C" wp14:editId="05A4EB63">
                <wp:simplePos x="0" y="0"/>
                <wp:positionH relativeFrom="column">
                  <wp:posOffset>3592195</wp:posOffset>
                </wp:positionH>
                <wp:positionV relativeFrom="paragraph">
                  <wp:posOffset>13970</wp:posOffset>
                </wp:positionV>
                <wp:extent cx="1162050" cy="480060"/>
                <wp:effectExtent l="19050" t="0" r="38100" b="15240"/>
                <wp:wrapNone/>
                <wp:docPr id="6" name="Vývojový diagram: příprav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480060"/>
                        </a:xfrm>
                        <a:prstGeom prst="flowChartPreparation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BD2ABA" w14:textId="272574F5" w:rsidR="00234FA2" w:rsidRDefault="00234FA2" w:rsidP="00C4310B">
                            <w:pPr>
                              <w:spacing w:after="0"/>
                              <w:jc w:val="center"/>
                            </w:pPr>
                            <w:r>
                              <w:t>Příprava</w:t>
                            </w:r>
                          </w:p>
                          <w:p w14:paraId="505A7A82" w14:textId="22F39078" w:rsidR="00C4310B" w:rsidRDefault="00C4310B" w:rsidP="00C4310B">
                            <w:pPr>
                              <w:spacing w:after="0"/>
                              <w:jc w:val="center"/>
                            </w:pPr>
                            <w:r>
                              <w:t>(Role)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59CF3C" id="_x0000_t117" coordsize="21600,21600" o:spt="117" path="m4353,l17214,r4386,10800l17214,21600r-12861,l,10800xe">
                <v:stroke joinstyle="miter"/>
                <v:path gradientshapeok="t" o:connecttype="rect" textboxrect="4353,0,17214,21600"/>
              </v:shapetype>
              <v:shape id="Vývojový diagram: příprava 6" o:spid="_x0000_s1029" type="#_x0000_t117" style="position:absolute;margin-left:282.85pt;margin-top:1.1pt;width:91.5pt;height:37.8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" fillcolor="#7030a0" strokecolor="#1f3763 [1604]" strokeweight="1pt">
                <v:textbox>
                  <w:txbxContent>
                    <w:p w14:paraId="6FBD2ABA" w14:textId="272574F5" w:rsidR="00234FA2" w:rsidRDefault="00234FA2" w:rsidP="00C4310B">
                      <w:pPr>
                        <w:spacing w:after="0"/>
                        <w:jc w:val="center"/>
                      </w:pPr>
                      <w:r>
                        <w:t>Příprava</w:t>
                      </w:r>
                    </w:p>
                    <w:p w14:paraId="505A7A82" w14:textId="22F39078" w:rsidR="00C4310B" w:rsidRDefault="00C4310B" w:rsidP="00C4310B">
                      <w:pPr>
                        <w:spacing w:after="0"/>
                        <w:jc w:val="center"/>
                      </w:pPr>
                      <w:r>
                        <w:t>(Role)</w:t>
                      </w:r>
                    </w:p>
                  </w:txbxContent>
                </v:textbox>
              </v:shape>
            </w:pict>
          </mc:Fallback>
        </mc:AlternateContent>
      </w:r>
      <w:r w:rsidR="006777A4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1DE48E93" wp14:editId="07F4B14F">
                <wp:simplePos x="0" y="0"/>
                <wp:positionH relativeFrom="margin">
                  <wp:posOffset>1554480</wp:posOffset>
                </wp:positionH>
                <wp:positionV relativeFrom="paragraph">
                  <wp:posOffset>30480</wp:posOffset>
                </wp:positionV>
                <wp:extent cx="1741170" cy="613410"/>
                <wp:effectExtent l="38100" t="19050" r="49530" b="34290"/>
                <wp:wrapNone/>
                <wp:docPr id="3" name="Vývojový diagram: rozhodnutí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1170" cy="61341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E4BAE3" w14:textId="290B0B11" w:rsidR="00234FA2" w:rsidRDefault="002001D1" w:rsidP="00234FA2">
                            <w:pPr>
                              <w:jc w:val="center"/>
                            </w:pPr>
                            <w:r>
                              <w:t>Volba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E48E93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Vývojový diagram: rozhodnutí 3" o:spid="_x0000_s1030" type="#_x0000_t110" style="position:absolute;margin-left:122.4pt;margin-top:2.4pt;width:137.1pt;height:48.3pt;z-index:25165824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" fillcolor="#ed7d31 [3205]" strokecolor="#823b0b [1605]" strokeweight="1pt">
                <v:textbox>
                  <w:txbxContent>
                    <w:p w14:paraId="46E4BAE3" w14:textId="290B0B11" w:rsidR="00234FA2" w:rsidRDefault="002001D1" w:rsidP="00234FA2">
                      <w:pPr>
                        <w:jc w:val="center"/>
                      </w:pPr>
                      <w:r>
                        <w:t>Volba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777A4">
        <w:rPr>
          <w:noProof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137F318B" wp14:editId="0FD8C00D">
                <wp:simplePos x="0" y="0"/>
                <wp:positionH relativeFrom="margin">
                  <wp:posOffset>5034915</wp:posOffset>
                </wp:positionH>
                <wp:positionV relativeFrom="paragraph">
                  <wp:posOffset>10795</wp:posOffset>
                </wp:positionV>
                <wp:extent cx="1173480" cy="563880"/>
                <wp:effectExtent l="0" t="0" r="26670" b="26670"/>
                <wp:wrapNone/>
                <wp:docPr id="4" name="Vývojový diagram: postup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80" cy="56388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B07401" w14:textId="2C5EFB5E" w:rsidR="00234FA2" w:rsidRDefault="00234FA2" w:rsidP="00C4310B">
                            <w:pPr>
                              <w:spacing w:after="0"/>
                              <w:jc w:val="center"/>
                            </w:pPr>
                            <w:r>
                              <w:t>Postup</w:t>
                            </w:r>
                          </w:p>
                          <w:p w14:paraId="5AA03A36" w14:textId="06BDA6EE" w:rsidR="00F13D48" w:rsidRDefault="00F13D48" w:rsidP="00234FA2">
                            <w:pPr>
                              <w:jc w:val="center"/>
                            </w:pPr>
                            <w:r>
                              <w:t>(</w:t>
                            </w:r>
                            <w:r w:rsidR="00C4310B">
                              <w:t>R</w:t>
                            </w:r>
                            <w:r>
                              <w:t>ole)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7F318B" id="_x0000_t109" coordsize="21600,21600" o:spt="109" path="m,l,21600r21600,l21600,xe">
                <v:stroke joinstyle="miter"/>
                <v:path gradientshapeok="t" o:connecttype="rect"/>
              </v:shapetype>
              <v:shape id="Vývojový diagram: postup 4" o:spid="_x0000_s1031" type="#_x0000_t109" style="position:absolute;margin-left:396.45pt;margin-top:.85pt;width:92.4pt;height:44.4pt;z-index:25165824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" fillcolor="#4472c4 [3204]" strokecolor="#1f3763 [1604]" strokeweight="1pt">
                <v:textbox>
                  <w:txbxContent>
                    <w:p w14:paraId="20B07401" w14:textId="2C5EFB5E" w:rsidR="00234FA2" w:rsidRDefault="00234FA2" w:rsidP="00C4310B">
                      <w:pPr>
                        <w:spacing w:after="0"/>
                        <w:jc w:val="center"/>
                      </w:pPr>
                      <w:r>
                        <w:t>Postup</w:t>
                      </w:r>
                    </w:p>
                    <w:p w14:paraId="5AA03A36" w14:textId="06BDA6EE" w:rsidR="00F13D48" w:rsidRDefault="00F13D48" w:rsidP="00234FA2">
                      <w:pPr>
                        <w:jc w:val="center"/>
                      </w:pPr>
                      <w:r>
                        <w:t>(</w:t>
                      </w:r>
                      <w:r w:rsidR="00C4310B">
                        <w:t>R</w:t>
                      </w:r>
                      <w:r>
                        <w:t>ole)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777A4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0F0A4DF6" wp14:editId="6A646568">
                <wp:simplePos x="0" y="0"/>
                <wp:positionH relativeFrom="margin">
                  <wp:posOffset>7707630</wp:posOffset>
                </wp:positionH>
                <wp:positionV relativeFrom="paragraph">
                  <wp:posOffset>10795</wp:posOffset>
                </wp:positionV>
                <wp:extent cx="830580" cy="487680"/>
                <wp:effectExtent l="0" t="0" r="26670" b="26670"/>
                <wp:wrapNone/>
                <wp:docPr id="1" name="Vývojový diagram: dokumen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487680"/>
                        </a:xfrm>
                        <a:prstGeom prst="flowChartDocument">
                          <a:avLst/>
                        </a:prstGeom>
                        <a:ln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C9F662" w14:textId="26C55CF9" w:rsidR="00F45378" w:rsidRDefault="00234FA2" w:rsidP="00F45378">
                            <w:pPr>
                              <w:jc w:val="center"/>
                            </w:pPr>
                            <w:r>
                              <w:t>Dokument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0A4DF6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Vývojový diagram: dokument 1" o:spid="_x0000_s1032" type="#_x0000_t114" style="position:absolute;margin-left:606.9pt;margin-top:.85pt;width:65.4pt;height:38.4pt;z-index:2516582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" fillcolor="#70ad47 [3209]" strokecolor="#375623 [1609]" strokeweight="1pt">
                <v:textbox>
                  <w:txbxContent>
                    <w:p w14:paraId="6EC9F662" w14:textId="26C55CF9" w:rsidR="00F45378" w:rsidRDefault="00234FA2" w:rsidP="00F45378">
                      <w:pPr>
                        <w:jc w:val="center"/>
                      </w:pPr>
                      <w:r>
                        <w:t>Dokument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35E2E0E" w14:textId="4E860655" w:rsidR="00A357D7" w:rsidRDefault="00A357D7"/>
    <w:p w14:paraId="1872125E" w14:textId="2448769D" w:rsidR="00A357D7" w:rsidRDefault="00A357D7"/>
    <w:p w14:paraId="2DBDD686" w14:textId="25FB6515" w:rsidR="001E02D4" w:rsidRDefault="001E02D4"/>
    <w:p w14:paraId="675E754E" w14:textId="3861A7C7" w:rsidR="00A357D7" w:rsidRDefault="009C58F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340" behindDoc="0" locked="0" layoutInCell="1" allowOverlap="1" wp14:anchorId="389D7CBD" wp14:editId="2A27C684">
                <wp:simplePos x="0" y="0"/>
                <wp:positionH relativeFrom="column">
                  <wp:posOffset>3798814</wp:posOffset>
                </wp:positionH>
                <wp:positionV relativeFrom="paragraph">
                  <wp:posOffset>28673</wp:posOffset>
                </wp:positionV>
                <wp:extent cx="2453640" cy="293370"/>
                <wp:effectExtent l="0" t="0" r="22860" b="1143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364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B19A67" w14:textId="66295AB1" w:rsidR="00D32CA8" w:rsidRPr="00A51499" w:rsidRDefault="00D32CA8">
                            <w:pPr>
                              <w:rPr>
                                <w:b/>
                                <w:bCs/>
                              </w:rPr>
                            </w:pPr>
                            <w:r w:rsidRPr="00A51499">
                              <w:rPr>
                                <w:b/>
                                <w:bCs/>
                              </w:rPr>
                              <w:t xml:space="preserve">Zahájení procesu </w:t>
                            </w:r>
                            <w:r w:rsidR="00DF387A" w:rsidRPr="00A51499">
                              <w:rPr>
                                <w:b/>
                                <w:bCs/>
                              </w:rPr>
                              <w:t>dotačního systému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D7CBD" id="Textové pole 2" o:spid="_x0000_s1033" type="#_x0000_t202" style="position:absolute;margin-left:299.1pt;margin-top:2.25pt;width:193.2pt;height:23.1pt;z-index:2516583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" strokecolor="white [3212]">
                <v:textbox>
                  <w:txbxContent>
                    <w:p w14:paraId="73B19A67" w14:textId="66295AB1" w:rsidR="00D32CA8" w:rsidRPr="00A51499" w:rsidRDefault="00D32CA8">
                      <w:pPr>
                        <w:rPr>
                          <w:b/>
                          <w:bCs/>
                        </w:rPr>
                      </w:pPr>
                      <w:r w:rsidRPr="00A51499">
                        <w:rPr>
                          <w:b/>
                          <w:bCs/>
                        </w:rPr>
                        <w:t xml:space="preserve">Zahájení procesu </w:t>
                      </w:r>
                      <w:r w:rsidR="00DF387A" w:rsidRPr="00A51499">
                        <w:rPr>
                          <w:b/>
                          <w:bCs/>
                        </w:rPr>
                        <w:t>dotačního systému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515A5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766B3580" wp14:editId="7B9A6120">
                <wp:simplePos x="0" y="0"/>
                <wp:positionH relativeFrom="margin">
                  <wp:posOffset>1889125</wp:posOffset>
                </wp:positionH>
                <wp:positionV relativeFrom="paragraph">
                  <wp:posOffset>18415</wp:posOffset>
                </wp:positionV>
                <wp:extent cx="967740" cy="579120"/>
                <wp:effectExtent l="0" t="0" r="22860" b="11430"/>
                <wp:wrapNone/>
                <wp:docPr id="12" name="Vývojový diagram: dokumen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7740" cy="579120"/>
                        </a:xfrm>
                        <a:prstGeom prst="flowChartDocument">
                          <a:avLst/>
                        </a:prstGeom>
                        <a:ln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685093" w14:textId="22A6FD6F" w:rsidR="0099514D" w:rsidRDefault="0099514D" w:rsidP="0099514D">
                            <w:pPr>
                              <w:jc w:val="center"/>
                            </w:pPr>
                            <w:r>
                              <w:t>Materiál RJMK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6B3580" id="Vývojový diagram: dokument 12" o:spid="_x0000_s1034" type="#_x0000_t114" style="position:absolute;margin-left:148.75pt;margin-top:1.45pt;width:76.2pt;height:45.6pt;z-index:25165825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" fillcolor="#70ad47 [3209]" strokecolor="#375623 [1609]" strokeweight="1pt">
                <v:textbox>
                  <w:txbxContent>
                    <w:p w14:paraId="68685093" w14:textId="22A6FD6F" w:rsidR="0099514D" w:rsidRDefault="0099514D" w:rsidP="0099514D">
                      <w:pPr>
                        <w:jc w:val="center"/>
                      </w:pPr>
                      <w:r>
                        <w:t>Materiál RJMK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7D84AF1" w14:textId="72928C41" w:rsidR="00B515A5" w:rsidRDefault="00912E03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39" behindDoc="0" locked="0" layoutInCell="1" allowOverlap="1" wp14:anchorId="5B724D21" wp14:editId="5B032560">
                <wp:simplePos x="0" y="0"/>
                <wp:positionH relativeFrom="column">
                  <wp:posOffset>3382645</wp:posOffset>
                </wp:positionH>
                <wp:positionV relativeFrom="paragraph">
                  <wp:posOffset>22225</wp:posOffset>
                </wp:positionV>
                <wp:extent cx="7620" cy="1786890"/>
                <wp:effectExtent l="38100" t="19050" r="49530" b="41910"/>
                <wp:wrapNone/>
                <wp:docPr id="98" name="Přímá spojnice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178689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line id="Přímá spojnice 98" style="position:absolute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6pt" from="266.35pt,1.75pt" to="266.95pt,142.45pt" w14:anchorId="7FB4B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">
                <v:stroke joinstyle="miter"/>
              </v:line>
            </w:pict>
          </mc:Fallback>
        </mc:AlternateContent>
      </w:r>
      <w:r w:rsidR="00962A95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150954CD" wp14:editId="20CB1FCB">
                <wp:simplePos x="0" y="0"/>
                <wp:positionH relativeFrom="margin">
                  <wp:posOffset>-31115</wp:posOffset>
                </wp:positionH>
                <wp:positionV relativeFrom="paragraph">
                  <wp:posOffset>239395</wp:posOffset>
                </wp:positionV>
                <wp:extent cx="1508760" cy="44196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8760" cy="441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DDD3C9" w14:textId="2504DA17" w:rsidR="00A357D7" w:rsidRPr="002A07BD" w:rsidRDefault="00A357D7" w:rsidP="00A357D7">
                            <w:pPr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2A07BD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Podnět k vyhlášení a tvorbě dotační</w:t>
                            </w:r>
                            <w:r w:rsidR="0099514D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ch</w:t>
                            </w:r>
                            <w:r w:rsidRPr="002A07BD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program</w:t>
                            </w:r>
                            <w:r w:rsidR="0099514D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954CD" id="Textové pole 8" o:spid="_x0000_s1035" type="#_x0000_t202" style="position:absolute;margin-left:-2.45pt;margin-top:18.85pt;width:118.8pt;height:34.8pt;z-index:25165825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" fillcolor="white [3201]" stroked="f" strokeweight=".5pt">
                <v:textbox>
                  <w:txbxContent>
                    <w:p w14:paraId="49DDD3C9" w14:textId="2504DA17" w:rsidR="00A357D7" w:rsidRPr="002A07BD" w:rsidRDefault="00A357D7" w:rsidP="00A357D7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2A07BD">
                        <w:rPr>
                          <w:i/>
                          <w:iCs/>
                          <w:sz w:val="18"/>
                          <w:szCs w:val="18"/>
                        </w:rPr>
                        <w:t>Podnět k vyhlášení a tvorbě dotační</w:t>
                      </w:r>
                      <w:r w:rsidR="0099514D">
                        <w:rPr>
                          <w:i/>
                          <w:iCs/>
                          <w:sz w:val="18"/>
                          <w:szCs w:val="18"/>
                        </w:rPr>
                        <w:t>ch</w:t>
                      </w:r>
                      <w:r w:rsidRPr="002A07BD">
                        <w:rPr>
                          <w:i/>
                          <w:iCs/>
                          <w:sz w:val="18"/>
                          <w:szCs w:val="18"/>
                        </w:rPr>
                        <w:t xml:space="preserve"> program</w:t>
                      </w:r>
                      <w:r w:rsidR="0099514D">
                        <w:rPr>
                          <w:i/>
                          <w:iCs/>
                          <w:sz w:val="18"/>
                          <w:szCs w:val="18"/>
                        </w:rPr>
                        <w:t>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9A8552D" w14:textId="148501C9" w:rsidR="00B515A5" w:rsidRDefault="00F47641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26" behindDoc="0" locked="0" layoutInCell="1" allowOverlap="1" wp14:anchorId="2C2B426E" wp14:editId="781F254C">
                <wp:simplePos x="0" y="0"/>
                <wp:positionH relativeFrom="column">
                  <wp:posOffset>2386330</wp:posOffset>
                </wp:positionH>
                <wp:positionV relativeFrom="paragraph">
                  <wp:posOffset>2222500</wp:posOffset>
                </wp:positionV>
                <wp:extent cx="472440" cy="445770"/>
                <wp:effectExtent l="0" t="38100" r="60960" b="30480"/>
                <wp:wrapNone/>
                <wp:docPr id="100" name="Přímá spojnice se šipkou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2440" cy="44577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89BCEE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100" o:spid="_x0000_s1026" type="#_x0000_t32" style="position:absolute;margin-left:187.9pt;margin-top:175pt;width:37.2pt;height:35.1pt;flip:y;z-index:251658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" strokecolor="black [3200]" strokeweight="1.5pt">
                <v:stroke endarrow="block" joinstyle="miter"/>
              </v:shape>
            </w:pict>
          </mc:Fallback>
        </mc:AlternateContent>
      </w:r>
      <w:r w:rsidR="001B288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8" behindDoc="0" locked="0" layoutInCell="1" allowOverlap="1" wp14:anchorId="61D4951F" wp14:editId="0CAB34B3">
                <wp:simplePos x="0" y="0"/>
                <wp:positionH relativeFrom="column">
                  <wp:posOffset>2297723</wp:posOffset>
                </wp:positionH>
                <wp:positionV relativeFrom="paragraph">
                  <wp:posOffset>3430807</wp:posOffset>
                </wp:positionV>
                <wp:extent cx="45719" cy="161925"/>
                <wp:effectExtent l="57150" t="0" r="50165" b="47625"/>
                <wp:wrapNone/>
                <wp:docPr id="66" name="Přímá spojnice se šipkou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1619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81B6C5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66" o:spid="_x0000_s1026" type="#_x0000_t32" style="position:absolute;margin-left:180.9pt;margin-top:270.15pt;width:3.6pt;height:12.75pt;flip:x;z-index:2516582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" strokecolor="black [3200]" strokeweight="1.5pt">
                <v:stroke endarrow="block" joinstyle="miter"/>
              </v:shape>
            </w:pict>
          </mc:Fallback>
        </mc:AlternateContent>
      </w:r>
      <w:r w:rsidR="001B288F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63" behindDoc="0" locked="0" layoutInCell="1" allowOverlap="1" wp14:anchorId="398B817F" wp14:editId="4377A8E4">
                <wp:simplePos x="0" y="0"/>
                <wp:positionH relativeFrom="margin">
                  <wp:posOffset>1757143</wp:posOffset>
                </wp:positionH>
                <wp:positionV relativeFrom="paragraph">
                  <wp:posOffset>3656575</wp:posOffset>
                </wp:positionV>
                <wp:extent cx="967740" cy="579120"/>
                <wp:effectExtent l="0" t="0" r="22860" b="11430"/>
                <wp:wrapNone/>
                <wp:docPr id="24" name="Vývojový diagram: dokumen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7740" cy="579120"/>
                        </a:xfrm>
                        <a:prstGeom prst="flowChartDocument">
                          <a:avLst/>
                        </a:prstGeom>
                        <a:ln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2821F6" w14:textId="53BF19DE" w:rsidR="00B515A5" w:rsidRDefault="00B515A5" w:rsidP="00B515A5">
                            <w:pPr>
                              <w:jc w:val="center"/>
                            </w:pPr>
                            <w:r>
                              <w:t>Materiál RJMK/ZJMK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8B817F" id="Vývojový diagram: dokument 24" o:spid="_x0000_s1036" type="#_x0000_t114" style="position:absolute;margin-left:138.35pt;margin-top:287.9pt;width:76.2pt;height:45.6pt;z-index:25165826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" fillcolor="#70ad47 [3209]" strokecolor="#375623 [1609]" strokeweight="1pt">
                <v:textbox>
                  <w:txbxContent>
                    <w:p w14:paraId="032821F6" w14:textId="53BF19DE" w:rsidR="00B515A5" w:rsidRDefault="00B515A5" w:rsidP="00B515A5">
                      <w:pPr>
                        <w:jc w:val="center"/>
                      </w:pPr>
                      <w:r>
                        <w:t>Materiál RJMK/ZJMK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C58F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7" behindDoc="0" locked="0" layoutInCell="1" allowOverlap="1" wp14:anchorId="072F6C8B" wp14:editId="644200A3">
                <wp:simplePos x="0" y="0"/>
                <wp:positionH relativeFrom="column">
                  <wp:posOffset>2382666</wp:posOffset>
                </wp:positionH>
                <wp:positionV relativeFrom="paragraph">
                  <wp:posOffset>32483</wp:posOffset>
                </wp:positionV>
                <wp:extent cx="63011" cy="201930"/>
                <wp:effectExtent l="19050" t="38100" r="51435" b="26670"/>
                <wp:wrapNone/>
                <wp:docPr id="65" name="Přímá spojnice se šipkou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011" cy="20193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57F50F" id="Přímá spojnice se šipkou 65" o:spid="_x0000_s1026" type="#_x0000_t32" style="position:absolute;margin-left:187.6pt;margin-top:2.55pt;width:4.95pt;height:15.9pt;flip:y;z-index:25165829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" strokecolor="black [3200]" strokeweight="1.5pt">
                <v:stroke endarrow="block" joinstyle="miter"/>
              </v:shape>
            </w:pict>
          </mc:Fallback>
        </mc:AlternateContent>
      </w:r>
      <w:r w:rsidR="00091A7E">
        <w:rPr>
          <w:noProof/>
        </w:rPr>
        <mc:AlternateContent>
          <mc:Choice Requires="wps">
            <w:drawing>
              <wp:anchor distT="0" distB="0" distL="114300" distR="114300" simplePos="0" relativeHeight="251658286" behindDoc="0" locked="0" layoutInCell="1" allowOverlap="1" wp14:anchorId="1CD27865" wp14:editId="3CE3349C">
                <wp:simplePos x="0" y="0"/>
                <wp:positionH relativeFrom="margin">
                  <wp:posOffset>2056765</wp:posOffset>
                </wp:positionH>
                <wp:positionV relativeFrom="paragraph">
                  <wp:posOffset>1656715</wp:posOffset>
                </wp:positionV>
                <wp:extent cx="2202180" cy="476250"/>
                <wp:effectExtent l="0" t="0" r="26670" b="19050"/>
                <wp:wrapNone/>
                <wp:docPr id="51" name="Vývojový diagram: postup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2180" cy="47625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C699E6" w14:textId="77777777" w:rsidR="0015125B" w:rsidRDefault="00CB68F2" w:rsidP="0015125B">
                            <w:pPr>
                              <w:spacing w:after="0"/>
                              <w:jc w:val="center"/>
                            </w:pPr>
                            <w:r>
                              <w:t>Kontrola dotací na místě realizace</w:t>
                            </w:r>
                            <w:r w:rsidR="00091A7E">
                              <w:t xml:space="preserve"> </w:t>
                            </w:r>
                          </w:p>
                          <w:p w14:paraId="5F3D9C00" w14:textId="1C52C119" w:rsidR="00CB68F2" w:rsidRDefault="00091A7E" w:rsidP="0015125B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D27865" id="Vývojový diagram: postup 51" o:spid="_x0000_s1037" type="#_x0000_t109" style="position:absolute;margin-left:161.95pt;margin-top:130.45pt;width:173.4pt;height:37.5pt;z-index:25165828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" fillcolor="#4472c4 [3204]" strokecolor="#1f3763 [1604]" strokeweight="1pt">
                <v:textbox>
                  <w:txbxContent>
                    <w:p w14:paraId="2DC699E6" w14:textId="77777777" w:rsidR="0015125B" w:rsidRDefault="00CB68F2" w:rsidP="0015125B">
                      <w:pPr>
                        <w:spacing w:after="0"/>
                        <w:jc w:val="center"/>
                      </w:pPr>
                      <w:r>
                        <w:t>Kontrola dotací na místě realizace</w:t>
                      </w:r>
                      <w:r w:rsidR="00091A7E">
                        <w:t xml:space="preserve"> </w:t>
                      </w:r>
                    </w:p>
                    <w:p w14:paraId="5F3D9C00" w14:textId="1C52C119" w:rsidR="00CB68F2" w:rsidRDefault="00091A7E" w:rsidP="0015125B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91A7E">
        <w:rPr>
          <w:noProof/>
        </w:rPr>
        <mc:AlternateContent>
          <mc:Choice Requires="wps">
            <w:drawing>
              <wp:anchor distT="0" distB="0" distL="114300" distR="114300" simplePos="0" relativeHeight="251658285" behindDoc="0" locked="0" layoutInCell="1" allowOverlap="1" wp14:anchorId="23675168" wp14:editId="7852046C">
                <wp:simplePos x="0" y="0"/>
                <wp:positionH relativeFrom="margin">
                  <wp:posOffset>121285</wp:posOffset>
                </wp:positionH>
                <wp:positionV relativeFrom="paragraph">
                  <wp:posOffset>1671955</wp:posOffset>
                </wp:positionV>
                <wp:extent cx="1558290" cy="447675"/>
                <wp:effectExtent l="0" t="0" r="22860" b="28575"/>
                <wp:wrapNone/>
                <wp:docPr id="50" name="Vývojový diagram: postup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8290" cy="4476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B1F9EA" w14:textId="0219CE66" w:rsidR="00091A7E" w:rsidRDefault="00CB68F2" w:rsidP="00091A7E">
                            <w:pPr>
                              <w:spacing w:after="0"/>
                              <w:jc w:val="center"/>
                            </w:pPr>
                            <w:r>
                              <w:t>Změny dotací</w:t>
                            </w:r>
                          </w:p>
                          <w:p w14:paraId="7F2D77A0" w14:textId="3DC951E5" w:rsidR="00091A7E" w:rsidRDefault="00091A7E" w:rsidP="00091A7E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675168" id="Vývojový diagram: postup 50" o:spid="_x0000_s1038" type="#_x0000_t109" style="position:absolute;margin-left:9.55pt;margin-top:131.65pt;width:122.7pt;height:35.25pt;z-index:25165828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" fillcolor="#4472c4 [3204]" strokecolor="#1f3763 [1604]" strokeweight="1pt">
                <v:textbox>
                  <w:txbxContent>
                    <w:p w14:paraId="58B1F9EA" w14:textId="0219CE66" w:rsidR="00091A7E" w:rsidRDefault="00CB68F2" w:rsidP="00091A7E">
                      <w:pPr>
                        <w:spacing w:after="0"/>
                        <w:jc w:val="center"/>
                      </w:pPr>
                      <w:r>
                        <w:t>Změny dotací</w:t>
                      </w:r>
                    </w:p>
                    <w:p w14:paraId="7F2D77A0" w14:textId="3DC951E5" w:rsidR="00091A7E" w:rsidRDefault="00091A7E" w:rsidP="00091A7E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91A7E">
        <w:rPr>
          <w:noProof/>
        </w:rPr>
        <mc:AlternateContent>
          <mc:Choice Requires="wps">
            <w:drawing>
              <wp:anchor distT="0" distB="0" distL="114300" distR="114300" simplePos="0" relativeHeight="251658264" behindDoc="0" locked="0" layoutInCell="1" allowOverlap="1" wp14:anchorId="0E6297C0" wp14:editId="77D883EA">
                <wp:simplePos x="0" y="0"/>
                <wp:positionH relativeFrom="margin">
                  <wp:posOffset>-297815</wp:posOffset>
                </wp:positionH>
                <wp:positionV relativeFrom="paragraph">
                  <wp:posOffset>2822575</wp:posOffset>
                </wp:positionV>
                <wp:extent cx="1363980" cy="563880"/>
                <wp:effectExtent l="0" t="0" r="26670" b="26670"/>
                <wp:wrapNone/>
                <wp:docPr id="25" name="Vývojový diagram: postup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56388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C100F1" w14:textId="5DFF069D" w:rsidR="00B515A5" w:rsidRDefault="00B515A5" w:rsidP="00091A7E">
                            <w:pPr>
                              <w:spacing w:after="0"/>
                              <w:jc w:val="center"/>
                            </w:pPr>
                            <w:r>
                              <w:t>Zveřejnění výsledků</w:t>
                            </w:r>
                          </w:p>
                          <w:p w14:paraId="633453BB" w14:textId="3EA27A26" w:rsidR="00091A7E" w:rsidRDefault="00091A7E" w:rsidP="00091A7E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6297C0" id="Vývojový diagram: postup 25" o:spid="_x0000_s1039" type="#_x0000_t109" style="position:absolute;margin-left:-23.45pt;margin-top:222.25pt;width:107.4pt;height:44.4pt;z-index:251658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" fillcolor="#4472c4 [3204]" strokecolor="#1f3763 [1604]" strokeweight="1pt">
                <v:textbox>
                  <w:txbxContent>
                    <w:p w14:paraId="7AC100F1" w14:textId="5DFF069D" w:rsidR="00B515A5" w:rsidRDefault="00B515A5" w:rsidP="00091A7E">
                      <w:pPr>
                        <w:spacing w:after="0"/>
                        <w:jc w:val="center"/>
                      </w:pPr>
                      <w:r>
                        <w:t>Zveřejnění výsledků</w:t>
                      </w:r>
                    </w:p>
                    <w:p w14:paraId="633453BB" w14:textId="3EA27A26" w:rsidR="00091A7E" w:rsidRDefault="00091A7E" w:rsidP="00091A7E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C567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27" behindDoc="0" locked="0" layoutInCell="1" allowOverlap="1" wp14:anchorId="7AEC1553" wp14:editId="09221162">
                <wp:simplePos x="0" y="0"/>
                <wp:positionH relativeFrom="column">
                  <wp:posOffset>1364615</wp:posOffset>
                </wp:positionH>
                <wp:positionV relativeFrom="paragraph">
                  <wp:posOffset>2181860</wp:posOffset>
                </wp:positionV>
                <wp:extent cx="733425" cy="483870"/>
                <wp:effectExtent l="38100" t="38100" r="28575" b="30480"/>
                <wp:wrapNone/>
                <wp:docPr id="101" name="Přímá spojnice se šipkou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33425" cy="48387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 id="Přímá spojnice se šipkou 101" style="position:absolute;margin-left:107.45pt;margin-top:171.8pt;width:57.75pt;height:38.1pt;flip:x y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" w14:anchorId="406E229C">
                <v:stroke joinstyle="miter" endarrow="block"/>
              </v:shape>
            </w:pict>
          </mc:Fallback>
        </mc:AlternateContent>
      </w:r>
      <w:r w:rsidR="004C567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00" behindDoc="0" locked="0" layoutInCell="1" allowOverlap="1" wp14:anchorId="7212CE57" wp14:editId="7B69D110">
                <wp:simplePos x="0" y="0"/>
                <wp:positionH relativeFrom="column">
                  <wp:posOffset>1119505</wp:posOffset>
                </wp:positionH>
                <wp:positionV relativeFrom="paragraph">
                  <wp:posOffset>3088641</wp:posOffset>
                </wp:positionV>
                <wp:extent cx="205740" cy="45719"/>
                <wp:effectExtent l="19050" t="38100" r="22860" b="88265"/>
                <wp:wrapNone/>
                <wp:docPr id="68" name="Přímá spojnice se šipkou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5740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 id="Přímá spojnice se šipkou 68" style="position:absolute;margin-left:88.15pt;margin-top:243.2pt;width:16.2pt;height:3.6pt;flip:x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" w14:anchorId="5D9D8FC2">
                <v:stroke joinstyle="miter" endarrow="block"/>
              </v:shape>
            </w:pict>
          </mc:Fallback>
        </mc:AlternateContent>
      </w:r>
      <w:r w:rsidR="004C567F">
        <w:rPr>
          <w:noProof/>
        </w:rPr>
        <mc:AlternateContent>
          <mc:Choice Requires="wps">
            <w:drawing>
              <wp:anchor distT="0" distB="0" distL="114300" distR="114300" simplePos="0" relativeHeight="251658262" behindDoc="0" locked="0" layoutInCell="1" allowOverlap="1" wp14:anchorId="5A1EFBC6" wp14:editId="34984D9B">
                <wp:simplePos x="0" y="0"/>
                <wp:positionH relativeFrom="margin">
                  <wp:posOffset>1416685</wp:posOffset>
                </wp:positionH>
                <wp:positionV relativeFrom="paragraph">
                  <wp:posOffset>2698750</wp:posOffset>
                </wp:positionV>
                <wp:extent cx="1684020" cy="701040"/>
                <wp:effectExtent l="0" t="0" r="11430" b="22860"/>
                <wp:wrapNone/>
                <wp:docPr id="23" name="Vývojový diagram: postup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020" cy="70104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B2DA61" w14:textId="77777777" w:rsidR="00B515A5" w:rsidRDefault="00B515A5" w:rsidP="00B008C3">
                            <w:pPr>
                              <w:spacing w:after="0"/>
                              <w:jc w:val="center"/>
                            </w:pPr>
                            <w:r>
                              <w:t>Schválení</w:t>
                            </w:r>
                            <w:r w:rsidR="00505A38">
                              <w:t>/Neschválení</w:t>
                            </w:r>
                            <w:r>
                              <w:t xml:space="preserve"> DŽ v orgánech JMK</w:t>
                            </w:r>
                          </w:p>
                          <w:p w14:paraId="79E3ABED" w14:textId="32E2F95E" w:rsidR="00B008C3" w:rsidRDefault="00B008C3" w:rsidP="00B008C3">
                            <w:pPr>
                              <w:spacing w:after="0"/>
                              <w:jc w:val="center"/>
                            </w:pPr>
                            <w:r>
                              <w:t>(RADA</w:t>
                            </w:r>
                            <w:r w:rsidR="004C567F">
                              <w:t>/ZASTUPITELSTVO)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1EFBC6" id="Vývojový diagram: postup 23" o:spid="_x0000_s1040" type="#_x0000_t109" style="position:absolute;margin-left:111.55pt;margin-top:212.5pt;width:132.6pt;height:55.2pt;z-index:25165826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" fillcolor="#4472c4 [3204]" strokecolor="#1f3763 [1604]" strokeweight="1pt">
                <v:textbox>
                  <w:txbxContent>
                    <w:p w14:paraId="53B2DA61" w14:textId="77777777" w:rsidR="00B515A5" w:rsidRDefault="00B515A5" w:rsidP="00B008C3">
                      <w:pPr>
                        <w:spacing w:after="0"/>
                        <w:jc w:val="center"/>
                      </w:pPr>
                      <w:r>
                        <w:t>Schválení</w:t>
                      </w:r>
                      <w:r w:rsidR="00505A38">
                        <w:t>/Neschválení</w:t>
                      </w:r>
                      <w:r>
                        <w:t xml:space="preserve"> DŽ v orgánech JMK</w:t>
                      </w:r>
                    </w:p>
                    <w:p w14:paraId="79E3ABED" w14:textId="32E2F95E" w:rsidR="00B008C3" w:rsidRDefault="00B008C3" w:rsidP="00B008C3">
                      <w:pPr>
                        <w:spacing w:after="0"/>
                        <w:jc w:val="center"/>
                      </w:pPr>
                      <w:r>
                        <w:t>(RADA</w:t>
                      </w:r>
                      <w:r w:rsidR="004C567F">
                        <w:t>/ZASTUPITELSTVO)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4310B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6" behindDoc="0" locked="0" layoutInCell="1" allowOverlap="1" wp14:anchorId="7E6979FD" wp14:editId="1229537F">
                <wp:simplePos x="0" y="0"/>
                <wp:positionH relativeFrom="column">
                  <wp:posOffset>5170805</wp:posOffset>
                </wp:positionH>
                <wp:positionV relativeFrom="paragraph">
                  <wp:posOffset>3375025</wp:posOffset>
                </wp:positionV>
                <wp:extent cx="485775" cy="133350"/>
                <wp:effectExtent l="38100" t="57150" r="28575" b="19050"/>
                <wp:wrapNone/>
                <wp:docPr id="64" name="Přímá spojnice se šipkou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85775" cy="133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 id="Přímá spojnice se šipkou 64" style="position:absolute;margin-left:407.15pt;margin-top:265.75pt;width:38.25pt;height:10.5pt;flip:x 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" w14:anchorId="0C81AFD3">
                <v:stroke joinstyle="miter" endarrow="block"/>
              </v:shape>
            </w:pict>
          </mc:Fallback>
        </mc:AlternateContent>
      </w:r>
      <w:r w:rsidR="00C4310B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9" behindDoc="0" locked="0" layoutInCell="1" allowOverlap="1" wp14:anchorId="762900A4" wp14:editId="18909AD5">
                <wp:simplePos x="0" y="0"/>
                <wp:positionH relativeFrom="column">
                  <wp:posOffset>3133090</wp:posOffset>
                </wp:positionH>
                <wp:positionV relativeFrom="paragraph">
                  <wp:posOffset>3022600</wp:posOffset>
                </wp:positionV>
                <wp:extent cx="428625" cy="133350"/>
                <wp:effectExtent l="38100" t="0" r="28575" b="76200"/>
                <wp:wrapNone/>
                <wp:docPr id="67" name="Přímá spojnice se šipkou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8625" cy="133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 id="Přímá spojnice se šipkou 67" style="position:absolute;margin-left:246.7pt;margin-top:238pt;width:33.75pt;height:10.5pt;flip:x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" w14:anchorId="2580FAE5">
                <v:stroke joinstyle="miter" endarrow="block"/>
              </v:shape>
            </w:pict>
          </mc:Fallback>
        </mc:AlternateContent>
      </w:r>
      <w:r w:rsidR="00C4310B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61" behindDoc="0" locked="0" layoutInCell="1" allowOverlap="1" wp14:anchorId="1B04AC1B" wp14:editId="284BCC74">
                <wp:simplePos x="0" y="0"/>
                <wp:positionH relativeFrom="margin">
                  <wp:posOffset>3527425</wp:posOffset>
                </wp:positionH>
                <wp:positionV relativeFrom="paragraph">
                  <wp:posOffset>2479675</wp:posOffset>
                </wp:positionV>
                <wp:extent cx="1706880" cy="1264920"/>
                <wp:effectExtent l="19050" t="0" r="45720" b="11430"/>
                <wp:wrapNone/>
                <wp:docPr id="22" name="Vývojový diagram: příprava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6880" cy="1264920"/>
                        </a:xfrm>
                        <a:prstGeom prst="flowChartPreparation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5DAB9B" w14:textId="3F140DF5" w:rsidR="00B515A5" w:rsidRDefault="00B515A5" w:rsidP="00C4310B">
                            <w:pPr>
                              <w:spacing w:after="0"/>
                              <w:jc w:val="center"/>
                            </w:pPr>
                            <w:r>
                              <w:t>Hodnocení/</w:t>
                            </w:r>
                            <w:r>
                              <w:br/>
                              <w:t>navržení DŽ ke schválení/</w:t>
                            </w:r>
                            <w:r>
                              <w:br/>
                              <w:t>neschválení</w:t>
                            </w:r>
                          </w:p>
                          <w:p w14:paraId="7931FA90" w14:textId="40362958" w:rsidR="00C4310B" w:rsidRDefault="00C4310B" w:rsidP="00B515A5">
                            <w:pPr>
                              <w:jc w:val="center"/>
                            </w:pPr>
                            <w:r>
                              <w:t>(Hodnotící orgány)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04AC1B" id="Vývojový diagram: příprava 22" o:spid="_x0000_s1041" type="#_x0000_t117" style="position:absolute;margin-left:277.75pt;margin-top:195.25pt;width:134.4pt;height:99.6pt;z-index:25165826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" fillcolor="#7030a0" strokecolor="#1f3763 [1604]" strokeweight="1pt">
                <v:textbox>
                  <w:txbxContent>
                    <w:p w14:paraId="165DAB9B" w14:textId="3F140DF5" w:rsidR="00B515A5" w:rsidRDefault="00B515A5" w:rsidP="00C4310B">
                      <w:pPr>
                        <w:spacing w:after="0"/>
                        <w:jc w:val="center"/>
                      </w:pPr>
                      <w:r>
                        <w:t>Hodnocení/</w:t>
                      </w:r>
                      <w:r>
                        <w:br/>
                        <w:t>navržení DŽ ke schválení/</w:t>
                      </w:r>
                      <w:r>
                        <w:br/>
                        <w:t>neschválení</w:t>
                      </w:r>
                    </w:p>
                    <w:p w14:paraId="7931FA90" w14:textId="40362958" w:rsidR="00C4310B" w:rsidRDefault="00C4310B" w:rsidP="00B515A5">
                      <w:pPr>
                        <w:jc w:val="center"/>
                      </w:pPr>
                      <w:r>
                        <w:t>(Hodnotící orgány)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4310B">
        <w:rPr>
          <w:noProof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anchorId="782BF817" wp14:editId="791FB134">
                <wp:simplePos x="0" y="0"/>
                <wp:positionH relativeFrom="margin">
                  <wp:posOffset>5714365</wp:posOffset>
                </wp:positionH>
                <wp:positionV relativeFrom="paragraph">
                  <wp:posOffset>3134995</wp:posOffset>
                </wp:positionV>
                <wp:extent cx="1358265" cy="617220"/>
                <wp:effectExtent l="0" t="0" r="13335" b="11430"/>
                <wp:wrapNone/>
                <wp:docPr id="20" name="Vývojový diagram: postup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8265" cy="61722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BDF189" w14:textId="2077B71D" w:rsidR="00B515A5" w:rsidRDefault="00B515A5" w:rsidP="00C4310B">
                            <w:pPr>
                              <w:spacing w:after="0"/>
                              <w:jc w:val="center"/>
                            </w:pPr>
                            <w:r>
                              <w:t>Postoupení DŽ k</w:t>
                            </w:r>
                            <w:r w:rsidR="00C4310B">
                              <w:t> </w:t>
                            </w:r>
                            <w:r>
                              <w:t>hodnocení</w:t>
                            </w:r>
                          </w:p>
                          <w:p w14:paraId="7EE3A923" w14:textId="3C3CC123" w:rsidR="00C4310B" w:rsidRDefault="00C4310B" w:rsidP="00C4310B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BF817" id="Vývojový diagram: postup 20" o:spid="_x0000_s1042" type="#_x0000_t109" style="position:absolute;margin-left:449.95pt;margin-top:246.85pt;width:106.95pt;height:48.6pt;z-index:2516582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" fillcolor="#4472c4 [3204]" strokecolor="#1f3763 [1604]" strokeweight="1pt">
                <v:textbox>
                  <w:txbxContent>
                    <w:p w14:paraId="7CBDF189" w14:textId="2077B71D" w:rsidR="00B515A5" w:rsidRDefault="00B515A5" w:rsidP="00C4310B">
                      <w:pPr>
                        <w:spacing w:after="0"/>
                        <w:jc w:val="center"/>
                      </w:pPr>
                      <w:r>
                        <w:t>Postoupení DŽ k</w:t>
                      </w:r>
                      <w:r w:rsidR="00C4310B">
                        <w:t> </w:t>
                      </w:r>
                      <w:r>
                        <w:t>hodnocení</w:t>
                      </w:r>
                    </w:p>
                    <w:p w14:paraId="7EE3A923" w14:textId="3C3CC123" w:rsidR="00C4310B" w:rsidRDefault="00C4310B" w:rsidP="00C4310B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342B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34" behindDoc="0" locked="0" layoutInCell="1" allowOverlap="1" wp14:anchorId="5E2E02D4" wp14:editId="6BB1D32F">
                <wp:simplePos x="0" y="0"/>
                <wp:positionH relativeFrom="page">
                  <wp:posOffset>1211579</wp:posOffset>
                </wp:positionH>
                <wp:positionV relativeFrom="paragraph">
                  <wp:posOffset>3447415</wp:posOffset>
                </wp:positionV>
                <wp:extent cx="128905" cy="1661160"/>
                <wp:effectExtent l="38100" t="0" r="23495" b="53340"/>
                <wp:wrapNone/>
                <wp:docPr id="110" name="Přímá spojnice se šipkou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8905" cy="16611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 id="Přímá spojnice se šipkou 110" style="position:absolute;margin-left:95.4pt;margin-top:271.45pt;width:10.15pt;height:130.8pt;flip:x;z-index:25183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" w14:anchorId="529B6D51">
                <v:stroke joinstyle="miter" endarrow="block"/>
                <w10:wrap anchorx="page"/>
              </v:shape>
            </w:pict>
          </mc:Fallback>
        </mc:AlternateContent>
      </w:r>
      <w:r w:rsidR="005342B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5" behindDoc="0" locked="0" layoutInCell="1" allowOverlap="1" wp14:anchorId="08539F0E" wp14:editId="5F6FFAA6">
                <wp:simplePos x="0" y="0"/>
                <wp:positionH relativeFrom="column">
                  <wp:posOffset>5150485</wp:posOffset>
                </wp:positionH>
                <wp:positionV relativeFrom="paragraph">
                  <wp:posOffset>2319655</wp:posOffset>
                </wp:positionV>
                <wp:extent cx="396240" cy="224790"/>
                <wp:effectExtent l="19050" t="0" r="22860" b="60960"/>
                <wp:wrapNone/>
                <wp:docPr id="63" name="Přímá spojnice se šipkou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6240" cy="2247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 id="Přímá spojnice se šipkou 63" style="position:absolute;margin-left:405.55pt;margin-top:182.65pt;width:31.2pt;height:17.7pt;flip:x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" w14:anchorId="0A324752">
                <v:stroke joinstyle="miter" endarrow="block"/>
              </v:shape>
            </w:pict>
          </mc:Fallback>
        </mc:AlternateContent>
      </w:r>
      <w:r w:rsidR="005342B3">
        <w:rPr>
          <w:noProof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3C8520F6" wp14:editId="1769EE77">
                <wp:simplePos x="0" y="0"/>
                <wp:positionH relativeFrom="margin">
                  <wp:posOffset>5676265</wp:posOffset>
                </wp:positionH>
                <wp:positionV relativeFrom="paragraph">
                  <wp:posOffset>1923415</wp:posOffset>
                </wp:positionV>
                <wp:extent cx="1341120" cy="525780"/>
                <wp:effectExtent l="0" t="0" r="11430" b="26670"/>
                <wp:wrapNone/>
                <wp:docPr id="19" name="Vývojový diagram: postup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1120" cy="52578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3206A4" w14:textId="526A2BC9" w:rsidR="00B515A5" w:rsidRDefault="00B515A5" w:rsidP="005342B3">
                            <w:pPr>
                              <w:spacing w:after="0"/>
                              <w:jc w:val="center"/>
                            </w:pPr>
                            <w:r>
                              <w:t>Návrh k vyřazení DŽ</w:t>
                            </w:r>
                          </w:p>
                          <w:p w14:paraId="3868DCB1" w14:textId="29E73CC8" w:rsidR="005342B3" w:rsidRDefault="005342B3" w:rsidP="005342B3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520F6" id="Vývojový diagram: postup 19" o:spid="_x0000_s1043" type="#_x0000_t109" style="position:absolute;margin-left:446.95pt;margin-top:151.45pt;width:105.6pt;height:41.4pt;z-index:25165825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" fillcolor="#4472c4 [3204]" strokecolor="#1f3763 [1604]" strokeweight="1pt">
                <v:textbox>
                  <w:txbxContent>
                    <w:p w14:paraId="193206A4" w14:textId="526A2BC9" w:rsidR="00B515A5" w:rsidRDefault="00B515A5" w:rsidP="005342B3">
                      <w:pPr>
                        <w:spacing w:after="0"/>
                        <w:jc w:val="center"/>
                      </w:pPr>
                      <w:r>
                        <w:t>Návrh k vyřazení DŽ</w:t>
                      </w:r>
                    </w:p>
                    <w:p w14:paraId="3868DCB1" w14:textId="29E73CC8" w:rsidR="005342B3" w:rsidRDefault="005342B3" w:rsidP="005342B3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04C9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1" behindDoc="0" locked="0" layoutInCell="1" allowOverlap="1" wp14:anchorId="3AD29636" wp14:editId="73BD8DBC">
                <wp:simplePos x="0" y="0"/>
                <wp:positionH relativeFrom="column">
                  <wp:posOffset>8453755</wp:posOffset>
                </wp:positionH>
                <wp:positionV relativeFrom="paragraph">
                  <wp:posOffset>1397635</wp:posOffset>
                </wp:positionV>
                <wp:extent cx="125730" cy="893445"/>
                <wp:effectExtent l="57150" t="0" r="26670" b="59055"/>
                <wp:wrapNone/>
                <wp:docPr id="57" name="Přímá spojnice se šipkou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5730" cy="8934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 id="Přímá spojnice se šipkou 57" style="position:absolute;margin-left:665.65pt;margin-top:110.05pt;width:9.9pt;height:70.35pt;flip:x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" w14:anchorId="4ACA7A33">
                <v:stroke joinstyle="miter" endarrow="block"/>
              </v:shape>
            </w:pict>
          </mc:Fallback>
        </mc:AlternateContent>
      </w:r>
      <w:r w:rsidR="00804C9D">
        <w:rPr>
          <w:noProof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64C486C5" wp14:editId="76E261A7">
                <wp:simplePos x="0" y="0"/>
                <wp:positionH relativeFrom="margin">
                  <wp:posOffset>7695565</wp:posOffset>
                </wp:positionH>
                <wp:positionV relativeFrom="paragraph">
                  <wp:posOffset>330835</wp:posOffset>
                </wp:positionV>
                <wp:extent cx="1348740" cy="876300"/>
                <wp:effectExtent l="0" t="0" r="22860" b="19050"/>
                <wp:wrapNone/>
                <wp:docPr id="17" name="Vývojový diagram: postup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8740" cy="8763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B724D0" w14:textId="79735998" w:rsidR="006777A4" w:rsidRDefault="006777A4" w:rsidP="00804C9D">
                            <w:pPr>
                              <w:spacing w:after="0"/>
                              <w:jc w:val="center"/>
                            </w:pPr>
                            <w:r>
                              <w:t>Kontrola formální/věcné správnosti DŽ</w:t>
                            </w:r>
                          </w:p>
                          <w:p w14:paraId="4BE814ED" w14:textId="7D3ED9F7" w:rsidR="00804C9D" w:rsidRDefault="00804C9D" w:rsidP="00804C9D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  <w:p w14:paraId="57FF68FD" w14:textId="77777777" w:rsidR="00804C9D" w:rsidRDefault="00804C9D" w:rsidP="00804C9D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C486C5" id="Vývojový diagram: postup 17" o:spid="_x0000_s1044" type="#_x0000_t109" style="position:absolute;margin-left:605.95pt;margin-top:26.05pt;width:106.2pt;height:69pt;z-index:25165825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" fillcolor="#4472c4 [3204]" strokecolor="#1f3763 [1604]" strokeweight="1pt">
                <v:textbox>
                  <w:txbxContent>
                    <w:p w14:paraId="32B724D0" w14:textId="79735998" w:rsidR="006777A4" w:rsidRDefault="006777A4" w:rsidP="00804C9D">
                      <w:pPr>
                        <w:spacing w:after="0"/>
                        <w:jc w:val="center"/>
                      </w:pPr>
                      <w:r>
                        <w:t>Kontrola formální/věcné správnosti DŽ</w:t>
                      </w:r>
                    </w:p>
                    <w:p w14:paraId="4BE814ED" w14:textId="7D3ED9F7" w:rsidR="00804C9D" w:rsidRDefault="00804C9D" w:rsidP="00804C9D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  <w:p w14:paraId="57FF68FD" w14:textId="77777777" w:rsidR="00804C9D" w:rsidRDefault="00804C9D" w:rsidP="00804C9D">
                      <w:pPr>
                        <w:spacing w:after="0"/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12B3A">
        <w:rPr>
          <w:noProof/>
        </w:rPr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0449997B" wp14:editId="3026C086">
                <wp:simplePos x="0" y="0"/>
                <wp:positionH relativeFrom="margin">
                  <wp:posOffset>5744845</wp:posOffset>
                </wp:positionH>
                <wp:positionV relativeFrom="paragraph">
                  <wp:posOffset>368935</wp:posOffset>
                </wp:positionV>
                <wp:extent cx="1287780" cy="678180"/>
                <wp:effectExtent l="0" t="0" r="26670" b="26670"/>
                <wp:wrapNone/>
                <wp:docPr id="14" name="Vývojový diagram: postup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7780" cy="67818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82BF1C" w14:textId="198CFF5C" w:rsidR="008B13D4" w:rsidRDefault="00D827E9" w:rsidP="00212B3A">
                            <w:pPr>
                              <w:spacing w:after="0"/>
                              <w:jc w:val="center"/>
                            </w:pPr>
                            <w:r>
                              <w:t>Podání</w:t>
                            </w:r>
                            <w:r w:rsidR="006777A4">
                              <w:t xml:space="preserve"> dotačních žádostí (DŽ)</w:t>
                            </w:r>
                          </w:p>
                          <w:p w14:paraId="272F5FBA" w14:textId="4687F155" w:rsidR="00212B3A" w:rsidRDefault="00212B3A" w:rsidP="00212B3A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(</w:t>
                            </w:r>
                            <w:r w:rsidR="00804C9D">
                              <w:t>Žadatel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9997B" id="Vývojový diagram: postup 14" o:spid="_x0000_s1045" type="#_x0000_t109" style="position:absolute;margin-left:452.35pt;margin-top:29.05pt;width:101.4pt;height:53.4pt;z-index:251658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" fillcolor="#4472c4 [3204]" strokecolor="#1f3763 [1604]" strokeweight="1pt">
                <v:textbox>
                  <w:txbxContent>
                    <w:p w14:paraId="1982BF1C" w14:textId="198CFF5C" w:rsidR="008B13D4" w:rsidRDefault="00D827E9" w:rsidP="00212B3A">
                      <w:pPr>
                        <w:spacing w:after="0"/>
                        <w:jc w:val="center"/>
                      </w:pPr>
                      <w:r>
                        <w:t>Podání</w:t>
                      </w:r>
                      <w:r w:rsidR="006777A4">
                        <w:t xml:space="preserve"> dotačních žádostí (DŽ)</w:t>
                      </w:r>
                    </w:p>
                    <w:p w14:paraId="272F5FBA" w14:textId="4687F155" w:rsidR="00212B3A" w:rsidRDefault="00212B3A" w:rsidP="00212B3A">
                      <w:pPr>
                        <w:spacing w:after="0" w:line="240" w:lineRule="auto"/>
                        <w:jc w:val="center"/>
                      </w:pPr>
                      <w:r>
                        <w:t>(</w:t>
                      </w:r>
                      <w:r w:rsidR="00804C9D">
                        <w:t>Žadatel</w:t>
                      </w:r>
                      <w: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12B3A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0" behindDoc="0" locked="0" layoutInCell="1" allowOverlap="1" wp14:anchorId="6C1CDE84" wp14:editId="558A66C1">
                <wp:simplePos x="0" y="0"/>
                <wp:positionH relativeFrom="column">
                  <wp:posOffset>7093585</wp:posOffset>
                </wp:positionH>
                <wp:positionV relativeFrom="paragraph">
                  <wp:posOffset>673735</wp:posOffset>
                </wp:positionV>
                <wp:extent cx="514350" cy="58420"/>
                <wp:effectExtent l="0" t="19050" r="76200" b="93980"/>
                <wp:wrapNone/>
                <wp:docPr id="56" name="Přímá spojnice se šipkou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350" cy="584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 id="Přímá spojnice se šipkou 56" style="position:absolute;margin-left:558.55pt;margin-top:53.05pt;width:40.5pt;height:4.6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" w14:anchorId="131EB6E0">
                <v:stroke joinstyle="miter" endarrow="block"/>
              </v:shape>
            </w:pict>
          </mc:Fallback>
        </mc:AlternateContent>
      </w:r>
      <w:r w:rsidR="00212B3A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89" behindDoc="0" locked="0" layoutInCell="1" allowOverlap="1" wp14:anchorId="6481600C" wp14:editId="3D57D398">
                <wp:simplePos x="0" y="0"/>
                <wp:positionH relativeFrom="column">
                  <wp:posOffset>5207635</wp:posOffset>
                </wp:positionH>
                <wp:positionV relativeFrom="paragraph">
                  <wp:posOffset>605155</wp:posOffset>
                </wp:positionV>
                <wp:extent cx="485775" cy="45719"/>
                <wp:effectExtent l="0" t="38100" r="47625" b="88265"/>
                <wp:wrapNone/>
                <wp:docPr id="55" name="Přímá spojnice se šipkou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775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 id="Přímá spojnice se šipkou 55" style="position:absolute;margin-left:410.05pt;margin-top:47.65pt;width:38.25pt;height:3.6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" w14:anchorId="6EC2B4A5">
                <v:stroke joinstyle="miter" endarrow="block"/>
              </v:shape>
            </w:pict>
          </mc:Fallback>
        </mc:AlternateContent>
      </w:r>
      <w:r w:rsidR="003F0383">
        <w:rPr>
          <w:noProof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55E58FA7" wp14:editId="7E745731">
                <wp:simplePos x="0" y="0"/>
                <wp:positionH relativeFrom="margin">
                  <wp:posOffset>1759585</wp:posOffset>
                </wp:positionH>
                <wp:positionV relativeFrom="paragraph">
                  <wp:posOffset>285115</wp:posOffset>
                </wp:positionV>
                <wp:extent cx="1173480" cy="891540"/>
                <wp:effectExtent l="0" t="0" r="26670" b="22860"/>
                <wp:wrapNone/>
                <wp:docPr id="11" name="Vývojový diagram: postup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80" cy="89154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88502C" w14:textId="7D272565" w:rsidR="0099514D" w:rsidRDefault="0099514D" w:rsidP="003F0383">
                            <w:pPr>
                              <w:spacing w:after="0"/>
                              <w:jc w:val="center"/>
                            </w:pPr>
                            <w:r>
                              <w:t>Schválení dotačních programů</w:t>
                            </w:r>
                            <w:r w:rsidR="008B13D4">
                              <w:t xml:space="preserve"> (DP)</w:t>
                            </w:r>
                          </w:p>
                          <w:p w14:paraId="4A5C298A" w14:textId="25202292" w:rsidR="00F13D48" w:rsidRDefault="00F13D48" w:rsidP="003F0383">
                            <w:pPr>
                              <w:spacing w:after="0"/>
                              <w:jc w:val="center"/>
                            </w:pPr>
                            <w:r>
                              <w:t>(RADA JMK)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E58FA7" id="Vývojový diagram: postup 11" o:spid="_x0000_s1046" type="#_x0000_t109" style="position:absolute;margin-left:138.55pt;margin-top:22.45pt;width:92.4pt;height:70.2pt;z-index:25165825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" fillcolor="#4472c4 [3204]" strokecolor="#1f3763 [1604]" strokeweight="1pt">
                <v:textbox>
                  <w:txbxContent>
                    <w:p w14:paraId="2488502C" w14:textId="7D272565" w:rsidR="0099514D" w:rsidRDefault="0099514D" w:rsidP="003F0383">
                      <w:pPr>
                        <w:spacing w:after="0"/>
                        <w:jc w:val="center"/>
                      </w:pPr>
                      <w:r>
                        <w:t>Schválení dotačních programů</w:t>
                      </w:r>
                      <w:r w:rsidR="008B13D4">
                        <w:t xml:space="preserve"> (DP)</w:t>
                      </w:r>
                    </w:p>
                    <w:p w14:paraId="4A5C298A" w14:textId="25202292" w:rsidR="00F13D48" w:rsidRDefault="00F13D48" w:rsidP="003F0383">
                      <w:pPr>
                        <w:spacing w:after="0"/>
                        <w:jc w:val="center"/>
                      </w:pPr>
                      <w:r>
                        <w:t>(RADA JMK)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F0383">
        <w:rPr>
          <w:noProof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6F0CE39B" wp14:editId="21CC67CD">
                <wp:simplePos x="0" y="0"/>
                <wp:positionH relativeFrom="margin">
                  <wp:posOffset>3847465</wp:posOffset>
                </wp:positionH>
                <wp:positionV relativeFrom="paragraph">
                  <wp:posOffset>384175</wp:posOffset>
                </wp:positionV>
                <wp:extent cx="1280160" cy="487680"/>
                <wp:effectExtent l="0" t="0" r="15240" b="26670"/>
                <wp:wrapNone/>
                <wp:docPr id="13" name="Vývojový diagram: postup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160" cy="48768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35D74F" w14:textId="573766EE" w:rsidR="008B13D4" w:rsidRDefault="008B13D4" w:rsidP="003F0383">
                            <w:pPr>
                              <w:spacing w:after="0"/>
                              <w:jc w:val="center"/>
                            </w:pPr>
                            <w:r>
                              <w:t>Zveřejnění DP</w:t>
                            </w:r>
                          </w:p>
                          <w:p w14:paraId="62E80B79" w14:textId="3FC8106E" w:rsidR="00F13D48" w:rsidRDefault="00F13D48" w:rsidP="008B13D4">
                            <w:pPr>
                              <w:jc w:val="center"/>
                            </w:pPr>
                            <w:r>
                              <w:t>(</w:t>
                            </w:r>
                            <w:r w:rsidR="003F0383">
                              <w:t>A</w:t>
                            </w:r>
                            <w:r>
                              <w:t>dministrá</w:t>
                            </w:r>
                            <w:r w:rsidR="003F0383">
                              <w:t>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0CE39B" id="Vývojový diagram: postup 13" o:spid="_x0000_s1047" type="#_x0000_t109" style="position:absolute;margin-left:302.95pt;margin-top:30.25pt;width:100.8pt;height:38.4pt;z-index:25165825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" fillcolor="#4472c4 [3204]" strokecolor="#1f3763 [1604]" strokeweight="1pt">
                <v:textbox>
                  <w:txbxContent>
                    <w:p w14:paraId="1A35D74F" w14:textId="573766EE" w:rsidR="008B13D4" w:rsidRDefault="008B13D4" w:rsidP="003F0383">
                      <w:pPr>
                        <w:spacing w:after="0"/>
                        <w:jc w:val="center"/>
                      </w:pPr>
                      <w:r>
                        <w:t>Zveřejnění DP</w:t>
                      </w:r>
                    </w:p>
                    <w:p w14:paraId="62E80B79" w14:textId="3FC8106E" w:rsidR="00F13D48" w:rsidRDefault="00F13D48" w:rsidP="008B13D4">
                      <w:pPr>
                        <w:jc w:val="center"/>
                      </w:pPr>
                      <w:r>
                        <w:t>(</w:t>
                      </w:r>
                      <w:r w:rsidR="003F0383">
                        <w:t>A</w:t>
                      </w:r>
                      <w:r>
                        <w:t>dministrá</w:t>
                      </w:r>
                      <w:r w:rsidR="003F0383">
                        <w:t>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869E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3" behindDoc="0" locked="0" layoutInCell="1" allowOverlap="1" wp14:anchorId="17F31ECD" wp14:editId="7E7EF73C">
                <wp:simplePos x="0" y="0"/>
                <wp:positionH relativeFrom="column">
                  <wp:posOffset>7158355</wp:posOffset>
                </wp:positionH>
                <wp:positionV relativeFrom="paragraph">
                  <wp:posOffset>2241550</wp:posOffset>
                </wp:positionV>
                <wp:extent cx="571500" cy="238125"/>
                <wp:effectExtent l="38100" t="38100" r="19050" b="28575"/>
                <wp:wrapNone/>
                <wp:docPr id="58" name="Přímá spojnice se šipkou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1500" cy="238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 id="Přímá spojnice se šipkou 58" style="position:absolute;margin-left:563.65pt;margin-top:176.5pt;width:45pt;height:18.75pt;flip:x y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" w14:anchorId="1150C693">
                <v:stroke joinstyle="miter" endarrow="block"/>
              </v:shape>
            </w:pict>
          </mc:Fallback>
        </mc:AlternateContent>
      </w:r>
      <w:r w:rsidR="005869E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2EC3BCFE" wp14:editId="555CE855">
                <wp:simplePos x="0" y="0"/>
                <wp:positionH relativeFrom="column">
                  <wp:posOffset>7472680</wp:posOffset>
                </wp:positionH>
                <wp:positionV relativeFrom="paragraph">
                  <wp:posOffset>2032000</wp:posOffset>
                </wp:positionV>
                <wp:extent cx="400050" cy="257175"/>
                <wp:effectExtent l="0" t="0" r="0" b="9525"/>
                <wp:wrapNone/>
                <wp:docPr id="61" name="Textové po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10B694" w14:textId="4339295A" w:rsidR="00664451" w:rsidRDefault="00664451" w:rsidP="00664451">
                            <w:r>
                              <w:t>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3BCFE" id="Textové pole 61" o:spid="_x0000_s1048" type="#_x0000_t202" style="position:absolute;margin-left:588.4pt;margin-top:160pt;width:31.5pt;height:20.2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" fillcolor="white [3201]" stroked="f" strokeweight=".5pt">
                <v:textbox>
                  <w:txbxContent>
                    <w:p w14:paraId="5310B694" w14:textId="4339295A" w:rsidR="00664451" w:rsidRDefault="00664451" w:rsidP="00664451">
                      <w:r>
                        <w:t>NE</w:t>
                      </w:r>
                    </w:p>
                  </w:txbxContent>
                </v:textbox>
              </v:shape>
            </w:pict>
          </mc:Fallback>
        </mc:AlternateContent>
      </w:r>
      <w:r w:rsidR="005869E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2" behindDoc="0" locked="0" layoutInCell="1" allowOverlap="1" wp14:anchorId="43D747E1" wp14:editId="1CB71CC5">
                <wp:simplePos x="0" y="0"/>
                <wp:positionH relativeFrom="column">
                  <wp:posOffset>7444105</wp:posOffset>
                </wp:positionH>
                <wp:positionV relativeFrom="paragraph">
                  <wp:posOffset>3146425</wp:posOffset>
                </wp:positionV>
                <wp:extent cx="523875" cy="257175"/>
                <wp:effectExtent l="0" t="0" r="9525" b="9525"/>
                <wp:wrapNone/>
                <wp:docPr id="59" name="Textové po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135725" w14:textId="7C1A1B37" w:rsidR="00664451" w:rsidRDefault="00664451">
                            <w:r>
                              <w:t>ANO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D747E1" id="Textové pole 59" o:spid="_x0000_s1049" type="#_x0000_t202" style="position:absolute;margin-left:586.15pt;margin-top:247.75pt;width:41.25pt;height:20.25pt;z-index:2516582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" fillcolor="white [3201]" stroked="f" strokeweight=".5pt">
                <v:textbox>
                  <w:txbxContent>
                    <w:p w14:paraId="3D135725" w14:textId="7C1A1B37" w:rsidR="00664451" w:rsidRDefault="00664451">
                      <w:r>
                        <w:t>ANO</w:t>
                      </w:r>
                    </w:p>
                  </w:txbxContent>
                </v:textbox>
              </v:shape>
            </w:pict>
          </mc:Fallback>
        </mc:AlternateContent>
      </w:r>
      <w:r w:rsidR="005869E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4" behindDoc="0" locked="0" layoutInCell="1" allowOverlap="1" wp14:anchorId="060D27D3" wp14:editId="6E7A6229">
                <wp:simplePos x="0" y="0"/>
                <wp:positionH relativeFrom="column">
                  <wp:posOffset>7158355</wp:posOffset>
                </wp:positionH>
                <wp:positionV relativeFrom="paragraph">
                  <wp:posOffset>3031490</wp:posOffset>
                </wp:positionV>
                <wp:extent cx="514350" cy="171450"/>
                <wp:effectExtent l="38100" t="0" r="19050" b="76200"/>
                <wp:wrapNone/>
                <wp:docPr id="62" name="Přímá spojnice se šipkou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4350" cy="1714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 id="Přímá spojnice se šipkou 62" style="position:absolute;margin-left:563.65pt;margin-top:238.7pt;width:40.5pt;height:13.5pt;flip:x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" w14:anchorId="6BCF14C0">
                <v:stroke joinstyle="miter" endarrow="block"/>
              </v:shape>
            </w:pict>
          </mc:Fallback>
        </mc:AlternateContent>
      </w:r>
      <w:r w:rsidR="005869E3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3C81DCA1" wp14:editId="2CD1D08C">
                <wp:simplePos x="0" y="0"/>
                <wp:positionH relativeFrom="margin">
                  <wp:posOffset>7465060</wp:posOffset>
                </wp:positionH>
                <wp:positionV relativeFrom="paragraph">
                  <wp:posOffset>2371090</wp:posOffset>
                </wp:positionV>
                <wp:extent cx="1718310" cy="956310"/>
                <wp:effectExtent l="19050" t="19050" r="15240" b="34290"/>
                <wp:wrapNone/>
                <wp:docPr id="18" name="Vývojový diagram: rozhodnutí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8310" cy="95631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5EF51F" w14:textId="3006894B" w:rsidR="006777A4" w:rsidRDefault="00B515A5" w:rsidP="006777A4">
                            <w:pPr>
                              <w:jc w:val="center"/>
                            </w:pPr>
                            <w:r>
                              <w:t>Je DŽ v pořádku?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1DCA1" id="Vývojový diagram: rozhodnutí 18" o:spid="_x0000_s1050" type="#_x0000_t110" style="position:absolute;margin-left:587.8pt;margin-top:186.7pt;width:135.3pt;height:75.3pt;z-index:25165825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" fillcolor="#ed7d31 [3205]" strokecolor="#823b0b [1605]" strokeweight="1pt">
                <v:textbox>
                  <w:txbxContent>
                    <w:p w14:paraId="2A5EF51F" w14:textId="3006894B" w:rsidR="006777A4" w:rsidRDefault="00B515A5" w:rsidP="006777A4">
                      <w:pPr>
                        <w:jc w:val="center"/>
                      </w:pPr>
                      <w:r>
                        <w:t>Je DŽ v pořádku?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6445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88" behindDoc="0" locked="0" layoutInCell="1" allowOverlap="1" wp14:anchorId="0046D748" wp14:editId="1D3240EB">
                <wp:simplePos x="0" y="0"/>
                <wp:positionH relativeFrom="column">
                  <wp:posOffset>2995929</wp:posOffset>
                </wp:positionH>
                <wp:positionV relativeFrom="paragraph">
                  <wp:posOffset>652781</wp:posOffset>
                </wp:positionV>
                <wp:extent cx="836295" cy="45719"/>
                <wp:effectExtent l="0" t="38100" r="40005" b="88265"/>
                <wp:wrapNone/>
                <wp:docPr id="54" name="Přímá spojnice se šipkou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6295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 id="Přímá spojnice se šipkou 54" style="position:absolute;margin-left:235.9pt;margin-top:51.4pt;width:65.85pt;height:3.6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" w14:anchorId="17344E9F">
                <v:stroke joinstyle="miter" endarrow="block"/>
              </v:shape>
            </w:pict>
          </mc:Fallback>
        </mc:AlternateContent>
      </w:r>
      <w:r w:rsidR="00CF459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87" behindDoc="0" locked="0" layoutInCell="1" allowOverlap="1" wp14:anchorId="681DC65C" wp14:editId="4DD7943C">
                <wp:simplePos x="0" y="0"/>
                <wp:positionH relativeFrom="column">
                  <wp:posOffset>1405255</wp:posOffset>
                </wp:positionH>
                <wp:positionV relativeFrom="paragraph">
                  <wp:posOffset>679450</wp:posOffset>
                </wp:positionV>
                <wp:extent cx="352425" cy="0"/>
                <wp:effectExtent l="0" t="76200" r="9525" b="95250"/>
                <wp:wrapNone/>
                <wp:docPr id="52" name="Přímá spojnice se šipkou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 id="Přímá spojnice se šipkou 52" style="position:absolute;margin-left:110.65pt;margin-top:53.5pt;width:27.75pt;height:0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" w14:anchorId="56770C54">
                <v:stroke joinstyle="miter" endarrow="block"/>
              </v:shape>
            </w:pict>
          </mc:Fallback>
        </mc:AlternateContent>
      </w:r>
      <w:r w:rsidR="00B515A5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6980BE18" wp14:editId="6FAC971B">
                <wp:simplePos x="0" y="0"/>
                <wp:positionH relativeFrom="margin">
                  <wp:align>left</wp:align>
                </wp:positionH>
                <wp:positionV relativeFrom="paragraph">
                  <wp:posOffset>457200</wp:posOffset>
                </wp:positionV>
                <wp:extent cx="1409700" cy="434340"/>
                <wp:effectExtent l="0" t="0" r="19050" b="22860"/>
                <wp:wrapNone/>
                <wp:docPr id="7" name="Vývojový diagram: ukončení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43434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86BD66" w14:textId="20F884DE" w:rsidR="00A357D7" w:rsidRDefault="00A357D7" w:rsidP="00A357D7">
                            <w:pPr>
                              <w:jc w:val="center"/>
                            </w:pPr>
                            <w:r>
                              <w:t>Zahájení procesu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0BE18" id="Vývojový diagram: ukončení 7" o:spid="_x0000_s1051" type="#_x0000_t116" style="position:absolute;margin-left:0;margin-top:36pt;width:111pt;height:34.2pt;z-index:25165825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" fillcolor="#a5a5a5 [3206]" strokecolor="#525252 [1606]" strokeweight="1pt">
                <v:textbox>
                  <w:txbxContent>
                    <w:p w14:paraId="2286BD66" w14:textId="20F884DE" w:rsidR="00A357D7" w:rsidRDefault="00A357D7" w:rsidP="00A357D7">
                      <w:pPr>
                        <w:jc w:val="center"/>
                      </w:pPr>
                      <w:r>
                        <w:t>Zahájení procesu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64451">
        <w:rPr>
          <w:b/>
          <w:bCs/>
          <w:noProof/>
        </w:rPr>
        <w:t>dsafa</w:t>
      </w:r>
      <w:r w:rsidR="00B515A5">
        <w:br w:type="page"/>
      </w:r>
    </w:p>
    <w:p w14:paraId="74850BE1" w14:textId="5F41957A" w:rsidR="00B515A5" w:rsidRDefault="005A7A6D">
      <w:r>
        <w:rPr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58330" behindDoc="0" locked="0" layoutInCell="1" allowOverlap="1" wp14:anchorId="768CAE74" wp14:editId="4BF2F6C7">
                <wp:simplePos x="0" y="0"/>
                <wp:positionH relativeFrom="margin">
                  <wp:posOffset>26377</wp:posOffset>
                </wp:positionH>
                <wp:positionV relativeFrom="paragraph">
                  <wp:posOffset>-153914</wp:posOffset>
                </wp:positionV>
                <wp:extent cx="495300" cy="352425"/>
                <wp:effectExtent l="0" t="0" r="19050" b="28575"/>
                <wp:wrapNone/>
                <wp:docPr id="106" name="Vývojový diagram: spojnice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35242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F6C98A" w14:textId="77777777" w:rsidR="00AB4C4E" w:rsidRDefault="00AB4C4E" w:rsidP="00AB4C4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8CAE74" id="Vývojový diagram: spojnice 106" o:spid="_x0000_s1052" type="#_x0000_t120" style="position:absolute;margin-left:2.1pt;margin-top:-12.1pt;width:39pt;height:27.75pt;z-index:25165833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" fillcolor="#ffc000 [3207]" strokecolor="#7f5f00 [1607]" strokeweight="1pt">
                <v:stroke joinstyle="miter"/>
                <v:textbox>
                  <w:txbxContent>
                    <w:p w14:paraId="47F6C98A" w14:textId="77777777" w:rsidR="00AB4C4E" w:rsidRDefault="00AB4C4E" w:rsidP="00AB4C4E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D213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02" behindDoc="0" locked="0" layoutInCell="1" allowOverlap="1" wp14:anchorId="37965306" wp14:editId="5E4D7461">
                <wp:simplePos x="0" y="0"/>
                <wp:positionH relativeFrom="column">
                  <wp:posOffset>3396713</wp:posOffset>
                </wp:positionH>
                <wp:positionV relativeFrom="paragraph">
                  <wp:posOffset>-287265</wp:posOffset>
                </wp:positionV>
                <wp:extent cx="124899" cy="178777"/>
                <wp:effectExtent l="0" t="38100" r="66040" b="31115"/>
                <wp:wrapNone/>
                <wp:docPr id="70" name="Přímá spojnice se šipkou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4899" cy="17877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CEB551" id="Přímá spojnice se šipkou 70" o:spid="_x0000_s1026" type="#_x0000_t32" style="position:absolute;margin-left:267.45pt;margin-top:-22.6pt;width:9.85pt;height:14.1pt;flip:y;z-index:2516583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" strokecolor="black [3200]" strokeweight="1.5pt">
                <v:stroke endarrow="block" joinstyle="miter"/>
              </v:shape>
            </w:pict>
          </mc:Fallback>
        </mc:AlternateContent>
      </w:r>
      <w:r w:rsidR="00AE715D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32" behindDoc="0" locked="0" layoutInCell="1" allowOverlap="1" wp14:anchorId="29594303" wp14:editId="37DE5061">
                <wp:simplePos x="0" y="0"/>
                <wp:positionH relativeFrom="rightMargin">
                  <wp:posOffset>-8391427</wp:posOffset>
                </wp:positionH>
                <wp:positionV relativeFrom="paragraph">
                  <wp:posOffset>254928</wp:posOffset>
                </wp:positionV>
                <wp:extent cx="375138" cy="313592"/>
                <wp:effectExtent l="0" t="0" r="82550" b="48895"/>
                <wp:wrapNone/>
                <wp:docPr id="108" name="Přímá spojnice se šipkou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5138" cy="31359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123C68" id="Přímá spojnice se šipkou 108" o:spid="_x0000_s1026" type="#_x0000_t32" style="position:absolute;margin-left:-660.75pt;margin-top:20.05pt;width:29.55pt;height:24.7pt;z-index:25165833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" strokecolor="black [3200]" strokeweight="1.5pt">
                <v:stroke endarrow="block" joinstyle="miter"/>
                <w10:wrap anchorx="margin"/>
              </v:shape>
            </w:pict>
          </mc:Fallback>
        </mc:AlternateContent>
      </w:r>
      <w:r w:rsidR="00AE715D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07" behindDoc="0" locked="0" layoutInCell="1" allowOverlap="1" wp14:anchorId="44E4E928" wp14:editId="3869EA67">
                <wp:simplePos x="0" y="0"/>
                <wp:positionH relativeFrom="rightMargin">
                  <wp:posOffset>-1304827</wp:posOffset>
                </wp:positionH>
                <wp:positionV relativeFrom="paragraph">
                  <wp:posOffset>99597</wp:posOffset>
                </wp:positionV>
                <wp:extent cx="316523" cy="45719"/>
                <wp:effectExtent l="0" t="38100" r="26670" b="88265"/>
                <wp:wrapNone/>
                <wp:docPr id="78" name="Přímá spojnice se šipkou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6523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28729D" id="Přímá spojnice se šipkou 78" o:spid="_x0000_s1026" type="#_x0000_t32" style="position:absolute;margin-left:-102.75pt;margin-top:7.85pt;width:24.9pt;height:3.6pt;z-index:251658309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" strokecolor="black [3200]" strokeweight="1.5pt">
                <v:stroke endarrow="block" joinstyle="miter"/>
                <w10:wrap anchorx="margin"/>
              </v:shape>
            </w:pict>
          </mc:Fallback>
        </mc:AlternateContent>
      </w:r>
      <w:r w:rsidR="00AE715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29" behindDoc="0" locked="0" layoutInCell="1" allowOverlap="1" wp14:anchorId="5C6348BE" wp14:editId="48AC2FE1">
                <wp:simplePos x="0" y="0"/>
                <wp:positionH relativeFrom="column">
                  <wp:posOffset>6933565</wp:posOffset>
                </wp:positionH>
                <wp:positionV relativeFrom="paragraph">
                  <wp:posOffset>-108780</wp:posOffset>
                </wp:positionV>
                <wp:extent cx="600075" cy="533400"/>
                <wp:effectExtent l="0" t="0" r="28575" b="19050"/>
                <wp:wrapNone/>
                <wp:docPr id="105" name="Vývojový diagram: spojnice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5334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74DB88" w14:textId="77777777" w:rsidR="00AB4C4E" w:rsidRDefault="00AB4C4E" w:rsidP="00AB4C4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6348BE" id="Vývojový diagram: spojnice 105" o:spid="_x0000_s1053" type="#_x0000_t120" style="position:absolute;margin-left:545.95pt;margin-top:-8.55pt;width:47.25pt;height:42pt;z-index:2516583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" fillcolor="#ffc000 [3207]" strokecolor="#7f5f00 [1607]" strokeweight="1pt">
                <v:stroke joinstyle="miter"/>
                <v:textbox>
                  <w:txbxContent>
                    <w:p w14:paraId="3374DB88" w14:textId="77777777" w:rsidR="00AB4C4E" w:rsidRDefault="00AB4C4E" w:rsidP="00AB4C4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65A11">
        <w:rPr>
          <w:noProof/>
        </w:rPr>
        <mc:AlternateContent>
          <mc:Choice Requires="wps">
            <w:drawing>
              <wp:anchor distT="0" distB="0" distL="114300" distR="114300" simplePos="0" relativeHeight="251658265" behindDoc="0" locked="0" layoutInCell="1" allowOverlap="1" wp14:anchorId="1E47C811" wp14:editId="37AED001">
                <wp:simplePos x="0" y="0"/>
                <wp:positionH relativeFrom="margin">
                  <wp:posOffset>976630</wp:posOffset>
                </wp:positionH>
                <wp:positionV relativeFrom="paragraph">
                  <wp:posOffset>-604519</wp:posOffset>
                </wp:positionV>
                <wp:extent cx="1744980" cy="609600"/>
                <wp:effectExtent l="0" t="0" r="26670" b="19050"/>
                <wp:wrapNone/>
                <wp:docPr id="26" name="Vývojový diagram: postup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4980" cy="6096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32FA58" w14:textId="0DFB294F" w:rsidR="00B515A5" w:rsidRDefault="00B515A5" w:rsidP="0015125B">
                            <w:pPr>
                              <w:spacing w:after="0"/>
                              <w:jc w:val="center"/>
                            </w:pPr>
                            <w:r>
                              <w:t>Tvorba dotačních smluv</w:t>
                            </w:r>
                            <w:r w:rsidR="002A696C">
                              <w:t xml:space="preserve"> </w:t>
                            </w:r>
                          </w:p>
                          <w:p w14:paraId="0C6E6286" w14:textId="58103EC7" w:rsidR="0015125B" w:rsidRDefault="0040453C" w:rsidP="0015125B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47C811" id="Vývojový diagram: postup 26" o:spid="_x0000_s1054" type="#_x0000_t109" style="position:absolute;margin-left:76.9pt;margin-top:-47.6pt;width:137.4pt;height:48pt;z-index:25165826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" fillcolor="#4472c4 [3204]" strokecolor="#1f3763 [1604]" strokeweight="1pt">
                <v:textbox>
                  <w:txbxContent>
                    <w:p w14:paraId="1732FA58" w14:textId="0DFB294F" w:rsidR="00B515A5" w:rsidRDefault="00B515A5" w:rsidP="0015125B">
                      <w:pPr>
                        <w:spacing w:after="0"/>
                        <w:jc w:val="center"/>
                      </w:pPr>
                      <w:r>
                        <w:t>Tvorba dotačních smluv</w:t>
                      </w:r>
                      <w:r w:rsidR="002A696C">
                        <w:t xml:space="preserve"> </w:t>
                      </w:r>
                    </w:p>
                    <w:p w14:paraId="0C6E6286" w14:textId="58103EC7" w:rsidR="0015125B" w:rsidRDefault="0040453C" w:rsidP="0015125B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342B3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33" behindDoc="0" locked="0" layoutInCell="1" allowOverlap="1" wp14:anchorId="61D685E6" wp14:editId="3FFEBC3B">
                <wp:simplePos x="0" y="0"/>
                <wp:positionH relativeFrom="margin">
                  <wp:posOffset>307975</wp:posOffset>
                </wp:positionH>
                <wp:positionV relativeFrom="paragraph">
                  <wp:posOffset>-907415</wp:posOffset>
                </wp:positionV>
                <wp:extent cx="57150" cy="678180"/>
                <wp:effectExtent l="57150" t="0" r="38100" b="64770"/>
                <wp:wrapNone/>
                <wp:docPr id="109" name="Přímá spojnice se šipkou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" cy="6781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 id="Přímá spojnice se šipkou 109" style="position:absolute;margin-left:24.25pt;margin-top:-71.45pt;width:4.5pt;height:53.4pt;flip:x;z-index:251836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" w14:anchorId="446D1952">
                <v:stroke joinstyle="miter" endarrow="block"/>
                <w10:wrap anchorx="margin"/>
              </v:shape>
            </w:pict>
          </mc:Fallback>
        </mc:AlternateContent>
      </w:r>
      <w:r w:rsidR="005342B3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31" behindDoc="0" locked="0" layoutInCell="1" allowOverlap="1" wp14:anchorId="655553D3" wp14:editId="34D7EA12">
                <wp:simplePos x="0" y="0"/>
                <wp:positionH relativeFrom="rightMargin">
                  <wp:posOffset>-8303260</wp:posOffset>
                </wp:positionH>
                <wp:positionV relativeFrom="paragraph">
                  <wp:posOffset>-216535</wp:posOffset>
                </wp:positionV>
                <wp:extent cx="233680" cy="132715"/>
                <wp:effectExtent l="0" t="38100" r="52070" b="19685"/>
                <wp:wrapNone/>
                <wp:docPr id="107" name="Přímá spojnice se šipkou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3680" cy="1327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AEE7A8" id="Přímá spojnice se šipkou 107" o:spid="_x0000_s1026" type="#_x0000_t32" style="position:absolute;margin-left:-653.8pt;margin-top:-17.05pt;width:18.4pt;height:10.45pt;flip:y;z-index:251658333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" strokecolor="black [3200]" strokeweight="1.5pt">
                <v:stroke endarrow="block" joinstyle="miter"/>
                <w10:wrap anchorx="margin"/>
              </v:shape>
            </w:pict>
          </mc:Fallback>
        </mc:AlternateContent>
      </w:r>
      <w:r w:rsidR="005342B3">
        <w:rPr>
          <w:noProof/>
        </w:rPr>
        <mc:AlternateContent>
          <mc:Choice Requires="wps">
            <w:drawing>
              <wp:anchor distT="0" distB="0" distL="114300" distR="114300" simplePos="0" relativeHeight="251658266" behindDoc="0" locked="0" layoutInCell="1" allowOverlap="1" wp14:anchorId="2B87B4EA" wp14:editId="5EBC269C">
                <wp:simplePos x="0" y="0"/>
                <wp:positionH relativeFrom="margin">
                  <wp:posOffset>3604895</wp:posOffset>
                </wp:positionH>
                <wp:positionV relativeFrom="paragraph">
                  <wp:posOffset>-536575</wp:posOffset>
                </wp:positionV>
                <wp:extent cx="3009900" cy="457200"/>
                <wp:effectExtent l="0" t="0" r="19050" b="19050"/>
                <wp:wrapNone/>
                <wp:docPr id="28" name="Vývojový diagram: postup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4572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94D426" w14:textId="5309C6BF" w:rsidR="00590B50" w:rsidRDefault="00590B50" w:rsidP="0040453C">
                            <w:pPr>
                              <w:spacing w:after="0"/>
                              <w:jc w:val="center"/>
                            </w:pPr>
                            <w:r>
                              <w:t>Rozeslání oznámení o schválení/neschválení DŽ</w:t>
                            </w:r>
                          </w:p>
                          <w:p w14:paraId="02175274" w14:textId="394DE82F" w:rsidR="0040453C" w:rsidRDefault="0040453C" w:rsidP="0040453C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7B4EA" id="Vývojový diagram: postup 28" o:spid="_x0000_s1055" type="#_x0000_t109" style="position:absolute;margin-left:283.85pt;margin-top:-42.25pt;width:237pt;height:36pt;z-index:25165826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" fillcolor="#4472c4 [3204]" strokecolor="#1f3763 [1604]" strokeweight="1pt">
                <v:textbox>
                  <w:txbxContent>
                    <w:p w14:paraId="1B94D426" w14:textId="5309C6BF" w:rsidR="00590B50" w:rsidRDefault="00590B50" w:rsidP="0040453C">
                      <w:pPr>
                        <w:spacing w:after="0"/>
                        <w:jc w:val="center"/>
                      </w:pPr>
                      <w:r>
                        <w:t>Rozeslání oznámení o schválení/neschválení DŽ</w:t>
                      </w:r>
                    </w:p>
                    <w:p w14:paraId="02175274" w14:textId="394DE82F" w:rsidR="0040453C" w:rsidRDefault="0040453C" w:rsidP="0040453C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342B3">
        <w:rPr>
          <w:noProof/>
        </w:rPr>
        <mc:AlternateContent>
          <mc:Choice Requires="wps">
            <w:drawing>
              <wp:anchor distT="0" distB="0" distL="114300" distR="114300" simplePos="0" relativeHeight="251658267" behindDoc="0" locked="0" layoutInCell="1" allowOverlap="1" wp14:anchorId="39DE3BB4" wp14:editId="67E4BA13">
                <wp:simplePos x="0" y="0"/>
                <wp:positionH relativeFrom="margin">
                  <wp:posOffset>3684270</wp:posOffset>
                </wp:positionH>
                <wp:positionV relativeFrom="paragraph">
                  <wp:posOffset>328930</wp:posOffset>
                </wp:positionV>
                <wp:extent cx="3009900" cy="457200"/>
                <wp:effectExtent l="0" t="0" r="19050" b="19050"/>
                <wp:wrapNone/>
                <wp:docPr id="29" name="Vývojový diagram: postup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4572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7CDBF0" w14:textId="5950F4A6" w:rsidR="00590B50" w:rsidRDefault="00590B50" w:rsidP="0040453C">
                            <w:pPr>
                              <w:spacing w:after="0"/>
                              <w:jc w:val="center"/>
                            </w:pPr>
                            <w:r>
                              <w:t>Rozeslání dotačních smluv</w:t>
                            </w:r>
                            <w:r w:rsidR="00DB071C">
                              <w:t xml:space="preserve"> příjemcům k podpisu</w:t>
                            </w:r>
                          </w:p>
                          <w:p w14:paraId="15B7A920" w14:textId="77777777" w:rsidR="0040453C" w:rsidRDefault="0040453C" w:rsidP="0040453C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  <w:p w14:paraId="6493D0A1" w14:textId="77777777" w:rsidR="0040453C" w:rsidRDefault="0040453C" w:rsidP="0040453C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DE3BB4" id="Vývojový diagram: postup 29" o:spid="_x0000_s1056" type="#_x0000_t109" style="position:absolute;margin-left:290.1pt;margin-top:25.9pt;width:237pt;height:36pt;z-index:25165826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" fillcolor="#4472c4 [3204]" strokecolor="#1f3763 [1604]" strokeweight="1pt">
                <v:textbox>
                  <w:txbxContent>
                    <w:p w14:paraId="397CDBF0" w14:textId="5950F4A6" w:rsidR="00590B50" w:rsidRDefault="00590B50" w:rsidP="0040453C">
                      <w:pPr>
                        <w:spacing w:after="0"/>
                        <w:jc w:val="center"/>
                      </w:pPr>
                      <w:r>
                        <w:t>Rozeslání dotačních smluv</w:t>
                      </w:r>
                      <w:r w:rsidR="00DB071C">
                        <w:t xml:space="preserve"> příjemcům k podpisu</w:t>
                      </w:r>
                    </w:p>
                    <w:p w14:paraId="15B7A920" w14:textId="77777777" w:rsidR="0040453C" w:rsidRDefault="0040453C" w:rsidP="0040453C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  <w:p w14:paraId="6493D0A1" w14:textId="77777777" w:rsidR="0040453C" w:rsidRDefault="0040453C" w:rsidP="0040453C">
                      <w:pPr>
                        <w:spacing w:after="0"/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342B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28" behindDoc="0" locked="0" layoutInCell="1" allowOverlap="1" wp14:anchorId="14FF8A81" wp14:editId="721048DA">
                <wp:simplePos x="0" y="0"/>
                <wp:positionH relativeFrom="column">
                  <wp:posOffset>2923540</wp:posOffset>
                </wp:positionH>
                <wp:positionV relativeFrom="paragraph">
                  <wp:posOffset>-53975</wp:posOffset>
                </wp:positionV>
                <wp:extent cx="600075" cy="533400"/>
                <wp:effectExtent l="0" t="0" r="28575" b="19050"/>
                <wp:wrapNone/>
                <wp:docPr id="104" name="Vývojový diagram: spojnic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5334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EC942D" w14:textId="261B897D" w:rsidR="00AB4C4E" w:rsidRDefault="00AB4C4E" w:rsidP="00AB4C4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FF8A81" id="Vývojový diagram: spojnice 104" o:spid="_x0000_s1057" type="#_x0000_t120" style="position:absolute;margin-left:230.2pt;margin-top:-4.25pt;width:47.25pt;height:42pt;z-index:251658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" fillcolor="#ffc000 [3207]" strokecolor="#7f5f00 [1607]" strokeweight="1pt">
                <v:stroke joinstyle="miter"/>
                <v:textbox>
                  <w:txbxContent>
                    <w:p w14:paraId="72EC942D" w14:textId="261B897D" w:rsidR="00AB4C4E" w:rsidRDefault="00AB4C4E" w:rsidP="00AB4C4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5342B3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06" behindDoc="0" locked="0" layoutInCell="1" allowOverlap="1" wp14:anchorId="627384DE" wp14:editId="02FF4B8C">
                <wp:simplePos x="0" y="0"/>
                <wp:positionH relativeFrom="column">
                  <wp:posOffset>2810510</wp:posOffset>
                </wp:positionH>
                <wp:positionV relativeFrom="paragraph">
                  <wp:posOffset>-290830</wp:posOffset>
                </wp:positionV>
                <wp:extent cx="244475" cy="180340"/>
                <wp:effectExtent l="0" t="0" r="79375" b="48260"/>
                <wp:wrapNone/>
                <wp:docPr id="75" name="Přímá spojnice se šipkou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4475" cy="1803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F03D93" id="Přímá spojnice se šipkou 75" o:spid="_x0000_s1026" type="#_x0000_t32" style="position:absolute;margin-left:221.3pt;margin-top:-22.9pt;width:19.25pt;height:14.2pt;z-index:2516583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" strokecolor="black [3200]" strokeweight="1.5pt">
                <v:stroke endarrow="block" joinstyle="miter"/>
              </v:shape>
            </w:pict>
          </mc:Fallback>
        </mc:AlternateContent>
      </w:r>
      <w:r w:rsidR="005342B3">
        <w:rPr>
          <w:noProof/>
        </w:rPr>
        <mc:AlternateContent>
          <mc:Choice Requires="wps">
            <w:drawing>
              <wp:anchor distT="0" distB="0" distL="114300" distR="114300" simplePos="0" relativeHeight="251658268" behindDoc="0" locked="0" layoutInCell="1" allowOverlap="1" wp14:anchorId="3EB49EE0" wp14:editId="543E0856">
                <wp:simplePos x="0" y="0"/>
                <wp:positionH relativeFrom="margin">
                  <wp:posOffset>7967345</wp:posOffset>
                </wp:positionH>
                <wp:positionV relativeFrom="paragraph">
                  <wp:posOffset>-191135</wp:posOffset>
                </wp:positionV>
                <wp:extent cx="1438275" cy="676275"/>
                <wp:effectExtent l="0" t="0" r="28575" b="28575"/>
                <wp:wrapNone/>
                <wp:docPr id="30" name="Vývojový diagram: postup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ECCB5D" w14:textId="1B6C4EC0" w:rsidR="00516CC2" w:rsidRDefault="00590B50" w:rsidP="00516CC2">
                            <w:pPr>
                              <w:spacing w:after="0"/>
                              <w:jc w:val="center"/>
                            </w:pPr>
                            <w:r>
                              <w:t>Vrácení podepsaných smluv od příjemců</w:t>
                            </w:r>
                          </w:p>
                          <w:p w14:paraId="0D2D1F04" w14:textId="0F6702FE" w:rsidR="00516CC2" w:rsidRDefault="00516CC2" w:rsidP="00516CC2">
                            <w:pPr>
                              <w:spacing w:after="0"/>
                              <w:jc w:val="center"/>
                            </w:pPr>
                            <w:r>
                              <w:t>(Žadatel)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B49EE0" id="Vývojový diagram: postup 30" o:spid="_x0000_s1058" type="#_x0000_t109" style="position:absolute;margin-left:627.35pt;margin-top:-15.05pt;width:113.25pt;height:53.25pt;z-index:2516582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" fillcolor="#4472c4 [3204]" strokecolor="#1f3763 [1604]" strokeweight="1pt">
                <v:textbox>
                  <w:txbxContent>
                    <w:p w14:paraId="65ECCB5D" w14:textId="1B6C4EC0" w:rsidR="00516CC2" w:rsidRDefault="00590B50" w:rsidP="00516CC2">
                      <w:pPr>
                        <w:spacing w:after="0"/>
                        <w:jc w:val="center"/>
                      </w:pPr>
                      <w:r>
                        <w:t>Vrácení podepsaných smluv od příjemců</w:t>
                      </w:r>
                    </w:p>
                    <w:p w14:paraId="0D2D1F04" w14:textId="0F6702FE" w:rsidR="00516CC2" w:rsidRDefault="00516CC2" w:rsidP="00516CC2">
                      <w:pPr>
                        <w:spacing w:after="0"/>
                        <w:jc w:val="center"/>
                      </w:pPr>
                      <w:r>
                        <w:t>(Žadatel)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342B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03" behindDoc="0" locked="0" layoutInCell="1" allowOverlap="1" wp14:anchorId="4F3320E7" wp14:editId="2DA2A91A">
                <wp:simplePos x="0" y="0"/>
                <wp:positionH relativeFrom="column">
                  <wp:posOffset>6670040</wp:posOffset>
                </wp:positionH>
                <wp:positionV relativeFrom="paragraph">
                  <wp:posOffset>-280670</wp:posOffset>
                </wp:positionV>
                <wp:extent cx="329565" cy="201930"/>
                <wp:effectExtent l="0" t="0" r="70485" b="64770"/>
                <wp:wrapNone/>
                <wp:docPr id="71" name="Přímá spojnice se šipkou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9565" cy="20193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 id="Přímá spojnice se šipkou 71" style="position:absolute;margin-left:525.2pt;margin-top:-22.1pt;width:25.95pt;height:15.9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" w14:anchorId="7A13F829">
                <v:stroke joinstyle="miter" endarrow="block"/>
              </v:shape>
            </w:pict>
          </mc:Fallback>
        </mc:AlternateContent>
      </w:r>
      <w:r w:rsidR="005342B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04" behindDoc="0" locked="0" layoutInCell="1" allowOverlap="1" wp14:anchorId="4D24D75F" wp14:editId="0D763FA3">
                <wp:simplePos x="0" y="0"/>
                <wp:positionH relativeFrom="column">
                  <wp:posOffset>6765925</wp:posOffset>
                </wp:positionH>
                <wp:positionV relativeFrom="paragraph">
                  <wp:posOffset>411480</wp:posOffset>
                </wp:positionV>
                <wp:extent cx="233680" cy="180340"/>
                <wp:effectExtent l="0" t="38100" r="52070" b="29210"/>
                <wp:wrapNone/>
                <wp:docPr id="72" name="Přímá spojnice se šipkou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3680" cy="1803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A93DF" id="Přímá spojnice se šipkou 72" o:spid="_x0000_s1026" type="#_x0000_t32" style="position:absolute;margin-left:532.75pt;margin-top:32.4pt;width:18.4pt;height:14.2pt;flip:y;z-index:2516583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" strokecolor="black [3200]" strokeweight="1.5pt">
                <v:stroke endarrow="block" joinstyle="miter"/>
              </v:shape>
            </w:pict>
          </mc:Fallback>
        </mc:AlternateContent>
      </w:r>
    </w:p>
    <w:p w14:paraId="2CF4E656" w14:textId="208A7520" w:rsidR="00C14F7B" w:rsidRDefault="00AE715D" w:rsidP="5EA22C5C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01" behindDoc="0" locked="0" layoutInCell="1" allowOverlap="1" wp14:anchorId="4AEDDDA5" wp14:editId="75BBD0FF">
                <wp:simplePos x="0" y="0"/>
                <wp:positionH relativeFrom="column">
                  <wp:posOffset>3467051</wp:posOffset>
                </wp:positionH>
                <wp:positionV relativeFrom="paragraph">
                  <wp:posOffset>191917</wp:posOffset>
                </wp:positionV>
                <wp:extent cx="169985" cy="161827"/>
                <wp:effectExtent l="0" t="0" r="78105" b="48260"/>
                <wp:wrapNone/>
                <wp:docPr id="69" name="Přímá spojnice se šipkou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985" cy="16182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5F87B9" id="Přímá spojnice se šipkou 69" o:spid="_x0000_s1026" type="#_x0000_t32" style="position:absolute;margin-left:273pt;margin-top:15.1pt;width:13.4pt;height:12.75pt;z-index:25165830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" strokecolor="black [3200]" strokeweight="1.5pt">
                <v:stroke endarrow="block" joinstyle="miter"/>
              </v:shape>
            </w:pict>
          </mc:Fallback>
        </mc:AlternateContent>
      </w:r>
      <w:r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05" behindDoc="0" locked="0" layoutInCell="1" allowOverlap="1" wp14:anchorId="4C61DBAF" wp14:editId="4D64F495">
                <wp:simplePos x="0" y="0"/>
                <wp:positionH relativeFrom="column">
                  <wp:posOffset>2787112</wp:posOffset>
                </wp:positionH>
                <wp:positionV relativeFrom="paragraph">
                  <wp:posOffset>203639</wp:posOffset>
                </wp:positionV>
                <wp:extent cx="216877" cy="153425"/>
                <wp:effectExtent l="0" t="38100" r="50165" b="18415"/>
                <wp:wrapNone/>
                <wp:docPr id="74" name="Přímá spojnice se šipkou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6877" cy="1534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39ADA5" id="Přímá spojnice se šipkou 74" o:spid="_x0000_s1026" type="#_x0000_t32" style="position:absolute;margin-left:219.45pt;margin-top:16.05pt;width:17.1pt;height:12.1pt;flip:y;z-index:2516583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" strokecolor="black [3200]" strokeweight="1.5pt">
                <v:stroke endarrow="block" joinstyle="miter"/>
              </v:shape>
            </w:pict>
          </mc:Fallback>
        </mc:AlternateContent>
      </w:r>
      <w:r w:rsidR="0018245E">
        <w:rPr>
          <w:noProof/>
        </w:rPr>
        <mc:AlternateContent>
          <mc:Choice Requires="wps">
            <w:drawing>
              <wp:anchor distT="0" distB="0" distL="114300" distR="114300" simplePos="0" relativeHeight="251658347" behindDoc="1" locked="0" layoutInCell="1" allowOverlap="1" wp14:anchorId="4EF6EEF5" wp14:editId="549AAAF3">
                <wp:simplePos x="0" y="0"/>
                <wp:positionH relativeFrom="column">
                  <wp:posOffset>957971</wp:posOffset>
                </wp:positionH>
                <wp:positionV relativeFrom="paragraph">
                  <wp:posOffset>253072</wp:posOffset>
                </wp:positionV>
                <wp:extent cx="1792605" cy="723900"/>
                <wp:effectExtent l="0" t="0" r="17145" b="19050"/>
                <wp:wrapTight wrapText="bothSides">
                  <wp:wrapPolygon edited="0">
                    <wp:start x="0" y="0"/>
                    <wp:lineTo x="0" y="21600"/>
                    <wp:lineTo x="21577" y="21600"/>
                    <wp:lineTo x="21577" y="0"/>
                    <wp:lineTo x="0" y="0"/>
                  </wp:wrapPolygon>
                </wp:wrapTight>
                <wp:docPr id="1587686492" name="Vývojový diagram: postup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2605" cy="7239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D386E8" w14:textId="1A26DEA7" w:rsidR="000C7136" w:rsidRDefault="000C7136" w:rsidP="0015125B">
                            <w:pPr>
                              <w:spacing w:after="0"/>
                              <w:jc w:val="center"/>
                            </w:pPr>
                            <w:r>
                              <w:t xml:space="preserve">Tvorba finančního profilu </w:t>
                            </w:r>
                            <w:r w:rsidR="00590B50">
                              <w:t>smluv</w:t>
                            </w:r>
                            <w:r w:rsidR="0015125B">
                              <w:t xml:space="preserve"> </w:t>
                            </w:r>
                          </w:p>
                          <w:p w14:paraId="3B0CF0F8" w14:textId="397361BC" w:rsidR="0015125B" w:rsidRDefault="0015125B" w:rsidP="0015125B">
                            <w:pPr>
                              <w:spacing w:after="0"/>
                              <w:jc w:val="center"/>
                            </w:pPr>
                            <w:r>
                              <w:t>(Ekonom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F6EEF5" id="Vývojový diagram: postup 27" o:spid="_x0000_s1059" type="#_x0000_t109" style="position:absolute;margin-left:75.45pt;margin-top:19.95pt;width:141.15pt;height:57pt;z-index:-25165813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" fillcolor="#4472c4 [3204]" strokecolor="#1f3763 [1604]" strokeweight="1pt">
                <v:textbox>
                  <w:txbxContent>
                    <w:p w14:paraId="38D386E8" w14:textId="1A26DEA7" w:rsidR="000C7136" w:rsidRDefault="000C7136" w:rsidP="0015125B">
                      <w:pPr>
                        <w:spacing w:after="0"/>
                        <w:jc w:val="center"/>
                      </w:pPr>
                      <w:r>
                        <w:t xml:space="preserve">Tvorba finančního profilu </w:t>
                      </w:r>
                      <w:r w:rsidR="00590B50">
                        <w:t>smluv</w:t>
                      </w:r>
                      <w:r w:rsidR="0015125B">
                        <w:t xml:space="preserve"> </w:t>
                      </w:r>
                    </w:p>
                    <w:p w14:paraId="3B0CF0F8" w14:textId="397361BC" w:rsidR="0015125B" w:rsidRDefault="0015125B" w:rsidP="0015125B">
                      <w:pPr>
                        <w:spacing w:after="0"/>
                        <w:jc w:val="center"/>
                      </w:pPr>
                      <w:r>
                        <w:t>(Ekonom DP)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611F587D" w14:textId="52CCF869" w:rsidR="00A357D7" w:rsidRDefault="005342B3">
      <w:r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08" behindDoc="0" locked="0" layoutInCell="1" allowOverlap="1" wp14:anchorId="15DD8315" wp14:editId="2FFDD6FC">
                <wp:simplePos x="0" y="0"/>
                <wp:positionH relativeFrom="margin">
                  <wp:posOffset>8475736</wp:posOffset>
                </wp:positionH>
                <wp:positionV relativeFrom="paragraph">
                  <wp:posOffset>9965</wp:posOffset>
                </wp:positionV>
                <wp:extent cx="143607" cy="595092"/>
                <wp:effectExtent l="57150" t="0" r="27940" b="52705"/>
                <wp:wrapNone/>
                <wp:docPr id="79" name="Přímá spojnice se šipkou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3607" cy="59509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F0AD90" id="Přímá spojnice se šipkou 79" o:spid="_x0000_s1026" type="#_x0000_t32" style="position:absolute;margin-left:667.4pt;margin-top:.8pt;width:11.3pt;height:46.85pt;flip:x;z-index:25165831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" strokecolor="black [3200]" strokeweight="1.5pt">
                <v:stroke endarrow="block" joinstyle="miter"/>
                <w10:wrap anchorx="margin"/>
              </v:shape>
            </w:pict>
          </mc:Fallback>
        </mc:AlternateContent>
      </w:r>
      <w:r w:rsidR="00CE2A8C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44" behindDoc="0" locked="0" layoutInCell="1" allowOverlap="1" wp14:anchorId="2EEC7294" wp14:editId="6278E216">
                <wp:simplePos x="0" y="0"/>
                <wp:positionH relativeFrom="column">
                  <wp:posOffset>3428365</wp:posOffset>
                </wp:positionH>
                <wp:positionV relativeFrom="paragraph">
                  <wp:posOffset>4918076</wp:posOffset>
                </wp:positionV>
                <wp:extent cx="7620" cy="842010"/>
                <wp:effectExtent l="38100" t="19050" r="49530" b="53340"/>
                <wp:wrapNone/>
                <wp:docPr id="113" name="Přímá spojnic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84201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line id="Přímá spojnice 113" style="position:absolute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6pt" from="269.95pt,387.25pt" to="270.55pt,453.55pt" w14:anchorId="7E4988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">
                <v:stroke joinstyle="miter"/>
              </v:line>
            </w:pict>
          </mc:Fallback>
        </mc:AlternateContent>
      </w:r>
      <w:r w:rsidR="007B1DC4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25" behindDoc="0" locked="0" layoutInCell="1" allowOverlap="1" wp14:anchorId="6A4325B5" wp14:editId="761CF407">
                <wp:simplePos x="0" y="0"/>
                <wp:positionH relativeFrom="column">
                  <wp:posOffset>1161415</wp:posOffset>
                </wp:positionH>
                <wp:positionV relativeFrom="paragraph">
                  <wp:posOffset>5354955</wp:posOffset>
                </wp:positionV>
                <wp:extent cx="506730" cy="45085"/>
                <wp:effectExtent l="0" t="57150" r="26670" b="50165"/>
                <wp:wrapNone/>
                <wp:docPr id="96" name="Přímá spojnice se šipkou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06730" cy="450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 id="Přímá spojnice se šipkou 96" style="position:absolute;margin-left:91.45pt;margin-top:421.65pt;width:39.9pt;height:3.55pt;flip:x y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" w14:anchorId="5D817EB6">
                <v:stroke joinstyle="miter" endarrow="block"/>
              </v:shape>
            </w:pict>
          </mc:Fallback>
        </mc:AlternateContent>
      </w:r>
      <w:r w:rsidR="007B1DC4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43" behindDoc="0" locked="0" layoutInCell="1" allowOverlap="1" wp14:anchorId="165E7803" wp14:editId="52864945">
                <wp:simplePos x="0" y="0"/>
                <wp:positionH relativeFrom="column">
                  <wp:posOffset>3150870</wp:posOffset>
                </wp:positionH>
                <wp:positionV relativeFrom="paragraph">
                  <wp:posOffset>5310505</wp:posOffset>
                </wp:positionV>
                <wp:extent cx="506730" cy="45719"/>
                <wp:effectExtent l="0" t="57150" r="26670" b="50165"/>
                <wp:wrapNone/>
                <wp:docPr id="103" name="Přímá spojnice se šipkou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06730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 id="Přímá spojnice se šipkou 103" style="position:absolute;margin-left:248.1pt;margin-top:418.15pt;width:39.9pt;height:3.6pt;flip:x y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" w14:anchorId="2A86A4CA">
                <v:stroke joinstyle="miter" endarrow="block"/>
              </v:shape>
            </w:pict>
          </mc:Fallback>
        </mc:AlternateContent>
      </w:r>
      <w:r w:rsidR="005846BF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79" behindDoc="0" locked="0" layoutInCell="1" allowOverlap="1" wp14:anchorId="735F5201" wp14:editId="4FCA965F">
                <wp:simplePos x="0" y="0"/>
                <wp:positionH relativeFrom="margin">
                  <wp:posOffset>-300709</wp:posOffset>
                </wp:positionH>
                <wp:positionV relativeFrom="paragraph">
                  <wp:posOffset>5177466</wp:posOffset>
                </wp:positionV>
                <wp:extent cx="1409700" cy="434340"/>
                <wp:effectExtent l="0" t="0" r="19050" b="22860"/>
                <wp:wrapNone/>
                <wp:docPr id="43" name="Vývojový diagram: ukončení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43434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B85611" w14:textId="40E93E5B" w:rsidR="00CB68F2" w:rsidRDefault="00CB68F2" w:rsidP="00CB68F2">
                            <w:pPr>
                              <w:jc w:val="center"/>
                            </w:pPr>
                            <w:r>
                              <w:t>Ukončení procesu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F5201" id="Vývojový diagram: ukončení 43" o:spid="_x0000_s1060" type="#_x0000_t116" style="position:absolute;margin-left:-23.7pt;margin-top:407.65pt;width:111pt;height:34.2pt;z-index:25165827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" fillcolor="#a5a5a5 [3206]" strokecolor="#525252 [1606]" strokeweight="1pt">
                <v:textbox>
                  <w:txbxContent>
                    <w:p w14:paraId="1AB85611" w14:textId="40E93E5B" w:rsidR="00CB68F2" w:rsidRDefault="00CB68F2" w:rsidP="00CB68F2">
                      <w:pPr>
                        <w:jc w:val="center"/>
                      </w:pPr>
                      <w:r>
                        <w:t>Ukončení procesu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846B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3E6C95A" wp14:editId="7DC65F3F">
                <wp:simplePos x="0" y="0"/>
                <wp:positionH relativeFrom="column">
                  <wp:posOffset>5590171</wp:posOffset>
                </wp:positionH>
                <wp:positionV relativeFrom="paragraph">
                  <wp:posOffset>4599320</wp:posOffset>
                </wp:positionV>
                <wp:extent cx="457200" cy="287079"/>
                <wp:effectExtent l="0" t="0" r="0" b="0"/>
                <wp:wrapNone/>
                <wp:docPr id="118" name="Textové pol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870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70DA24" w14:textId="77777777" w:rsidR="00E40017" w:rsidRDefault="00E40017" w:rsidP="00E40017">
                            <w:r>
                              <w:t>ANO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E6C95A" id="Textové pole 118" o:spid="_x0000_s1061" type="#_x0000_t202" style="position:absolute;margin-left:440.15pt;margin-top:362.15pt;width:36pt;height:22.6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" fillcolor="white [3201]" stroked="f" strokeweight=".5pt">
                <v:textbox>
                  <w:txbxContent>
                    <w:p w14:paraId="3470DA24" w14:textId="77777777" w:rsidR="00E40017" w:rsidRDefault="00E40017" w:rsidP="00E40017">
                      <w:r>
                        <w:t>ANO</w:t>
                      </w:r>
                    </w:p>
                  </w:txbxContent>
                </v:textbox>
              </v:shape>
            </w:pict>
          </mc:Fallback>
        </mc:AlternateContent>
      </w:r>
      <w:r w:rsidR="005846BF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23" behindDoc="0" locked="0" layoutInCell="1" allowOverlap="1" wp14:anchorId="2AE2DCE3" wp14:editId="70087D02">
                <wp:simplePos x="0" y="0"/>
                <wp:positionH relativeFrom="column">
                  <wp:posOffset>5267089</wp:posOffset>
                </wp:positionH>
                <wp:positionV relativeFrom="paragraph">
                  <wp:posOffset>5308733</wp:posOffset>
                </wp:positionV>
                <wp:extent cx="2083981" cy="46074"/>
                <wp:effectExtent l="38100" t="38100" r="12065" b="87630"/>
                <wp:wrapNone/>
                <wp:docPr id="94" name="Přímá spojnice se šipkou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83981" cy="4607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 id="Přímá spojnice se šipkou 94" style="position:absolute;margin-left:414.75pt;margin-top:418pt;width:164.1pt;height:3.65pt;flip:x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" w14:anchorId="586FA1DE">
                <v:stroke joinstyle="miter" endarrow="block"/>
              </v:shape>
            </w:pict>
          </mc:Fallback>
        </mc:AlternateContent>
      </w:r>
      <w:r w:rsidR="005846BF">
        <w:rPr>
          <w:noProof/>
        </w:rPr>
        <mc:AlternateContent>
          <mc:Choice Requires="wps">
            <w:drawing>
              <wp:anchor distT="0" distB="0" distL="114300" distR="114300" simplePos="0" relativeHeight="251658281" behindDoc="0" locked="0" layoutInCell="1" allowOverlap="1" wp14:anchorId="1E3D92ED" wp14:editId="04B5CFC2">
                <wp:simplePos x="0" y="0"/>
                <wp:positionH relativeFrom="margin">
                  <wp:align>center</wp:align>
                </wp:positionH>
                <wp:positionV relativeFrom="paragraph">
                  <wp:posOffset>4930170</wp:posOffset>
                </wp:positionV>
                <wp:extent cx="1333500" cy="676275"/>
                <wp:effectExtent l="0" t="0" r="19050" b="28575"/>
                <wp:wrapNone/>
                <wp:docPr id="45" name="Vývojový diagram: postup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263B14" w14:textId="1E5925C9" w:rsidR="00CB68F2" w:rsidRDefault="00CB68F2" w:rsidP="001513AA">
                            <w:pPr>
                              <w:spacing w:after="0"/>
                              <w:jc w:val="center"/>
                            </w:pPr>
                            <w:r>
                              <w:t>Ukončení dotace</w:t>
                            </w:r>
                          </w:p>
                          <w:p w14:paraId="0DC57805" w14:textId="380178F8" w:rsidR="00F64C05" w:rsidRDefault="00F64C05" w:rsidP="001513AA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3D92ED" id="Vývojový diagram: postup 45" o:spid="_x0000_s1062" type="#_x0000_t109" style="position:absolute;margin-left:0;margin-top:388.2pt;width:105pt;height:53.25pt;z-index:251658281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" fillcolor="#4472c4 [3204]" strokecolor="#1f3763 [1604]" strokeweight="1pt">
                <v:textbox>
                  <w:txbxContent>
                    <w:p w14:paraId="73263B14" w14:textId="1E5925C9" w:rsidR="00CB68F2" w:rsidRDefault="00CB68F2" w:rsidP="001513AA">
                      <w:pPr>
                        <w:spacing w:after="0"/>
                        <w:jc w:val="center"/>
                      </w:pPr>
                      <w:r>
                        <w:t>Ukončení dotace</w:t>
                      </w:r>
                    </w:p>
                    <w:p w14:paraId="0DC57805" w14:textId="380178F8" w:rsidR="00F64C05" w:rsidRDefault="00F64C05" w:rsidP="001513AA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846BF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22" behindDoc="0" locked="0" layoutInCell="1" allowOverlap="1" wp14:anchorId="72935131" wp14:editId="6A518D38">
                <wp:simplePos x="0" y="0"/>
                <wp:positionH relativeFrom="column">
                  <wp:posOffset>7427934</wp:posOffset>
                </wp:positionH>
                <wp:positionV relativeFrom="paragraph">
                  <wp:posOffset>4514835</wp:posOffset>
                </wp:positionV>
                <wp:extent cx="561089" cy="318977"/>
                <wp:effectExtent l="0" t="0" r="67945" b="62230"/>
                <wp:wrapNone/>
                <wp:docPr id="93" name="Přímá spojnice se šipkou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089" cy="31897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 id="Přímá spojnice se šipkou 93" style="position:absolute;margin-left:584.9pt;margin-top:355.5pt;width:44.2pt;height:25.1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" w14:anchorId="56EA345C">
                <v:stroke joinstyle="miter" endarrow="block"/>
              </v:shape>
            </w:pict>
          </mc:Fallback>
        </mc:AlternateContent>
      </w:r>
      <w:r w:rsidR="00FD41BF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83" behindDoc="0" locked="0" layoutInCell="1" allowOverlap="1" wp14:anchorId="0FE10D3E" wp14:editId="058F2A99">
                <wp:simplePos x="0" y="0"/>
                <wp:positionH relativeFrom="margin">
                  <wp:posOffset>5879243</wp:posOffset>
                </wp:positionH>
                <wp:positionV relativeFrom="paragraph">
                  <wp:posOffset>3825048</wp:posOffset>
                </wp:positionV>
                <wp:extent cx="1718310" cy="956310"/>
                <wp:effectExtent l="19050" t="19050" r="15240" b="34290"/>
                <wp:wrapNone/>
                <wp:docPr id="47" name="Vývojový diagram: rozhodnutí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8310" cy="95631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FBD9A8" w14:textId="77777777" w:rsidR="00CB68F2" w:rsidRDefault="00CB68F2" w:rsidP="00CB68F2">
                            <w:pPr>
                              <w:jc w:val="center"/>
                            </w:pPr>
                            <w:r>
                              <w:t>Je FV v pořádku?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E10D3E" id="Vývojový diagram: rozhodnutí 47" o:spid="_x0000_s1063" type="#_x0000_t110" style="position:absolute;margin-left:462.95pt;margin-top:301.2pt;width:135.3pt;height:75.3pt;z-index:25165828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" fillcolor="#ed7d31 [3205]" strokecolor="#823b0b [1605]" strokeweight="1pt">
                <v:textbox>
                  <w:txbxContent>
                    <w:p w14:paraId="56FBD9A8" w14:textId="77777777" w:rsidR="00CB68F2" w:rsidRDefault="00CB68F2" w:rsidP="00CB68F2">
                      <w:pPr>
                        <w:jc w:val="center"/>
                      </w:pPr>
                      <w:r>
                        <w:t>Je FV v pořádku?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D41BF">
        <w:rPr>
          <w:noProof/>
        </w:rPr>
        <mc:AlternateContent>
          <mc:Choice Requires="wps">
            <w:drawing>
              <wp:anchor distT="0" distB="0" distL="114300" distR="114300" simplePos="0" relativeHeight="251658275" behindDoc="0" locked="0" layoutInCell="1" allowOverlap="1" wp14:anchorId="71145F41" wp14:editId="3D198CA4">
                <wp:simplePos x="0" y="0"/>
                <wp:positionH relativeFrom="margin">
                  <wp:posOffset>-157568</wp:posOffset>
                </wp:positionH>
                <wp:positionV relativeFrom="paragraph">
                  <wp:posOffset>3763689</wp:posOffset>
                </wp:positionV>
                <wp:extent cx="1333500" cy="676275"/>
                <wp:effectExtent l="0" t="0" r="19050" b="28575"/>
                <wp:wrapNone/>
                <wp:docPr id="38" name="Vývojový diagram: postup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366A73" w14:textId="17677898" w:rsidR="00CB68F2" w:rsidRDefault="00CB68F2" w:rsidP="001513AA">
                            <w:pPr>
                              <w:spacing w:after="0"/>
                              <w:jc w:val="center"/>
                            </w:pPr>
                            <w:r>
                              <w:t>Kontrola finančních vypořádání</w:t>
                            </w:r>
                          </w:p>
                          <w:p w14:paraId="07690505" w14:textId="658AE489" w:rsidR="001513AA" w:rsidRDefault="001513AA" w:rsidP="001513AA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145F41" id="Vývojový diagram: postup 38" o:spid="_x0000_s1064" type="#_x0000_t109" style="position:absolute;margin-left:-12.4pt;margin-top:296.35pt;width:105pt;height:53.25pt;z-index:25165827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" fillcolor="#4472c4 [3204]" strokecolor="#1f3763 [1604]" strokeweight="1pt">
                <v:textbox>
                  <w:txbxContent>
                    <w:p w14:paraId="3F366A73" w14:textId="17677898" w:rsidR="00CB68F2" w:rsidRDefault="00CB68F2" w:rsidP="001513AA">
                      <w:pPr>
                        <w:spacing w:after="0"/>
                        <w:jc w:val="center"/>
                      </w:pPr>
                      <w:r>
                        <w:t>Kontrola finančních vypořádání</w:t>
                      </w:r>
                    </w:p>
                    <w:p w14:paraId="07690505" w14:textId="658AE489" w:rsidR="001513AA" w:rsidRDefault="001513AA" w:rsidP="001513AA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D41BF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15" behindDoc="0" locked="0" layoutInCell="1" allowOverlap="1" wp14:anchorId="185F638F" wp14:editId="1ABFBAA1">
                <wp:simplePos x="0" y="0"/>
                <wp:positionH relativeFrom="margin">
                  <wp:posOffset>606484</wp:posOffset>
                </wp:positionH>
                <wp:positionV relativeFrom="paragraph">
                  <wp:posOffset>2998145</wp:posOffset>
                </wp:positionV>
                <wp:extent cx="76200" cy="676275"/>
                <wp:effectExtent l="57150" t="0" r="19050" b="47625"/>
                <wp:wrapNone/>
                <wp:docPr id="86" name="Přímá spojnice se šipkou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" cy="676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 id="Přímá spojnice se šipkou 86" style="position:absolute;margin-left:47.75pt;margin-top:236.05pt;width:6pt;height:53.25pt;flip:x;z-index:251799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" w14:anchorId="57801160">
                <v:stroke joinstyle="miter" endarrow="block"/>
                <w10:wrap anchorx="margin"/>
              </v:shape>
            </w:pict>
          </mc:Fallback>
        </mc:AlternateContent>
      </w:r>
      <w:r w:rsidR="00FD41BF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38" behindDoc="0" locked="0" layoutInCell="1" allowOverlap="1" wp14:anchorId="04E730EE" wp14:editId="28C0CC68">
                <wp:simplePos x="0" y="0"/>
                <wp:positionH relativeFrom="column">
                  <wp:posOffset>6094213</wp:posOffset>
                </wp:positionH>
                <wp:positionV relativeFrom="paragraph">
                  <wp:posOffset>3038902</wp:posOffset>
                </wp:positionV>
                <wp:extent cx="810290" cy="109649"/>
                <wp:effectExtent l="0" t="57150" r="8890" b="24130"/>
                <wp:wrapNone/>
                <wp:docPr id="15" name="Přímá spojnice se šipkou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0290" cy="10964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 id="Přímá spojnice se šipkou 15" style="position:absolute;margin-left:479.85pt;margin-top:239.3pt;width:63.8pt;height:8.65pt;flip:y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" w14:anchorId="072A9ECE">
                <v:stroke joinstyle="miter" endarrow="block"/>
              </v:shape>
            </w:pict>
          </mc:Fallback>
        </mc:AlternateContent>
      </w:r>
      <w:r w:rsidR="000A3C73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14" behindDoc="0" locked="0" layoutInCell="1" allowOverlap="1" wp14:anchorId="2556A949" wp14:editId="6AC9E598">
                <wp:simplePos x="0" y="0"/>
                <wp:positionH relativeFrom="column">
                  <wp:posOffset>1566071</wp:posOffset>
                </wp:positionH>
                <wp:positionV relativeFrom="paragraph">
                  <wp:posOffset>2609731</wp:posOffset>
                </wp:positionV>
                <wp:extent cx="426189" cy="45719"/>
                <wp:effectExtent l="0" t="38100" r="31115" b="88265"/>
                <wp:wrapNone/>
                <wp:docPr id="85" name="Přímá spojnice se šipkou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6189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D71692" id="Přímá spojnice se šipkou 85" o:spid="_x0000_s1026" type="#_x0000_t32" style="position:absolute;margin-left:123.3pt;margin-top:205.5pt;width:33.55pt;height:3.6pt;z-index:2516583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" strokecolor="black [3200]" strokeweight="1.5pt">
                <v:stroke endarrow="block" joinstyle="miter"/>
              </v:shape>
            </w:pict>
          </mc:Fallback>
        </mc:AlternateContent>
      </w:r>
      <w:r w:rsidR="000A3C73">
        <w:rPr>
          <w:noProof/>
        </w:rPr>
        <mc:AlternateContent>
          <mc:Choice Requires="wps">
            <w:drawing>
              <wp:anchor distT="0" distB="0" distL="114300" distR="114300" simplePos="0" relativeHeight="251658274" behindDoc="0" locked="0" layoutInCell="1" allowOverlap="1" wp14:anchorId="4E7B1981" wp14:editId="769A9C2A">
                <wp:simplePos x="0" y="0"/>
                <wp:positionH relativeFrom="margin">
                  <wp:align>left</wp:align>
                </wp:positionH>
                <wp:positionV relativeFrom="paragraph">
                  <wp:posOffset>2264661</wp:posOffset>
                </wp:positionV>
                <wp:extent cx="1504950" cy="676275"/>
                <wp:effectExtent l="0" t="0" r="19050" b="28575"/>
                <wp:wrapNone/>
                <wp:docPr id="37" name="Vývojový diagram: postup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DFF4F4" w14:textId="286519C7" w:rsidR="00CB68F2" w:rsidRDefault="00CB68F2" w:rsidP="0040453C">
                            <w:pPr>
                              <w:spacing w:after="0"/>
                              <w:jc w:val="center"/>
                            </w:pPr>
                            <w:r>
                              <w:t>Sběr finančních vypořádání dotací (FV)</w:t>
                            </w:r>
                          </w:p>
                          <w:p w14:paraId="2B209D6A" w14:textId="6EB4F64E" w:rsidR="00CA2529" w:rsidRDefault="00CA2529" w:rsidP="0040453C">
                            <w:pPr>
                              <w:spacing w:after="0"/>
                              <w:jc w:val="center"/>
                            </w:pPr>
                            <w:r>
                              <w:t>(Žadatel)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B1981" id="Vývojový diagram: postup 37" o:spid="_x0000_s1065" type="#_x0000_t109" style="position:absolute;margin-left:0;margin-top:178.3pt;width:118.5pt;height:53.25pt;z-index:25165827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" fillcolor="#4472c4 [3204]" strokecolor="#1f3763 [1604]" strokeweight="1pt">
                <v:textbox>
                  <w:txbxContent>
                    <w:p w14:paraId="74DFF4F4" w14:textId="286519C7" w:rsidR="00CB68F2" w:rsidRDefault="00CB68F2" w:rsidP="0040453C">
                      <w:pPr>
                        <w:spacing w:after="0"/>
                        <w:jc w:val="center"/>
                      </w:pPr>
                      <w:r>
                        <w:t>Sběr finančních vypořádání dotací (FV)</w:t>
                      </w:r>
                    </w:p>
                    <w:p w14:paraId="2B209D6A" w14:textId="6EB4F64E" w:rsidR="00CA2529" w:rsidRDefault="00CA2529" w:rsidP="0040453C">
                      <w:pPr>
                        <w:spacing w:after="0"/>
                        <w:jc w:val="center"/>
                      </w:pPr>
                      <w:r>
                        <w:t>(Žadatel)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A3C73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13" behindDoc="0" locked="0" layoutInCell="1" allowOverlap="1" wp14:anchorId="5B1D3517" wp14:editId="60C4BD46">
                <wp:simplePos x="0" y="0"/>
                <wp:positionH relativeFrom="column">
                  <wp:posOffset>726986</wp:posOffset>
                </wp:positionH>
                <wp:positionV relativeFrom="paragraph">
                  <wp:posOffset>1675941</wp:posOffset>
                </wp:positionV>
                <wp:extent cx="309880" cy="478155"/>
                <wp:effectExtent l="38100" t="0" r="33020" b="55245"/>
                <wp:wrapNone/>
                <wp:docPr id="84" name="Přímá spojnice se šipkou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9880" cy="47815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>
            <w:pict xmlns:w="http://schemas.openxmlformats.org/wordprocessingml/2006/main">
              <v:shape xmlns:w14="http://schemas.microsoft.com/office/word/2010/wordml" xmlns:o="urn:schemas-microsoft-com:office:office" xmlns:v="urn:schemas-microsoft-com:vml" id="Přímá spojnice se šipkou 84" style="position:absolute;margin-left:57.25pt;margin-top:131.95pt;width:21.45pt;height:37.65pt;flip:x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" w14:anchorId="15E98907">
                <v:stroke xmlns:v="urn:schemas-microsoft-com:vml" joinstyle="miter" endarrow="block"/>
              </v:shape>
            </w:pict>
          </mc:Fallback>
        </mc:AlternateContent>
      </w:r>
      <w:r w:rsidR="000A3C73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12" behindDoc="0" locked="0" layoutInCell="1" allowOverlap="1" wp14:anchorId="0C2FD3A6" wp14:editId="4970D1B4">
                <wp:simplePos x="0" y="0"/>
                <wp:positionH relativeFrom="column">
                  <wp:posOffset>1959921</wp:posOffset>
                </wp:positionH>
                <wp:positionV relativeFrom="paragraph">
                  <wp:posOffset>1292904</wp:posOffset>
                </wp:positionV>
                <wp:extent cx="552893" cy="101895"/>
                <wp:effectExtent l="19050" t="57150" r="19050" b="31750"/>
                <wp:wrapNone/>
                <wp:docPr id="83" name="Přímá spojnice se šipkou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52893" cy="1018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 id="Přímá spojnice se šipkou 83" style="position:absolute;margin-left:154.3pt;margin-top:101.8pt;width:43.55pt;height:8pt;flip:x y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" w14:anchorId="0B204A62">
                <v:stroke joinstyle="miter" endarrow="block"/>
              </v:shape>
            </w:pict>
          </mc:Fallback>
        </mc:AlternateContent>
      </w:r>
    </w:p>
    <w:p w14:paraId="7912CD58" w14:textId="16EC4319" w:rsidR="00CE2A8C" w:rsidRPr="00CE2A8C" w:rsidRDefault="00F94D71" w:rsidP="00CE2A8C">
      <w:r>
        <w:rPr>
          <w:noProof/>
        </w:rPr>
        <mc:AlternateContent>
          <mc:Choice Requires="wps">
            <w:drawing>
              <wp:anchor distT="0" distB="0" distL="114300" distR="114300" simplePos="0" relativeHeight="251658272" behindDoc="0" locked="0" layoutInCell="1" allowOverlap="1" wp14:anchorId="70631FDB" wp14:editId="470F6839">
                <wp:simplePos x="0" y="0"/>
                <wp:positionH relativeFrom="margin">
                  <wp:posOffset>2586355</wp:posOffset>
                </wp:positionH>
                <wp:positionV relativeFrom="paragraph">
                  <wp:posOffset>586740</wp:posOffset>
                </wp:positionV>
                <wp:extent cx="1394460" cy="847725"/>
                <wp:effectExtent l="0" t="0" r="15240" b="28575"/>
                <wp:wrapNone/>
                <wp:docPr id="35" name="Vývojový diagram: postup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4460" cy="84772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A6A09A" w14:textId="56F77364" w:rsidR="00B77CD6" w:rsidRDefault="00B77CD6" w:rsidP="0040453C">
                            <w:pPr>
                              <w:spacing w:after="0"/>
                              <w:jc w:val="center"/>
                            </w:pPr>
                            <w:r>
                              <w:t>Odeslání</w:t>
                            </w:r>
                            <w:r w:rsidR="00F94D71">
                              <w:t xml:space="preserve"> </w:t>
                            </w:r>
                            <w:r w:rsidR="00D64DEC">
                              <w:t xml:space="preserve">uzavřených </w:t>
                            </w:r>
                            <w:r w:rsidR="00F94D71">
                              <w:t xml:space="preserve">smluv příjemcům k </w:t>
                            </w:r>
                            <w:r>
                              <w:t xml:space="preserve">založení </w:t>
                            </w:r>
                          </w:p>
                          <w:p w14:paraId="526C119B" w14:textId="77777777" w:rsidR="003E60C4" w:rsidRDefault="003E60C4" w:rsidP="0040453C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631FDB" id="Vývojový diagram: postup 35" o:spid="_x0000_s1066" type="#_x0000_t109" style="position:absolute;margin-left:203.65pt;margin-top:46.2pt;width:109.8pt;height:66.75pt;z-index:251658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" fillcolor="#4472c4 [3204]" strokecolor="#1f3763 [1604]" strokeweight="1pt">
                <v:textbox>
                  <w:txbxContent>
                    <w:p w14:paraId="4BA6A09A" w14:textId="56F77364" w:rsidR="00B77CD6" w:rsidRDefault="00B77CD6" w:rsidP="0040453C">
                      <w:pPr>
                        <w:spacing w:after="0"/>
                        <w:jc w:val="center"/>
                      </w:pPr>
                      <w:r>
                        <w:t>Odeslání</w:t>
                      </w:r>
                      <w:r w:rsidR="00F94D71">
                        <w:t xml:space="preserve"> </w:t>
                      </w:r>
                      <w:r w:rsidR="00D64DEC">
                        <w:t xml:space="preserve">uzavřených </w:t>
                      </w:r>
                      <w:r w:rsidR="00F94D71">
                        <w:t xml:space="preserve">smluv příjemcům k </w:t>
                      </w:r>
                      <w:r>
                        <w:t xml:space="preserve">založení </w:t>
                      </w:r>
                    </w:p>
                    <w:p w14:paraId="526C119B" w14:textId="77777777" w:rsidR="003E60C4" w:rsidRDefault="003E60C4" w:rsidP="0040453C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86D14">
        <w:rPr>
          <w:noProof/>
        </w:rPr>
        <mc:AlternateContent>
          <mc:Choice Requires="wps">
            <w:drawing>
              <wp:anchor distT="45720" distB="45720" distL="114300" distR="114300" simplePos="0" relativeHeight="251658341" behindDoc="1" locked="0" layoutInCell="1" allowOverlap="1" wp14:anchorId="7DE21C29" wp14:editId="29F78EA8">
                <wp:simplePos x="0" y="0"/>
                <wp:positionH relativeFrom="column">
                  <wp:posOffset>829310</wp:posOffset>
                </wp:positionH>
                <wp:positionV relativeFrom="paragraph">
                  <wp:posOffset>4274820</wp:posOffset>
                </wp:positionV>
                <wp:extent cx="2529840" cy="262890"/>
                <wp:effectExtent l="0" t="0" r="22860" b="22860"/>
                <wp:wrapTight wrapText="bothSides">
                  <wp:wrapPolygon edited="0">
                    <wp:start x="0" y="0"/>
                    <wp:lineTo x="0" y="21913"/>
                    <wp:lineTo x="21633" y="21913"/>
                    <wp:lineTo x="21633" y="0"/>
                    <wp:lineTo x="0" y="0"/>
                  </wp:wrapPolygon>
                </wp:wrapTight>
                <wp:docPr id="9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9840" cy="262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4ED904" w14:textId="38A4A6D3" w:rsidR="007B1DC4" w:rsidRPr="00A51499" w:rsidRDefault="005C60B3" w:rsidP="007B1DC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A51499">
                              <w:rPr>
                                <w:b/>
                                <w:bCs/>
                              </w:rPr>
                              <w:t>Ukončení</w:t>
                            </w:r>
                            <w:r w:rsidR="007B1DC4" w:rsidRPr="00A51499">
                              <w:rPr>
                                <w:b/>
                                <w:bCs/>
                              </w:rPr>
                              <w:t xml:space="preserve"> procesu dotačního systému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E21C29" id="_x0000_s1067" type="#_x0000_t202" style="position:absolute;margin-left:65.3pt;margin-top:336.6pt;width:199.2pt;height:20.7pt;z-index:-25165813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" strokecolor="white [3212]">
                <v:textbox>
                  <w:txbxContent>
                    <w:p w14:paraId="1E4ED904" w14:textId="38A4A6D3" w:rsidR="007B1DC4" w:rsidRPr="00A51499" w:rsidRDefault="005C60B3" w:rsidP="007B1DC4">
                      <w:pPr>
                        <w:rPr>
                          <w:b/>
                          <w:bCs/>
                        </w:rPr>
                      </w:pPr>
                      <w:r w:rsidRPr="00A51499">
                        <w:rPr>
                          <w:b/>
                          <w:bCs/>
                        </w:rPr>
                        <w:t>Ukončení</w:t>
                      </w:r>
                      <w:r w:rsidR="007B1DC4" w:rsidRPr="00A51499">
                        <w:rPr>
                          <w:b/>
                          <w:bCs/>
                        </w:rPr>
                        <w:t xml:space="preserve"> procesu dotačního systému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F47641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16" behindDoc="0" locked="0" layoutInCell="1" allowOverlap="1" wp14:anchorId="6E966677" wp14:editId="44A92AC6">
                <wp:simplePos x="0" y="0"/>
                <wp:positionH relativeFrom="margin">
                  <wp:posOffset>5100955</wp:posOffset>
                </wp:positionH>
                <wp:positionV relativeFrom="paragraph">
                  <wp:posOffset>2139314</wp:posOffset>
                </wp:positionV>
                <wp:extent cx="485775" cy="342900"/>
                <wp:effectExtent l="0" t="38100" r="47625" b="19050"/>
                <wp:wrapNone/>
                <wp:docPr id="87" name="Přímá spojnice se šipkou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5775" cy="342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20C7A8" id="Přímá spojnice se šipkou 87" o:spid="_x0000_s1026" type="#_x0000_t32" style="position:absolute;margin-left:401.65pt;margin-top:168.45pt;width:38.25pt;height:27pt;flip:y;z-index:25165831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" strokecolor="black [3200]" strokeweight="1.5pt">
                <v:stroke endarrow="block" joinstyle="miter"/>
                <w10:wrap anchorx="margin"/>
              </v:shape>
            </w:pict>
          </mc:Fallback>
        </mc:AlternateContent>
      </w:r>
      <w:r w:rsidR="00F47641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78" behindDoc="0" locked="0" layoutInCell="1" allowOverlap="1" wp14:anchorId="55389C52" wp14:editId="01EEAAA4">
                <wp:simplePos x="0" y="0"/>
                <wp:positionH relativeFrom="margin">
                  <wp:posOffset>5584190</wp:posOffset>
                </wp:positionH>
                <wp:positionV relativeFrom="paragraph">
                  <wp:posOffset>1745615</wp:posOffset>
                </wp:positionV>
                <wp:extent cx="967740" cy="579120"/>
                <wp:effectExtent l="0" t="0" r="22860" b="11430"/>
                <wp:wrapNone/>
                <wp:docPr id="42" name="Vývojový diagram: dokument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7740" cy="579120"/>
                        </a:xfrm>
                        <a:prstGeom prst="flowChartDocument">
                          <a:avLst/>
                        </a:prstGeom>
                        <a:ln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C7D39B" w14:textId="77777777" w:rsidR="00CB68F2" w:rsidRDefault="00CB68F2" w:rsidP="00CB68F2">
                            <w:pPr>
                              <w:jc w:val="center"/>
                            </w:pPr>
                            <w:r>
                              <w:t>Materiál RJMK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89C52" id="Vývojový diagram: dokument 42" o:spid="_x0000_s1068" type="#_x0000_t114" style="position:absolute;margin-left:439.7pt;margin-top:137.45pt;width:76.2pt;height:45.6pt;z-index:25165827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" fillcolor="#70ad47 [3209]" strokecolor="#375623 [1609]" strokeweight="1pt">
                <v:textbox>
                  <w:txbxContent>
                    <w:p w14:paraId="74C7D39B" w14:textId="77777777" w:rsidR="00CB68F2" w:rsidRDefault="00CB68F2" w:rsidP="00CB68F2">
                      <w:pPr>
                        <w:jc w:val="center"/>
                      </w:pPr>
                      <w:r>
                        <w:t>Materiál RJMK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47641">
        <w:rPr>
          <w:noProof/>
        </w:rPr>
        <mc:AlternateContent>
          <mc:Choice Requires="wps">
            <w:drawing>
              <wp:anchor distT="45720" distB="45720" distL="114300" distR="114300" simplePos="0" relativeHeight="251658345" behindDoc="1" locked="0" layoutInCell="1" allowOverlap="1" wp14:anchorId="1AFA37DF" wp14:editId="3C1511BF">
                <wp:simplePos x="0" y="0"/>
                <wp:positionH relativeFrom="column">
                  <wp:posOffset>2061210</wp:posOffset>
                </wp:positionH>
                <wp:positionV relativeFrom="paragraph">
                  <wp:posOffset>1624965</wp:posOffset>
                </wp:positionV>
                <wp:extent cx="2529840" cy="262890"/>
                <wp:effectExtent l="0" t="0" r="22860" b="22860"/>
                <wp:wrapTight wrapText="bothSides">
                  <wp:wrapPolygon edited="0">
                    <wp:start x="0" y="0"/>
                    <wp:lineTo x="0" y="21913"/>
                    <wp:lineTo x="21633" y="21913"/>
                    <wp:lineTo x="21633" y="0"/>
                    <wp:lineTo x="0" y="0"/>
                  </wp:wrapPolygon>
                </wp:wrapTight>
                <wp:docPr id="11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9840" cy="262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9BA7D2" w14:textId="77777777" w:rsidR="00BA7684" w:rsidRPr="00A51499" w:rsidRDefault="00BA7684" w:rsidP="00BA768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A51499">
                              <w:rPr>
                                <w:b/>
                                <w:bCs/>
                              </w:rPr>
                              <w:t>Ukončení procesu dotačního systému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A37DF" id="_x0000_s1069" type="#_x0000_t202" style="position:absolute;margin-left:162.3pt;margin-top:127.95pt;width:199.2pt;height:20.7pt;z-index:-25165813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" strokecolor="white [3212]">
                <v:textbox>
                  <w:txbxContent>
                    <w:p w14:paraId="679BA7D2" w14:textId="77777777" w:rsidR="00BA7684" w:rsidRPr="00A51499" w:rsidRDefault="00BA7684" w:rsidP="00BA7684">
                      <w:pPr>
                        <w:rPr>
                          <w:b/>
                          <w:bCs/>
                        </w:rPr>
                      </w:pPr>
                      <w:r w:rsidRPr="00A51499">
                        <w:rPr>
                          <w:b/>
                          <w:bCs/>
                        </w:rPr>
                        <w:t>Ukončení procesu dotačního systému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AE715D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09" behindDoc="0" locked="0" layoutInCell="1" allowOverlap="1" wp14:anchorId="312EE26E" wp14:editId="0F56A0C3">
                <wp:simplePos x="0" y="0"/>
                <wp:positionH relativeFrom="column">
                  <wp:posOffset>6463763</wp:posOffset>
                </wp:positionH>
                <wp:positionV relativeFrom="paragraph">
                  <wp:posOffset>1062989</wp:posOffset>
                </wp:positionV>
                <wp:extent cx="795704" cy="87337"/>
                <wp:effectExtent l="38100" t="0" r="23495" b="84455"/>
                <wp:wrapNone/>
                <wp:docPr id="80" name="Přímá spojnice se šipkou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5704" cy="8733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AFA9D4" id="Přímá spojnice se šipkou 80" o:spid="_x0000_s1026" type="#_x0000_t32" style="position:absolute;margin-left:508.95pt;margin-top:83.7pt;width:62.65pt;height:6.9pt;flip:x;z-index:2516583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" strokecolor="black [3200]" strokeweight="1.5pt">
                <v:stroke endarrow="block" joinstyle="miter"/>
              </v:shape>
            </w:pict>
          </mc:Fallback>
        </mc:AlternateContent>
      </w:r>
      <w:r w:rsidR="00AE715D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11" behindDoc="0" locked="0" layoutInCell="1" allowOverlap="1" wp14:anchorId="6736D866" wp14:editId="09621131">
                <wp:simplePos x="0" y="0"/>
                <wp:positionH relativeFrom="column">
                  <wp:posOffset>4061167</wp:posOffset>
                </wp:positionH>
                <wp:positionV relativeFrom="paragraph">
                  <wp:posOffset>1150620</wp:posOffset>
                </wp:positionV>
                <wp:extent cx="733646" cy="59365"/>
                <wp:effectExtent l="0" t="57150" r="28575" b="36195"/>
                <wp:wrapNone/>
                <wp:docPr id="82" name="Přímá spojnice se šipkou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33646" cy="593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04D4D" id="Přímá spojnice se šipkou 82" o:spid="_x0000_s1026" type="#_x0000_t32" style="position:absolute;margin-left:319.8pt;margin-top:90.6pt;width:57.75pt;height:4.65pt;flip:x y;z-index:2516583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" strokecolor="black [3200]" strokeweight="1.5pt">
                <v:stroke endarrow="block" joinstyle="miter"/>
              </v:shape>
            </w:pict>
          </mc:Fallback>
        </mc:AlternateContent>
      </w:r>
      <w:r w:rsidR="0018245E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24" behindDoc="0" locked="0" layoutInCell="1" allowOverlap="1" wp14:anchorId="012E436F" wp14:editId="7B3EE507">
                <wp:simplePos x="0" y="0"/>
                <wp:positionH relativeFrom="column">
                  <wp:posOffset>5269474</wp:posOffset>
                </wp:positionH>
                <wp:positionV relativeFrom="paragraph">
                  <wp:posOffset>4409928</wp:posOffset>
                </wp:positionV>
                <wp:extent cx="1126881" cy="480647"/>
                <wp:effectExtent l="38100" t="0" r="16510" b="53340"/>
                <wp:wrapNone/>
                <wp:docPr id="95" name="Přímá spojnice se šipkou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26881" cy="48064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35E70F" id="Přímá spojnice se šipkou 95" o:spid="_x0000_s1026" type="#_x0000_t32" style="position:absolute;margin-left:414.9pt;margin-top:347.25pt;width:88.75pt;height:37.85pt;flip:x;z-index:25165832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" strokecolor="black [3200]" strokeweight="1.5pt">
                <v:stroke endarrow="block" joinstyle="miter"/>
              </v:shape>
            </w:pict>
          </mc:Fallback>
        </mc:AlternateContent>
      </w:r>
      <w:r w:rsidR="0018245E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20" behindDoc="0" locked="0" layoutInCell="1" allowOverlap="1" wp14:anchorId="21DD61E8" wp14:editId="00DEFE52">
                <wp:simplePos x="0" y="0"/>
                <wp:positionH relativeFrom="column">
                  <wp:posOffset>3150527</wp:posOffset>
                </wp:positionH>
                <wp:positionV relativeFrom="paragraph">
                  <wp:posOffset>4017205</wp:posOffset>
                </wp:positionV>
                <wp:extent cx="845527" cy="585959"/>
                <wp:effectExtent l="0" t="0" r="69215" b="62230"/>
                <wp:wrapNone/>
                <wp:docPr id="91" name="Přímá spojnice se šipkou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5527" cy="58595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DEB548" id="Přímá spojnice se šipkou 91" o:spid="_x0000_s1026" type="#_x0000_t32" style="position:absolute;margin-left:248.05pt;margin-top:316.3pt;width:66.6pt;height:46.15pt;z-index:25165832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" strokecolor="black [3200]" strokeweight="1.5pt">
                <v:stroke endarrow="block" joinstyle="miter"/>
              </v:shape>
            </w:pict>
          </mc:Fallback>
        </mc:AlternateContent>
      </w:r>
      <w:r w:rsidR="0018245E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21" behindDoc="0" locked="0" layoutInCell="1" allowOverlap="1" wp14:anchorId="695E395C" wp14:editId="116F60A7">
                <wp:simplePos x="0" y="0"/>
                <wp:positionH relativeFrom="column">
                  <wp:posOffset>5612422</wp:posOffset>
                </wp:positionH>
                <wp:positionV relativeFrom="paragraph">
                  <wp:posOffset>3765159</wp:posOffset>
                </wp:positionV>
                <wp:extent cx="408891" cy="127489"/>
                <wp:effectExtent l="0" t="0" r="67945" b="63500"/>
                <wp:wrapNone/>
                <wp:docPr id="92" name="Přímá spojnice se šipkou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8891" cy="12748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75B41F" id="Přímá spojnice se šipkou 92" o:spid="_x0000_s1026" type="#_x0000_t32" style="position:absolute;margin-left:441.9pt;margin-top:296.45pt;width:32.2pt;height:10.05pt;z-index:2516583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" strokecolor="black [3200]" strokeweight="1.5pt">
                <v:stroke endarrow="block" joinstyle="miter"/>
              </v:shape>
            </w:pict>
          </mc:Fallback>
        </mc:AlternateContent>
      </w:r>
      <w:r w:rsidR="0018245E">
        <w:rPr>
          <w:noProof/>
        </w:rPr>
        <mc:AlternateContent>
          <mc:Choice Requires="wps">
            <w:drawing>
              <wp:anchor distT="0" distB="0" distL="114300" distR="114300" simplePos="0" relativeHeight="251658282" behindDoc="0" locked="0" layoutInCell="1" allowOverlap="1" wp14:anchorId="227DB5DE" wp14:editId="5903C121">
                <wp:simplePos x="0" y="0"/>
                <wp:positionH relativeFrom="margin">
                  <wp:posOffset>4208389</wp:posOffset>
                </wp:positionH>
                <wp:positionV relativeFrom="paragraph">
                  <wp:posOffset>3451225</wp:posOffset>
                </wp:positionV>
                <wp:extent cx="1333500" cy="676275"/>
                <wp:effectExtent l="0" t="0" r="19050" b="28575"/>
                <wp:wrapNone/>
                <wp:docPr id="46" name="Vývojový diagram: postup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38DF0A" w14:textId="7055431C" w:rsidR="00CB68F2" w:rsidRDefault="00CB68F2" w:rsidP="001513AA">
                            <w:pPr>
                              <w:spacing w:after="0"/>
                              <w:jc w:val="center"/>
                            </w:pPr>
                            <w:r>
                              <w:t>Doplnění FV</w:t>
                            </w:r>
                          </w:p>
                          <w:p w14:paraId="50792DD9" w14:textId="5BDB168E" w:rsidR="001513AA" w:rsidRDefault="001513AA" w:rsidP="001513AA">
                            <w:pPr>
                              <w:spacing w:after="0"/>
                              <w:jc w:val="center"/>
                            </w:pPr>
                            <w:r>
                              <w:t>(Žadatel)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7DB5DE" id="Vývojový diagram: postup 46" o:spid="_x0000_s1070" type="#_x0000_t109" style="position:absolute;margin-left:331.35pt;margin-top:271.75pt;width:105pt;height:53.25pt;z-index:25165828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" fillcolor="#4472c4 [3204]" strokecolor="#1f3763 [1604]" strokeweight="1pt">
                <v:textbox>
                  <w:txbxContent>
                    <w:p w14:paraId="4538DF0A" w14:textId="7055431C" w:rsidR="00CB68F2" w:rsidRDefault="00CB68F2" w:rsidP="001513AA">
                      <w:pPr>
                        <w:spacing w:after="0"/>
                        <w:jc w:val="center"/>
                      </w:pPr>
                      <w:r>
                        <w:t>Doplnění FV</w:t>
                      </w:r>
                    </w:p>
                    <w:p w14:paraId="50792DD9" w14:textId="5BDB168E" w:rsidR="001513AA" w:rsidRDefault="001513AA" w:rsidP="001513AA">
                      <w:pPr>
                        <w:spacing w:after="0"/>
                        <w:jc w:val="center"/>
                      </w:pPr>
                      <w:r>
                        <w:t>(Žadatel)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E44B3">
        <w:rPr>
          <w:noProof/>
        </w:rPr>
        <mc:AlternateContent>
          <mc:Choice Requires="wps">
            <w:drawing>
              <wp:anchor distT="0" distB="0" distL="114300" distR="114300" simplePos="0" relativeHeight="251658273" behindDoc="0" locked="0" layoutInCell="1" allowOverlap="1" wp14:anchorId="1D51BE32" wp14:editId="05B06911">
                <wp:simplePos x="0" y="0"/>
                <wp:positionH relativeFrom="margin">
                  <wp:posOffset>525145</wp:posOffset>
                </wp:positionH>
                <wp:positionV relativeFrom="paragraph">
                  <wp:posOffset>590550</wp:posOffset>
                </wp:positionV>
                <wp:extent cx="1341120" cy="676275"/>
                <wp:effectExtent l="0" t="0" r="11430" b="28575"/>
                <wp:wrapNone/>
                <wp:docPr id="36" name="Vývojový diagram: postup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1120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004AB5" w14:textId="5D21F542" w:rsidR="00B77CD6" w:rsidRDefault="00B77CD6" w:rsidP="0040453C">
                            <w:pPr>
                              <w:spacing w:after="0"/>
                              <w:jc w:val="center"/>
                            </w:pPr>
                            <w:r>
                              <w:t>Vyplacení dotací</w:t>
                            </w:r>
                          </w:p>
                          <w:p w14:paraId="31B0B960" w14:textId="0D9A8502" w:rsidR="003E60C4" w:rsidRDefault="003E60C4" w:rsidP="0040453C">
                            <w:pPr>
                              <w:spacing w:after="0"/>
                              <w:jc w:val="center"/>
                            </w:pPr>
                            <w:r>
                              <w:t>(Ekonom DP, Odbor ekonomický)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1BE32" id="Vývojový diagram: postup 36" o:spid="_x0000_s1071" type="#_x0000_t109" style="position:absolute;margin-left:41.35pt;margin-top:46.5pt;width:105.6pt;height:53.25pt;z-index:25165827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" fillcolor="#4472c4 [3204]" strokecolor="#1f3763 [1604]" strokeweight="1pt">
                <v:textbox>
                  <w:txbxContent>
                    <w:p w14:paraId="7F004AB5" w14:textId="5D21F542" w:rsidR="00B77CD6" w:rsidRDefault="00B77CD6" w:rsidP="0040453C">
                      <w:pPr>
                        <w:spacing w:after="0"/>
                        <w:jc w:val="center"/>
                      </w:pPr>
                      <w:r>
                        <w:t>Vyplacení dotací</w:t>
                      </w:r>
                    </w:p>
                    <w:p w14:paraId="31B0B960" w14:textId="0D9A8502" w:rsidR="003E60C4" w:rsidRDefault="003E60C4" w:rsidP="0040453C">
                      <w:pPr>
                        <w:spacing w:after="0"/>
                        <w:jc w:val="center"/>
                      </w:pPr>
                      <w:r>
                        <w:t>(Ekonom DP, Odbor ekonomický)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C05">
        <w:rPr>
          <w:noProof/>
        </w:rPr>
        <mc:AlternateContent>
          <mc:Choice Requires="wps">
            <w:drawing>
              <wp:anchor distT="0" distB="0" distL="114300" distR="114300" simplePos="0" relativeHeight="251658342" behindDoc="0" locked="0" layoutInCell="1" allowOverlap="1" wp14:anchorId="52361240" wp14:editId="19289C33">
                <wp:simplePos x="0" y="0"/>
                <wp:positionH relativeFrom="margin">
                  <wp:posOffset>1713865</wp:posOffset>
                </wp:positionH>
                <wp:positionV relativeFrom="paragraph">
                  <wp:posOffset>4629150</wp:posOffset>
                </wp:positionV>
                <wp:extent cx="1333500" cy="838200"/>
                <wp:effectExtent l="0" t="0" r="19050" b="19050"/>
                <wp:wrapNone/>
                <wp:docPr id="102" name="Vývojový diagram: postup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8382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E77AAD" w14:textId="7BBC1F04" w:rsidR="007B1DC4" w:rsidRDefault="007B1DC4" w:rsidP="001513AA">
                            <w:pPr>
                              <w:spacing w:after="0"/>
                              <w:jc w:val="center"/>
                            </w:pPr>
                            <w:r>
                              <w:t>Vyhodnocení dotačního programu</w:t>
                            </w:r>
                          </w:p>
                          <w:p w14:paraId="0061A7EE" w14:textId="4DEA159B" w:rsidR="00F64C05" w:rsidRDefault="00F64C05" w:rsidP="001513AA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61240" id="Vývojový diagram: postup 102" o:spid="_x0000_s1072" type="#_x0000_t109" style="position:absolute;margin-left:134.95pt;margin-top:364.5pt;width:105pt;height:66pt;z-index:2516583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" fillcolor="#4472c4 [3204]" strokecolor="#1f3763 [1604]" strokeweight="1pt">
                <v:textbox>
                  <w:txbxContent>
                    <w:p w14:paraId="33E77AAD" w14:textId="7BBC1F04" w:rsidR="007B1DC4" w:rsidRDefault="007B1DC4" w:rsidP="001513AA">
                      <w:pPr>
                        <w:spacing w:after="0"/>
                        <w:jc w:val="center"/>
                      </w:pPr>
                      <w:r>
                        <w:t>Vyhodnocení dotačního programu</w:t>
                      </w:r>
                    </w:p>
                    <w:p w14:paraId="0061A7EE" w14:textId="4DEA159B" w:rsidR="00F64C05" w:rsidRDefault="00F64C05" w:rsidP="001513AA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801E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DD9E5F5" wp14:editId="0647D7D6">
                <wp:simplePos x="0" y="0"/>
                <wp:positionH relativeFrom="column">
                  <wp:posOffset>7813040</wp:posOffset>
                </wp:positionH>
                <wp:positionV relativeFrom="paragraph">
                  <wp:posOffset>4196715</wp:posOffset>
                </wp:positionV>
                <wp:extent cx="400050" cy="257175"/>
                <wp:effectExtent l="0" t="0" r="0" b="9525"/>
                <wp:wrapNone/>
                <wp:docPr id="116" name="Textové pole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B19B9A" w14:textId="77777777" w:rsidR="00E40017" w:rsidRDefault="00E40017" w:rsidP="00E40017">
                            <w:r>
                              <w:t>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9E5F5" id="Textové pole 116" o:spid="_x0000_s1073" type="#_x0000_t202" style="position:absolute;margin-left:615.2pt;margin-top:330.45pt;width:31.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" fillcolor="white [3201]" stroked="f" strokeweight=".5pt">
                <v:textbox>
                  <w:txbxContent>
                    <w:p w14:paraId="1FB19B9A" w14:textId="77777777" w:rsidR="00E40017" w:rsidRDefault="00E40017" w:rsidP="00E40017">
                      <w:r>
                        <w:t>NE</w:t>
                      </w:r>
                    </w:p>
                  </w:txbxContent>
                </v:textbox>
              </v:shape>
            </w:pict>
          </mc:Fallback>
        </mc:AlternateContent>
      </w:r>
      <w:r w:rsidR="001513AA">
        <w:rPr>
          <w:noProof/>
        </w:rPr>
        <mc:AlternateContent>
          <mc:Choice Requires="wps">
            <w:drawing>
              <wp:anchor distT="0" distB="0" distL="114300" distR="114300" simplePos="0" relativeHeight="251658284" behindDoc="0" locked="0" layoutInCell="1" allowOverlap="1" wp14:anchorId="7E91D2C1" wp14:editId="3D67795F">
                <wp:simplePos x="0" y="0"/>
                <wp:positionH relativeFrom="margin">
                  <wp:posOffset>7436485</wp:posOffset>
                </wp:positionH>
                <wp:positionV relativeFrom="paragraph">
                  <wp:posOffset>4629150</wp:posOffset>
                </wp:positionV>
                <wp:extent cx="1691640" cy="676275"/>
                <wp:effectExtent l="0" t="0" r="22860" b="28575"/>
                <wp:wrapNone/>
                <wp:docPr id="48" name="Vývojový diagram: postup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1640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CA8123" w14:textId="1BE83F13" w:rsidR="00CB68F2" w:rsidRDefault="00CB68F2" w:rsidP="001513AA">
                            <w:pPr>
                              <w:spacing w:after="0"/>
                              <w:jc w:val="center"/>
                            </w:pPr>
                            <w:r>
                              <w:t>Porušení rozpočtové kázně/odvod</w:t>
                            </w:r>
                          </w:p>
                          <w:p w14:paraId="03EB8747" w14:textId="71E10EC5" w:rsidR="001513AA" w:rsidRDefault="001513AA" w:rsidP="001513AA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91D2C1" id="Vývojový diagram: postup 48" o:spid="_x0000_s1074" type="#_x0000_t109" style="position:absolute;margin-left:585.55pt;margin-top:364.5pt;width:133.2pt;height:53.25pt;z-index:2516582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" fillcolor="#4472c4 [3204]" strokecolor="#1f3763 [1604]" strokeweight="1pt">
                <v:textbox>
                  <w:txbxContent>
                    <w:p w14:paraId="7CCA8123" w14:textId="1BE83F13" w:rsidR="00CB68F2" w:rsidRDefault="00CB68F2" w:rsidP="001513AA">
                      <w:pPr>
                        <w:spacing w:after="0"/>
                        <w:jc w:val="center"/>
                      </w:pPr>
                      <w:r>
                        <w:t>Porušení rozpočtové kázně/odvod</w:t>
                      </w:r>
                    </w:p>
                    <w:p w14:paraId="03EB8747" w14:textId="71E10EC5" w:rsidR="001513AA" w:rsidRDefault="001513AA" w:rsidP="001513AA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34268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37" behindDoc="0" locked="0" layoutInCell="1" allowOverlap="1" wp14:anchorId="15773402" wp14:editId="2933B72D">
                <wp:simplePos x="0" y="0"/>
                <wp:positionH relativeFrom="margin">
                  <wp:posOffset>6967855</wp:posOffset>
                </wp:positionH>
                <wp:positionV relativeFrom="paragraph">
                  <wp:posOffset>2388870</wp:posOffset>
                </wp:positionV>
                <wp:extent cx="2213610" cy="657225"/>
                <wp:effectExtent l="19050" t="0" r="34290" b="28575"/>
                <wp:wrapNone/>
                <wp:docPr id="10" name="Vývojový diagram: příprav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3610" cy="657225"/>
                        </a:xfrm>
                        <a:prstGeom prst="flowChartPreparation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054422" w14:textId="7839C8B9" w:rsidR="00420518" w:rsidRDefault="00420518" w:rsidP="0040453C">
                            <w:pPr>
                              <w:spacing w:after="0"/>
                              <w:jc w:val="center"/>
                            </w:pPr>
                            <w:r>
                              <w:t>Příprava DP další období</w:t>
                            </w:r>
                          </w:p>
                          <w:p w14:paraId="287337B8" w14:textId="4167BBA9" w:rsidR="00F34268" w:rsidRDefault="00F34268" w:rsidP="0040453C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773402" id="Vývojový diagram: příprava 10" o:spid="_x0000_s1075" type="#_x0000_t117" style="position:absolute;margin-left:548.65pt;margin-top:188.1pt;width:174.3pt;height:51.75pt;z-index:25165833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" fillcolor="#7030a0" strokecolor="#1f3763 [1604]" strokeweight="1pt">
                <v:textbox>
                  <w:txbxContent>
                    <w:p w14:paraId="4A054422" w14:textId="7839C8B9" w:rsidR="00420518" w:rsidRDefault="00420518" w:rsidP="0040453C">
                      <w:pPr>
                        <w:spacing w:after="0"/>
                        <w:jc w:val="center"/>
                      </w:pPr>
                      <w:r>
                        <w:t>Příprava DP další období</w:t>
                      </w:r>
                    </w:p>
                    <w:p w14:paraId="287337B8" w14:textId="4167BBA9" w:rsidR="00F34268" w:rsidRDefault="00F34268" w:rsidP="0040453C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34268">
        <w:rPr>
          <w:noProof/>
        </w:rPr>
        <mc:AlternateContent>
          <mc:Choice Requires="wps">
            <w:drawing>
              <wp:anchor distT="0" distB="0" distL="114300" distR="114300" simplePos="0" relativeHeight="251658276" behindDoc="0" locked="0" layoutInCell="1" allowOverlap="1" wp14:anchorId="4C7118E4" wp14:editId="2ABCE130">
                <wp:simplePos x="0" y="0"/>
                <wp:positionH relativeFrom="margin">
                  <wp:posOffset>4365625</wp:posOffset>
                </wp:positionH>
                <wp:positionV relativeFrom="paragraph">
                  <wp:posOffset>2480310</wp:posOffset>
                </wp:positionV>
                <wp:extent cx="1676400" cy="676275"/>
                <wp:effectExtent l="0" t="0" r="19050" b="28575"/>
                <wp:wrapNone/>
                <wp:docPr id="39" name="Vývojový diagram: postup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8A1889" w14:textId="3EBC5C65" w:rsidR="00CB68F2" w:rsidRDefault="00CB68F2" w:rsidP="0040453C">
                            <w:pPr>
                              <w:spacing w:after="0"/>
                              <w:jc w:val="center"/>
                            </w:pPr>
                            <w:r>
                              <w:t>Schválení rozpočtu DP na další období</w:t>
                            </w:r>
                          </w:p>
                          <w:p w14:paraId="3EBB6BA4" w14:textId="2B112C1C" w:rsidR="00BA7684" w:rsidRDefault="00BA7684" w:rsidP="0040453C">
                            <w:pPr>
                              <w:spacing w:after="0"/>
                              <w:jc w:val="center"/>
                            </w:pPr>
                            <w:r>
                              <w:t>(</w:t>
                            </w:r>
                            <w:r w:rsidR="00F34268">
                              <w:t>RADA, ZASTUPITELSTVO) JMK)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118E4" id="Vývojový diagram: postup 39" o:spid="_x0000_s1076" type="#_x0000_t109" style="position:absolute;margin-left:343.75pt;margin-top:195.3pt;width:132pt;height:53.25pt;z-index:2516582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" fillcolor="#4472c4 [3204]" strokecolor="#1f3763 [1604]" strokeweight="1pt">
                <v:textbox>
                  <w:txbxContent>
                    <w:p w14:paraId="778A1889" w14:textId="3EBC5C65" w:rsidR="00CB68F2" w:rsidRDefault="00CB68F2" w:rsidP="0040453C">
                      <w:pPr>
                        <w:spacing w:after="0"/>
                        <w:jc w:val="center"/>
                      </w:pPr>
                      <w:r>
                        <w:t>Schválení rozpočtu DP na další období</w:t>
                      </w:r>
                    </w:p>
                    <w:p w14:paraId="3EBB6BA4" w14:textId="2B112C1C" w:rsidR="00BA7684" w:rsidRDefault="00BA7684" w:rsidP="0040453C">
                      <w:pPr>
                        <w:spacing w:after="0"/>
                        <w:jc w:val="center"/>
                      </w:pPr>
                      <w:r>
                        <w:t>(</w:t>
                      </w:r>
                      <w:r w:rsidR="00F34268">
                        <w:t>RADA, ZASTUPITELSTVO) JMK)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34268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17" behindDoc="0" locked="0" layoutInCell="1" allowOverlap="1" wp14:anchorId="648D5634" wp14:editId="6073863A">
                <wp:simplePos x="0" y="0"/>
                <wp:positionH relativeFrom="column">
                  <wp:posOffset>3794125</wp:posOffset>
                </wp:positionH>
                <wp:positionV relativeFrom="paragraph">
                  <wp:posOffset>2754630</wp:posOffset>
                </wp:positionV>
                <wp:extent cx="518160" cy="60960"/>
                <wp:effectExtent l="0" t="19050" r="72390" b="91440"/>
                <wp:wrapNone/>
                <wp:docPr id="88" name="Přímá spojnice se šipkou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8160" cy="609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E5B574" id="Přímá spojnice se šipkou 88" o:spid="_x0000_s1026" type="#_x0000_t32" style="position:absolute;margin-left:298.75pt;margin-top:216.9pt;width:40.8pt;height:4.8pt;z-index:2516583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" strokecolor="black [3200]" strokeweight="1.5pt">
                <v:stroke endarrow="block" joinstyle="miter"/>
              </v:shape>
            </w:pict>
          </mc:Fallback>
        </mc:AlternateContent>
      </w:r>
      <w:r w:rsidR="00BA768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46" behindDoc="0" locked="0" layoutInCell="1" allowOverlap="1" wp14:anchorId="1B374D4B" wp14:editId="359D9C57">
                <wp:simplePos x="0" y="0"/>
                <wp:positionH relativeFrom="column">
                  <wp:posOffset>1805305</wp:posOffset>
                </wp:positionH>
                <wp:positionV relativeFrom="paragraph">
                  <wp:posOffset>1756410</wp:posOffset>
                </wp:positionV>
                <wp:extent cx="0" cy="998220"/>
                <wp:effectExtent l="38100" t="0" r="38100" b="49530"/>
                <wp:wrapNone/>
                <wp:docPr id="120" name="Přímá spojnice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9822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line id="Přímá spojnice 120" style="position:absolute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6pt" from="142.15pt,138.3pt" to="142.15pt,216.9pt" w14:anchorId="5A5842D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">
                <v:stroke joinstyle="miter"/>
              </v:line>
            </w:pict>
          </mc:Fallback>
        </mc:AlternateContent>
      </w:r>
      <w:r w:rsidR="00BA768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77" behindDoc="0" locked="0" layoutInCell="1" allowOverlap="1" wp14:anchorId="5D164DD5" wp14:editId="57031B4A">
                <wp:simplePos x="0" y="0"/>
                <wp:positionH relativeFrom="margin">
                  <wp:posOffset>2060576</wp:posOffset>
                </wp:positionH>
                <wp:positionV relativeFrom="paragraph">
                  <wp:posOffset>2038350</wp:posOffset>
                </wp:positionV>
                <wp:extent cx="1771650" cy="1043940"/>
                <wp:effectExtent l="19050" t="0" r="38100" b="22860"/>
                <wp:wrapNone/>
                <wp:docPr id="40" name="Vývojový diagram: příprava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1043940"/>
                        </a:xfrm>
                        <a:prstGeom prst="flowChartPreparation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EA44FE" w14:textId="054DAB4A" w:rsidR="00CB68F2" w:rsidRDefault="00CB68F2" w:rsidP="0040453C">
                            <w:pPr>
                              <w:spacing w:after="0"/>
                              <w:jc w:val="center"/>
                            </w:pPr>
                            <w:r>
                              <w:t>Příprava rozpočtu DP na další období</w:t>
                            </w:r>
                          </w:p>
                          <w:p w14:paraId="2D5F90B5" w14:textId="6468F2A5" w:rsidR="00CA2529" w:rsidRDefault="00CA2529" w:rsidP="0040453C">
                            <w:pPr>
                              <w:spacing w:after="0"/>
                              <w:jc w:val="center"/>
                            </w:pPr>
                            <w:r>
                              <w:t xml:space="preserve">(Administrátor </w:t>
                            </w:r>
                            <w:r w:rsidR="00BA7684">
                              <w:t>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164DD5" id="Vývojový diagram: příprava 40" o:spid="_x0000_s1077" type="#_x0000_t117" style="position:absolute;margin-left:162.25pt;margin-top:160.5pt;width:139.5pt;height:82.2pt;z-index:25165827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" fillcolor="#7030a0" strokecolor="#1f3763 [1604]" strokeweight="1pt">
                <v:textbox>
                  <w:txbxContent>
                    <w:p w14:paraId="43EA44FE" w14:textId="054DAB4A" w:rsidR="00CB68F2" w:rsidRDefault="00CB68F2" w:rsidP="0040453C">
                      <w:pPr>
                        <w:spacing w:after="0"/>
                        <w:jc w:val="center"/>
                      </w:pPr>
                      <w:r>
                        <w:t>Příprava rozpočtu DP na další období</w:t>
                      </w:r>
                    </w:p>
                    <w:p w14:paraId="2D5F90B5" w14:textId="6468F2A5" w:rsidR="00CA2529" w:rsidRDefault="00CA2529" w:rsidP="0040453C">
                      <w:pPr>
                        <w:spacing w:after="0"/>
                        <w:jc w:val="center"/>
                      </w:pPr>
                      <w:r>
                        <w:t xml:space="preserve">(Administrátor </w:t>
                      </w:r>
                      <w:r w:rsidR="00BA7684">
                        <w:t>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E60C4">
        <w:rPr>
          <w:noProof/>
        </w:rPr>
        <mc:AlternateContent>
          <mc:Choice Requires="wps">
            <w:drawing>
              <wp:anchor distT="0" distB="0" distL="114300" distR="114300" simplePos="0" relativeHeight="251658270" behindDoc="0" locked="0" layoutInCell="1" allowOverlap="1" wp14:anchorId="3C652799" wp14:editId="651897E8">
                <wp:simplePos x="0" y="0"/>
                <wp:positionH relativeFrom="margin">
                  <wp:posOffset>4868545</wp:posOffset>
                </wp:positionH>
                <wp:positionV relativeFrom="paragraph">
                  <wp:posOffset>872490</wp:posOffset>
                </wp:positionV>
                <wp:extent cx="1539240" cy="676275"/>
                <wp:effectExtent l="0" t="0" r="22860" b="28575"/>
                <wp:wrapNone/>
                <wp:docPr id="33" name="Vývojový diagram: postup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9240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61A4CD" w14:textId="6B8B6839" w:rsidR="00962A95" w:rsidRDefault="00962A95" w:rsidP="0040453C">
                            <w:pPr>
                              <w:spacing w:after="0"/>
                              <w:jc w:val="center"/>
                            </w:pPr>
                            <w:r>
                              <w:t>Podpis dotačních smluv hejtmanem JMK</w:t>
                            </w:r>
                          </w:p>
                          <w:p w14:paraId="20F6DC50" w14:textId="238F909D" w:rsidR="003E60C4" w:rsidRDefault="003E60C4" w:rsidP="0040453C">
                            <w:pPr>
                              <w:spacing w:after="0"/>
                              <w:jc w:val="center"/>
                            </w:pPr>
                            <w:r>
                              <w:t>(Hejtman)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652799" id="Vývojový diagram: postup 33" o:spid="_x0000_s1078" type="#_x0000_t109" style="position:absolute;margin-left:383.35pt;margin-top:68.7pt;width:121.2pt;height:53.25pt;z-index:25165827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" fillcolor="#4472c4 [3204]" strokecolor="#1f3763 [1604]" strokeweight="1pt">
                <v:textbox>
                  <w:txbxContent>
                    <w:p w14:paraId="2561A4CD" w14:textId="6B8B6839" w:rsidR="00962A95" w:rsidRDefault="00962A95" w:rsidP="0040453C">
                      <w:pPr>
                        <w:spacing w:after="0"/>
                        <w:jc w:val="center"/>
                      </w:pPr>
                      <w:r>
                        <w:t>Podpis dotačních smluv hejtmanem JMK</w:t>
                      </w:r>
                    </w:p>
                    <w:p w14:paraId="20F6DC50" w14:textId="238F909D" w:rsidR="003E60C4" w:rsidRDefault="003E60C4" w:rsidP="0040453C">
                      <w:pPr>
                        <w:spacing w:after="0"/>
                        <w:jc w:val="center"/>
                      </w:pPr>
                      <w:r>
                        <w:t>(Hejtman)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E60C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69" behindDoc="0" locked="0" layoutInCell="1" allowOverlap="1" wp14:anchorId="3D699C75" wp14:editId="7AAD105A">
                <wp:simplePos x="0" y="0"/>
                <wp:positionH relativeFrom="margin">
                  <wp:posOffset>7386955</wp:posOffset>
                </wp:positionH>
                <wp:positionV relativeFrom="paragraph">
                  <wp:posOffset>407670</wp:posOffset>
                </wp:positionV>
                <wp:extent cx="2171700" cy="1219200"/>
                <wp:effectExtent l="19050" t="0" r="38100" b="19050"/>
                <wp:wrapNone/>
                <wp:docPr id="32" name="Vývojový diagram: příprava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1219200"/>
                        </a:xfrm>
                        <a:prstGeom prst="flowChartPreparation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98613D" w14:textId="762C52C6" w:rsidR="00962A95" w:rsidRDefault="00962A95" w:rsidP="0040453C">
                            <w:pPr>
                              <w:spacing w:after="0"/>
                              <w:jc w:val="center"/>
                            </w:pPr>
                            <w:r>
                              <w:t>Příprava garancí smluv k podpisu ze strany JMK</w:t>
                            </w:r>
                          </w:p>
                          <w:p w14:paraId="28629ADD" w14:textId="7639D5C9" w:rsidR="00516CC2" w:rsidRDefault="00516CC2" w:rsidP="0040453C">
                            <w:pPr>
                              <w:spacing w:after="0"/>
                              <w:jc w:val="center"/>
                            </w:pPr>
                            <w:r>
                              <w:t>(Administrátor DP, Ekonom, Právní</w:t>
                            </w:r>
                            <w:r w:rsidR="003E60C4">
                              <w:t>ci)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699C75" id="Vývojový diagram: příprava 32" o:spid="_x0000_s1079" type="#_x0000_t117" style="position:absolute;margin-left:581.65pt;margin-top:32.1pt;width:171pt;height:96pt;z-index:25165826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" fillcolor="#7030a0" strokecolor="#1f3763 [1604]" strokeweight="1pt">
                <v:textbox>
                  <w:txbxContent>
                    <w:p w14:paraId="0D98613D" w14:textId="762C52C6" w:rsidR="00962A95" w:rsidRDefault="00962A95" w:rsidP="0040453C">
                      <w:pPr>
                        <w:spacing w:after="0"/>
                        <w:jc w:val="center"/>
                      </w:pPr>
                      <w:r>
                        <w:t>Příprava garancí smluv k podpisu ze strany JMK</w:t>
                      </w:r>
                    </w:p>
                    <w:p w14:paraId="28629ADD" w14:textId="7639D5C9" w:rsidR="00516CC2" w:rsidRDefault="00516CC2" w:rsidP="0040453C">
                      <w:pPr>
                        <w:spacing w:after="0"/>
                        <w:jc w:val="center"/>
                      </w:pPr>
                      <w:r>
                        <w:t>(Administrátor DP, Ekonom, Právní</w:t>
                      </w:r>
                      <w:r w:rsidR="003E60C4">
                        <w:t>ci)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342B3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10" behindDoc="0" locked="0" layoutInCell="1" allowOverlap="1" wp14:anchorId="1BA7923D" wp14:editId="3E6B39F1">
                <wp:simplePos x="0" y="0"/>
                <wp:positionH relativeFrom="column">
                  <wp:posOffset>5476875</wp:posOffset>
                </wp:positionH>
                <wp:positionV relativeFrom="paragraph">
                  <wp:posOffset>667385</wp:posOffset>
                </wp:positionV>
                <wp:extent cx="138223" cy="144780"/>
                <wp:effectExtent l="38100" t="38100" r="33655" b="26670"/>
                <wp:wrapNone/>
                <wp:docPr id="81" name="Přímá spojnice se šipkou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8223" cy="1447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 id="Přímá spojnice se šipkou 81" style="position:absolute;margin-left:431.25pt;margin-top:52.55pt;width:10.9pt;height:11.4pt;flip:x y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" w14:anchorId="33C661F8">
                <v:stroke joinstyle="miter" endarrow="block"/>
              </v:shape>
            </w:pict>
          </mc:Fallback>
        </mc:AlternateContent>
      </w:r>
      <w:r w:rsidR="005342B3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71" behindDoc="0" locked="0" layoutInCell="1" allowOverlap="1" wp14:anchorId="569C3CF7" wp14:editId="4B85EE01">
                <wp:simplePos x="0" y="0"/>
                <wp:positionH relativeFrom="margin">
                  <wp:posOffset>4789170</wp:posOffset>
                </wp:positionH>
                <wp:positionV relativeFrom="paragraph">
                  <wp:posOffset>156210</wp:posOffset>
                </wp:positionV>
                <wp:extent cx="967740" cy="579120"/>
                <wp:effectExtent l="0" t="0" r="22860" b="11430"/>
                <wp:wrapNone/>
                <wp:docPr id="34" name="Vývojový diagram: dokument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7740" cy="579120"/>
                        </a:xfrm>
                        <a:prstGeom prst="flowChartDocument">
                          <a:avLst/>
                        </a:prstGeom>
                        <a:ln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21257F" w14:textId="053DE081" w:rsidR="00962A95" w:rsidRDefault="00962A95" w:rsidP="00962A95">
                            <w:pPr>
                              <w:jc w:val="center"/>
                            </w:pPr>
                            <w:r>
                              <w:t>Platná smlouva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9C3CF7" id="Vývojový diagram: dokument 34" o:spid="_x0000_s1080" type="#_x0000_t114" style="position:absolute;margin-left:377.1pt;margin-top:12.3pt;width:76.2pt;height:45.6pt;z-index:25165827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" fillcolor="#70ad47 [3209]" strokecolor="#375623 [1609]" strokeweight="1pt">
                <v:textbox>
                  <w:txbxContent>
                    <w:p w14:paraId="4521257F" w14:textId="053DE081" w:rsidR="00962A95" w:rsidRDefault="00962A95" w:rsidP="00962A95">
                      <w:pPr>
                        <w:jc w:val="center"/>
                      </w:pPr>
                      <w:r>
                        <w:t>Platná smlouva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5149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36" behindDoc="0" locked="0" layoutInCell="1" allowOverlap="1" wp14:anchorId="5B5AF013" wp14:editId="0292387F">
                <wp:simplePos x="0" y="0"/>
                <wp:positionH relativeFrom="margin">
                  <wp:posOffset>3597275</wp:posOffset>
                </wp:positionH>
                <wp:positionV relativeFrom="paragraph">
                  <wp:posOffset>3450590</wp:posOffset>
                </wp:positionV>
                <wp:extent cx="400050" cy="257175"/>
                <wp:effectExtent l="0" t="0" r="0" b="9525"/>
                <wp:wrapNone/>
                <wp:docPr id="115" name="Textové po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B5E28D" w14:textId="77777777" w:rsidR="00E40017" w:rsidRDefault="00E40017" w:rsidP="00E40017">
                            <w:r>
                              <w:t>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AF013" id="Textové pole 115" o:spid="_x0000_s1081" type="#_x0000_t202" style="position:absolute;margin-left:283.25pt;margin-top:271.7pt;width:31.5pt;height:20.25pt;z-index:251658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" fillcolor="white [3201]" stroked="f" strokeweight=".5pt">
                <v:textbox>
                  <w:txbxContent>
                    <w:p w14:paraId="7EB5E28D" w14:textId="77777777" w:rsidR="00E40017" w:rsidRDefault="00E40017" w:rsidP="00E40017">
                      <w:r>
                        <w:t>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51499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19" behindDoc="0" locked="0" layoutInCell="1" allowOverlap="1" wp14:anchorId="40746AB8" wp14:editId="5ACB0841">
                <wp:simplePos x="0" y="0"/>
                <wp:positionH relativeFrom="column">
                  <wp:posOffset>3639820</wp:posOffset>
                </wp:positionH>
                <wp:positionV relativeFrom="paragraph">
                  <wp:posOffset>3712210</wp:posOffset>
                </wp:positionV>
                <wp:extent cx="425303" cy="106326"/>
                <wp:effectExtent l="0" t="57150" r="0" b="27305"/>
                <wp:wrapNone/>
                <wp:docPr id="90" name="Přímá spojnice se šipkou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5303" cy="10632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 id="Přímá spojnice se šipkou 90" style="position:absolute;margin-left:286.6pt;margin-top:292.3pt;width:33.5pt;height:8.35pt;flip:y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" w14:anchorId="3121E61E">
                <v:stroke joinstyle="miter" endarrow="block"/>
              </v:shape>
            </w:pict>
          </mc:Fallback>
        </mc:AlternateContent>
      </w:r>
      <w:r w:rsidR="00A5149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3B033A15" wp14:editId="4175F40D">
                <wp:simplePos x="0" y="0"/>
                <wp:positionH relativeFrom="column">
                  <wp:posOffset>3731895</wp:posOffset>
                </wp:positionH>
                <wp:positionV relativeFrom="paragraph">
                  <wp:posOffset>4039235</wp:posOffset>
                </wp:positionV>
                <wp:extent cx="523875" cy="257175"/>
                <wp:effectExtent l="0" t="0" r="9525" b="9525"/>
                <wp:wrapNone/>
                <wp:docPr id="117" name="Textové po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6167C9" w14:textId="77777777" w:rsidR="00E40017" w:rsidRDefault="00E40017" w:rsidP="00E40017">
                            <w:r>
                              <w:t>ANO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033A15" id="Textové pole 117" o:spid="_x0000_s1082" type="#_x0000_t202" style="position:absolute;margin-left:293.85pt;margin-top:318.05pt;width:41.25pt;height:20.2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" fillcolor="white [3201]" stroked="f" strokeweight=".5pt">
                <v:textbox>
                  <w:txbxContent>
                    <w:p w14:paraId="6F6167C9" w14:textId="77777777" w:rsidR="00E40017" w:rsidRDefault="00E40017" w:rsidP="00E40017">
                      <w:r>
                        <w:t>ANO</w:t>
                      </w:r>
                    </w:p>
                  </w:txbxContent>
                </v:textbox>
              </v:shape>
            </w:pict>
          </mc:Fallback>
        </mc:AlternateContent>
      </w:r>
      <w:r w:rsidR="00A51499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18" behindDoc="0" locked="0" layoutInCell="1" allowOverlap="1" wp14:anchorId="7BD3B592" wp14:editId="72EC891B">
                <wp:simplePos x="0" y="0"/>
                <wp:positionH relativeFrom="column">
                  <wp:posOffset>1233170</wp:posOffset>
                </wp:positionH>
                <wp:positionV relativeFrom="paragraph">
                  <wp:posOffset>3876040</wp:posOffset>
                </wp:positionV>
                <wp:extent cx="736644" cy="45719"/>
                <wp:effectExtent l="0" t="38100" r="44450" b="88265"/>
                <wp:wrapNone/>
                <wp:docPr id="89" name="Přímá spojnice se šipkou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6644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 id="Přímá spojnice se šipkou 89" style="position:absolute;margin-left:97.1pt;margin-top:305.2pt;width:58pt;height:3.6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" w14:anchorId="7ACDEAE1">
                <v:stroke joinstyle="miter" endarrow="block"/>
              </v:shape>
            </w:pict>
          </mc:Fallback>
        </mc:AlternateContent>
      </w:r>
      <w:r w:rsidR="00A51499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80" behindDoc="0" locked="0" layoutInCell="1" allowOverlap="1" wp14:anchorId="2F96E59B" wp14:editId="4B9136AB">
                <wp:simplePos x="0" y="0"/>
                <wp:positionH relativeFrom="margin">
                  <wp:posOffset>1793240</wp:posOffset>
                </wp:positionH>
                <wp:positionV relativeFrom="paragraph">
                  <wp:posOffset>3255010</wp:posOffset>
                </wp:positionV>
                <wp:extent cx="1718310" cy="956310"/>
                <wp:effectExtent l="19050" t="19050" r="15240" b="34290"/>
                <wp:wrapNone/>
                <wp:docPr id="44" name="Vývojový diagram: rozhodnutí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8310" cy="95631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D4458C" w14:textId="002BB4C0" w:rsidR="00CB68F2" w:rsidRDefault="00CB68F2" w:rsidP="00CB68F2">
                            <w:pPr>
                              <w:jc w:val="center"/>
                            </w:pPr>
                            <w:r>
                              <w:t>Je FV v pořádku?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6E59B" id="Vývojový diagram: rozhodnutí 44" o:spid="_x0000_s1083" type="#_x0000_t110" style="position:absolute;margin-left:141.2pt;margin-top:256.3pt;width:135.3pt;height:75.3pt;z-index:251658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" fillcolor="#ed7d31 [3205]" strokecolor="#823b0b [1605]" strokeweight="1pt">
                <v:textbox>
                  <w:txbxContent>
                    <w:p w14:paraId="7CD4458C" w14:textId="002BB4C0" w:rsidR="00CB68F2" w:rsidRDefault="00CB68F2" w:rsidP="00CB68F2">
                      <w:pPr>
                        <w:jc w:val="center"/>
                      </w:pPr>
                      <w:r>
                        <w:t>Je FV v pořádku?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CE2A8C" w:rsidRPr="00CE2A8C" w:rsidSect="006777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3226B" w14:textId="77777777" w:rsidR="00CB5AC4" w:rsidRDefault="00CB5AC4" w:rsidP="002B419A">
      <w:pPr>
        <w:spacing w:after="0" w:line="240" w:lineRule="auto"/>
      </w:pPr>
      <w:r>
        <w:separator/>
      </w:r>
    </w:p>
  </w:endnote>
  <w:endnote w:type="continuationSeparator" w:id="0">
    <w:p w14:paraId="1109CF4A" w14:textId="77777777" w:rsidR="00CB5AC4" w:rsidRDefault="00CB5AC4" w:rsidP="002B419A">
      <w:pPr>
        <w:spacing w:after="0" w:line="240" w:lineRule="auto"/>
      </w:pPr>
      <w:r>
        <w:continuationSeparator/>
      </w:r>
    </w:p>
  </w:endnote>
  <w:endnote w:type="continuationNotice" w:id="1">
    <w:p w14:paraId="09C5E9A9" w14:textId="77777777" w:rsidR="00CB5AC4" w:rsidRDefault="00CB5AC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E0E1B" w14:textId="77777777" w:rsidR="007D304C" w:rsidRDefault="007D304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389C9" w14:textId="77777777" w:rsidR="007D304C" w:rsidRDefault="007D304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4B15D" w14:textId="77777777" w:rsidR="007D304C" w:rsidRDefault="007D304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71E33" w14:textId="77777777" w:rsidR="00CB5AC4" w:rsidRDefault="00CB5AC4" w:rsidP="002B419A">
      <w:pPr>
        <w:spacing w:after="0" w:line="240" w:lineRule="auto"/>
      </w:pPr>
      <w:r>
        <w:separator/>
      </w:r>
    </w:p>
  </w:footnote>
  <w:footnote w:type="continuationSeparator" w:id="0">
    <w:p w14:paraId="4D6D92D7" w14:textId="77777777" w:rsidR="00CB5AC4" w:rsidRDefault="00CB5AC4" w:rsidP="002B419A">
      <w:pPr>
        <w:spacing w:after="0" w:line="240" w:lineRule="auto"/>
      </w:pPr>
      <w:r>
        <w:continuationSeparator/>
      </w:r>
    </w:p>
  </w:footnote>
  <w:footnote w:type="continuationNotice" w:id="1">
    <w:p w14:paraId="4988DD58" w14:textId="77777777" w:rsidR="00CB5AC4" w:rsidRDefault="00CB5AC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50472" w14:textId="77777777" w:rsidR="007D304C" w:rsidRDefault="007D304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14870" w14:textId="307DA18D" w:rsidR="007D304C" w:rsidRDefault="007D304C">
    <w:pPr>
      <w:pStyle w:val="Zhlav"/>
    </w:pPr>
    <w:r>
      <w:t>Příloha B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473B0" w14:textId="77777777" w:rsidR="007D304C" w:rsidRDefault="007D304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378"/>
    <w:rsid w:val="00004810"/>
    <w:rsid w:val="00014CE2"/>
    <w:rsid w:val="00045E8F"/>
    <w:rsid w:val="00091A7E"/>
    <w:rsid w:val="000968F0"/>
    <w:rsid w:val="000A3C73"/>
    <w:rsid w:val="000B0227"/>
    <w:rsid w:val="000C7136"/>
    <w:rsid w:val="0015125B"/>
    <w:rsid w:val="001513AA"/>
    <w:rsid w:val="001753FD"/>
    <w:rsid w:val="0018245E"/>
    <w:rsid w:val="001B288F"/>
    <w:rsid w:val="001E02D4"/>
    <w:rsid w:val="002001D1"/>
    <w:rsid w:val="00212B3A"/>
    <w:rsid w:val="00234FA2"/>
    <w:rsid w:val="00237E28"/>
    <w:rsid w:val="002A07BD"/>
    <w:rsid w:val="002A4005"/>
    <w:rsid w:val="002A696C"/>
    <w:rsid w:val="002B419A"/>
    <w:rsid w:val="0034372D"/>
    <w:rsid w:val="003801E4"/>
    <w:rsid w:val="003E44B3"/>
    <w:rsid w:val="003E60C4"/>
    <w:rsid w:val="003F0383"/>
    <w:rsid w:val="0040453C"/>
    <w:rsid w:val="00420518"/>
    <w:rsid w:val="00443ED6"/>
    <w:rsid w:val="0044640C"/>
    <w:rsid w:val="004816F8"/>
    <w:rsid w:val="004B67A9"/>
    <w:rsid w:val="004C1E30"/>
    <w:rsid w:val="004C567F"/>
    <w:rsid w:val="004C6950"/>
    <w:rsid w:val="00505A38"/>
    <w:rsid w:val="00511899"/>
    <w:rsid w:val="00516CC2"/>
    <w:rsid w:val="005342B3"/>
    <w:rsid w:val="005846BF"/>
    <w:rsid w:val="005869E3"/>
    <w:rsid w:val="00590B50"/>
    <w:rsid w:val="005A7A6D"/>
    <w:rsid w:val="005C60B3"/>
    <w:rsid w:val="005D213D"/>
    <w:rsid w:val="006063AC"/>
    <w:rsid w:val="006245A1"/>
    <w:rsid w:val="00664451"/>
    <w:rsid w:val="006777A4"/>
    <w:rsid w:val="006849BA"/>
    <w:rsid w:val="007333DA"/>
    <w:rsid w:val="00765A11"/>
    <w:rsid w:val="00766CF8"/>
    <w:rsid w:val="007B1DC4"/>
    <w:rsid w:val="007D304C"/>
    <w:rsid w:val="007E1CAF"/>
    <w:rsid w:val="007E67FA"/>
    <w:rsid w:val="007F5D14"/>
    <w:rsid w:val="00804C9D"/>
    <w:rsid w:val="008545A7"/>
    <w:rsid w:val="00854C10"/>
    <w:rsid w:val="00855364"/>
    <w:rsid w:val="008B13D4"/>
    <w:rsid w:val="009057FC"/>
    <w:rsid w:val="00912E03"/>
    <w:rsid w:val="00946A11"/>
    <w:rsid w:val="00961901"/>
    <w:rsid w:val="00962A95"/>
    <w:rsid w:val="0098455A"/>
    <w:rsid w:val="0099514D"/>
    <w:rsid w:val="009A7C68"/>
    <w:rsid w:val="009C58F4"/>
    <w:rsid w:val="00A357D7"/>
    <w:rsid w:val="00A513F7"/>
    <w:rsid w:val="00A51499"/>
    <w:rsid w:val="00AB4C4E"/>
    <w:rsid w:val="00AE715D"/>
    <w:rsid w:val="00B008C3"/>
    <w:rsid w:val="00B057EA"/>
    <w:rsid w:val="00B515A5"/>
    <w:rsid w:val="00B77CD6"/>
    <w:rsid w:val="00BA7684"/>
    <w:rsid w:val="00C14F7B"/>
    <w:rsid w:val="00C3610D"/>
    <w:rsid w:val="00C4310B"/>
    <w:rsid w:val="00C51270"/>
    <w:rsid w:val="00C850F9"/>
    <w:rsid w:val="00C86D14"/>
    <w:rsid w:val="00C93E55"/>
    <w:rsid w:val="00CA2529"/>
    <w:rsid w:val="00CB5AC4"/>
    <w:rsid w:val="00CB68F2"/>
    <w:rsid w:val="00CE2A8C"/>
    <w:rsid w:val="00CF4594"/>
    <w:rsid w:val="00D32CA8"/>
    <w:rsid w:val="00D64DEC"/>
    <w:rsid w:val="00D827E9"/>
    <w:rsid w:val="00D84EDE"/>
    <w:rsid w:val="00DA6E55"/>
    <w:rsid w:val="00DB071C"/>
    <w:rsid w:val="00DE131F"/>
    <w:rsid w:val="00DF387A"/>
    <w:rsid w:val="00E40017"/>
    <w:rsid w:val="00E94391"/>
    <w:rsid w:val="00EC17F5"/>
    <w:rsid w:val="00EF7904"/>
    <w:rsid w:val="00F13D48"/>
    <w:rsid w:val="00F34268"/>
    <w:rsid w:val="00F45378"/>
    <w:rsid w:val="00F47641"/>
    <w:rsid w:val="00F64C05"/>
    <w:rsid w:val="00F72005"/>
    <w:rsid w:val="00F94D71"/>
    <w:rsid w:val="00FD41BF"/>
    <w:rsid w:val="4EF6EEF5"/>
    <w:rsid w:val="5EA22C5C"/>
    <w:rsid w:val="6CA0F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CA5AF"/>
  <w15:chartTrackingRefBased/>
  <w15:docId w15:val="{13F746A0-8BA7-4D8C-8B18-AD50F2482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C6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60B3"/>
  </w:style>
  <w:style w:type="paragraph" w:styleId="Zpat">
    <w:name w:val="footer"/>
    <w:basedOn w:val="Normln"/>
    <w:link w:val="ZpatChar"/>
    <w:uiPriority w:val="99"/>
    <w:unhideWhenUsed/>
    <w:rsid w:val="005C6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6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6DEFAA8-BD67-40A7-B9C8-32BEE1DF945F}">
  <we:reference id="wa104099688" version="1.3.0.0" store="cs-CZ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7AB0C8B8AABA045B63C4854212350F2" ma:contentTypeVersion="5" ma:contentTypeDescription="Vytvoří nový dokument" ma:contentTypeScope="" ma:versionID="7532f70bbd20849f6164cd5aac53e7ec">
  <xsd:schema xmlns:xsd="http://www.w3.org/2001/XMLSchema" xmlns:xs="http://www.w3.org/2001/XMLSchema" xmlns:p="http://schemas.microsoft.com/office/2006/metadata/properties" xmlns:ns2="ea37ee45-db15-4053-8188-3a69d0e48044" targetNamespace="http://schemas.microsoft.com/office/2006/metadata/properties" ma:root="true" ma:fieldsID="3d09f3f762bd6c0742c10f262ba37ec6" ns2:_="">
    <xsd:import namespace="ea37ee45-db15-4053-8188-3a69d0e480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37ee45-db15-4053-8188-3a69d0e48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31476-DECE-4177-AEE6-C4D85EA27F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37ee45-db15-4053-8188-3a69d0e48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6872BB-DB4B-4336-BC11-285E8D4A90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B8D684-2F61-47CA-AF71-438E50B0B5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3423927-E8F3-474C-8C3F-495C9DB2B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29</Words>
  <Characters>173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Grabec Tomáš</dc:creator>
  <cp:keywords/>
  <dc:description/>
  <cp:lastModifiedBy>Dvořák Marek</cp:lastModifiedBy>
  <cp:revision>82</cp:revision>
  <cp:lastPrinted>2022-10-06T10:38:00Z</cp:lastPrinted>
  <dcterms:created xsi:type="dcterms:W3CDTF">2021-04-09T01:50:00Z</dcterms:created>
  <dcterms:modified xsi:type="dcterms:W3CDTF">2022-10-06T10:38:00Z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2021-04-08T15:26:32Z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7722e894-ab9c-4c47-8492-f46b5d4a704f</vt:lpwstr>
  </property>
  <property fmtid="{D5CDD505-2E9C-101B-9397-08002B2CF9AE}" pid="8" name="MSIP_Label_690ebb53-23a2-471a-9c6e-17bd0d11311e_ContentBits">
    <vt:lpwstr>0</vt:lpwstr>
  </property>
  <property fmtid="{D5CDD505-2E9C-101B-9397-08002B2CF9AE}" pid="9" name="ContentTypeId">
    <vt:lpwstr>0x010100A7AB0C8B8AABA045B63C4854212350F2</vt:lpwstr>
  </property>
</Properties>
</file>