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0EC7C" w14:textId="77777777" w:rsidR="00A85C71" w:rsidRPr="009F152B" w:rsidRDefault="007468CC" w:rsidP="009C2A59">
      <w:pPr>
        <w:pStyle w:val="Zkladntext"/>
        <w:spacing w:before="360"/>
        <w:jc w:val="center"/>
        <w:rPr>
          <w:rFonts w:cs="Arial"/>
          <w:sz w:val="24"/>
          <w:szCs w:val="24"/>
        </w:rPr>
      </w:pPr>
      <w:r w:rsidRPr="009F152B">
        <w:rPr>
          <w:rFonts w:cs="Arial"/>
          <w:sz w:val="24"/>
          <w:szCs w:val="24"/>
        </w:rPr>
        <w:t>DOHODA O PR</w:t>
      </w:r>
      <w:r w:rsidR="00007278">
        <w:rPr>
          <w:rFonts w:cs="Arial"/>
          <w:sz w:val="24"/>
          <w:szCs w:val="24"/>
        </w:rPr>
        <w:t>OVEDENÍ PRÁCE</w:t>
      </w:r>
    </w:p>
    <w:p w14:paraId="26AD04F9" w14:textId="77777777" w:rsidR="00A85C71" w:rsidRPr="002F7149" w:rsidRDefault="00A85C71" w:rsidP="009C2A59">
      <w:pPr>
        <w:pStyle w:val="Zkladntext"/>
        <w:spacing w:after="360"/>
        <w:jc w:val="center"/>
        <w:rPr>
          <w:rFonts w:cs="Arial"/>
          <w:szCs w:val="22"/>
        </w:rPr>
      </w:pPr>
      <w:r w:rsidRPr="002F7149">
        <w:rPr>
          <w:rFonts w:cs="Arial"/>
          <w:szCs w:val="22"/>
        </w:rPr>
        <w:t xml:space="preserve">uzavřená podle § </w:t>
      </w:r>
      <w:r w:rsidR="007468CC" w:rsidRPr="002F7149">
        <w:rPr>
          <w:rFonts w:cs="Arial"/>
          <w:szCs w:val="22"/>
        </w:rPr>
        <w:t>7</w:t>
      </w:r>
      <w:r w:rsidR="00F13EE7">
        <w:rPr>
          <w:rFonts w:cs="Arial"/>
          <w:szCs w:val="22"/>
        </w:rPr>
        <w:t>5</w:t>
      </w:r>
      <w:r w:rsidRPr="002F7149">
        <w:rPr>
          <w:rFonts w:cs="Arial"/>
          <w:szCs w:val="22"/>
        </w:rPr>
        <w:t xml:space="preserve"> zákona č. 262/2006 Sb. (Zákoníku práce) mezi:</w:t>
      </w:r>
    </w:p>
    <w:p w14:paraId="56A49993" w14:textId="77777777" w:rsidR="00A85C71" w:rsidRPr="002F7149" w:rsidRDefault="000549AC" w:rsidP="00A85C71">
      <w:pPr>
        <w:pStyle w:val="Tuntext"/>
        <w:rPr>
          <w:rFonts w:cs="Arial"/>
          <w:b w:val="0"/>
          <w:szCs w:val="22"/>
        </w:rPr>
      </w:pPr>
      <w:r w:rsidRPr="002F7149">
        <w:rPr>
          <w:rFonts w:cs="Arial"/>
          <w:b w:val="0"/>
          <w:szCs w:val="22"/>
        </w:rPr>
        <w:t>z</w:t>
      </w:r>
      <w:r w:rsidR="00A85C71" w:rsidRPr="002F7149">
        <w:rPr>
          <w:rFonts w:cs="Arial"/>
          <w:b w:val="0"/>
          <w:szCs w:val="22"/>
        </w:rPr>
        <w:t>aměstnavatelem</w:t>
      </w:r>
    </w:p>
    <w:tbl>
      <w:tblPr>
        <w:tblW w:w="928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35"/>
        <w:gridCol w:w="7051"/>
      </w:tblGrid>
      <w:tr w:rsidR="00DB181C" w:rsidRPr="002F7149" w14:paraId="5BEBF64F" w14:textId="77777777" w:rsidTr="00137B42">
        <w:tc>
          <w:tcPr>
            <w:tcW w:w="2235" w:type="dxa"/>
          </w:tcPr>
          <w:p w14:paraId="03A4836F" w14:textId="77777777" w:rsidR="00DB181C" w:rsidRPr="000E678F" w:rsidRDefault="00DB181C" w:rsidP="00DB181C">
            <w:pPr>
              <w:pStyle w:val="Tabulkatuntext"/>
              <w:rPr>
                <w:rFonts w:cs="Arial"/>
                <w:szCs w:val="22"/>
              </w:rPr>
            </w:pPr>
            <w:r w:rsidRPr="000E678F">
              <w:rPr>
                <w:rFonts w:cs="Arial"/>
                <w:szCs w:val="22"/>
              </w:rPr>
              <w:t>Organizace:</w:t>
            </w:r>
          </w:p>
        </w:tc>
        <w:tc>
          <w:tcPr>
            <w:tcW w:w="7051" w:type="dxa"/>
            <w:vAlign w:val="center"/>
          </w:tcPr>
          <w:p w14:paraId="5952E36F" w14:textId="5EB630F8" w:rsidR="00DB181C" w:rsidRPr="00DC50FD" w:rsidRDefault="00DB181C" w:rsidP="00DB181C">
            <w:pPr>
              <w:pStyle w:val="Tabulkazkladntext"/>
              <w:rPr>
                <w:szCs w:val="22"/>
                <w:lang w:val="en-US"/>
              </w:rPr>
            </w:pPr>
            <w:r>
              <w:t>Doplní systém</w:t>
            </w:r>
          </w:p>
        </w:tc>
      </w:tr>
      <w:tr w:rsidR="00DB181C" w:rsidRPr="002F7149" w14:paraId="65E4F3EF" w14:textId="77777777" w:rsidTr="00137B42">
        <w:tc>
          <w:tcPr>
            <w:tcW w:w="2235" w:type="dxa"/>
          </w:tcPr>
          <w:p w14:paraId="06551E80" w14:textId="77777777" w:rsidR="00DB181C" w:rsidRPr="000E678F" w:rsidRDefault="00DB181C" w:rsidP="00DB181C">
            <w:pPr>
              <w:pStyle w:val="Tabulkatuntext"/>
              <w:rPr>
                <w:rFonts w:cs="Arial"/>
                <w:szCs w:val="22"/>
              </w:rPr>
            </w:pPr>
            <w:r w:rsidRPr="000E678F">
              <w:rPr>
                <w:rFonts w:cs="Arial"/>
                <w:szCs w:val="22"/>
              </w:rPr>
              <w:t>Sídlo:</w:t>
            </w:r>
          </w:p>
        </w:tc>
        <w:tc>
          <w:tcPr>
            <w:tcW w:w="7051" w:type="dxa"/>
            <w:vAlign w:val="center"/>
          </w:tcPr>
          <w:p w14:paraId="0A7FDA43" w14:textId="0E819401" w:rsidR="00DB181C" w:rsidRPr="00DC50FD" w:rsidRDefault="00DB181C" w:rsidP="00DB181C">
            <w:pPr>
              <w:pStyle w:val="Tabulkazkladntext"/>
              <w:rPr>
                <w:szCs w:val="22"/>
              </w:rPr>
            </w:pPr>
            <w:r>
              <w:t>Doplní systém</w:t>
            </w:r>
          </w:p>
        </w:tc>
      </w:tr>
      <w:tr w:rsidR="00DB181C" w:rsidRPr="002F7149" w14:paraId="59A96DD5" w14:textId="77777777" w:rsidTr="00137B42">
        <w:tc>
          <w:tcPr>
            <w:tcW w:w="2235" w:type="dxa"/>
          </w:tcPr>
          <w:p w14:paraId="1B6F0F7D" w14:textId="77777777" w:rsidR="00DB181C" w:rsidRPr="000E678F" w:rsidRDefault="00DB181C" w:rsidP="00DB181C">
            <w:pPr>
              <w:pStyle w:val="Tabulkatuntex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Zastoupena</w:t>
            </w:r>
            <w:r w:rsidRPr="000E678F">
              <w:rPr>
                <w:rFonts w:cs="Arial"/>
                <w:szCs w:val="22"/>
              </w:rPr>
              <w:t>:</w:t>
            </w:r>
          </w:p>
        </w:tc>
        <w:tc>
          <w:tcPr>
            <w:tcW w:w="7051" w:type="dxa"/>
            <w:vAlign w:val="center"/>
          </w:tcPr>
          <w:p w14:paraId="0EB1E4F6" w14:textId="1C17B226" w:rsidR="00DB181C" w:rsidRPr="00DC50FD" w:rsidRDefault="00DB181C" w:rsidP="00DB181C">
            <w:pPr>
              <w:pStyle w:val="Tabulkazkladntext"/>
              <w:rPr>
                <w:szCs w:val="22"/>
              </w:rPr>
            </w:pPr>
            <w:r>
              <w:t>Doplní systém</w:t>
            </w:r>
          </w:p>
        </w:tc>
      </w:tr>
      <w:tr w:rsidR="00DB181C" w:rsidRPr="002F7149" w14:paraId="37128C27" w14:textId="77777777" w:rsidTr="00137B42">
        <w:tc>
          <w:tcPr>
            <w:tcW w:w="2235" w:type="dxa"/>
          </w:tcPr>
          <w:p w14:paraId="53E7749F" w14:textId="77777777" w:rsidR="00DB181C" w:rsidRPr="000E678F" w:rsidRDefault="00DB181C" w:rsidP="00DB181C">
            <w:pPr>
              <w:pStyle w:val="Tabulkatuntext"/>
              <w:rPr>
                <w:rFonts w:cs="Arial"/>
                <w:szCs w:val="22"/>
              </w:rPr>
            </w:pPr>
            <w:r w:rsidRPr="000E678F">
              <w:rPr>
                <w:rFonts w:cs="Arial"/>
                <w:szCs w:val="22"/>
              </w:rPr>
              <w:t>IČ:</w:t>
            </w:r>
          </w:p>
        </w:tc>
        <w:tc>
          <w:tcPr>
            <w:tcW w:w="7051" w:type="dxa"/>
            <w:vAlign w:val="center"/>
          </w:tcPr>
          <w:p w14:paraId="7171D558" w14:textId="541A0FBB" w:rsidR="00DB181C" w:rsidRPr="00DC50FD" w:rsidRDefault="00DB181C" w:rsidP="00DB181C">
            <w:pPr>
              <w:pStyle w:val="Tabulkazkladntext"/>
              <w:rPr>
                <w:szCs w:val="22"/>
              </w:rPr>
            </w:pPr>
            <w:r>
              <w:t>Doplní systém</w:t>
            </w:r>
          </w:p>
        </w:tc>
      </w:tr>
    </w:tbl>
    <w:p w14:paraId="5D977F52" w14:textId="77777777" w:rsidR="00E732AD" w:rsidRDefault="00E732AD" w:rsidP="00E732AD">
      <w:pPr>
        <w:pStyle w:val="Tabulkazkladntext"/>
        <w:tabs>
          <w:tab w:val="center" w:pos="4536"/>
          <w:tab w:val="right" w:pos="9072"/>
        </w:tabs>
      </w:pPr>
      <w:r>
        <w:t>(dále jen zaměstnavatel)</w:t>
      </w:r>
    </w:p>
    <w:p w14:paraId="17FC4DC0" w14:textId="77777777" w:rsidR="00DD7620" w:rsidRDefault="00DD7620" w:rsidP="00A85C71">
      <w:pPr>
        <w:pStyle w:val="Tuntext"/>
        <w:rPr>
          <w:rFonts w:cs="Arial"/>
          <w:b w:val="0"/>
          <w:szCs w:val="22"/>
        </w:rPr>
      </w:pPr>
    </w:p>
    <w:p w14:paraId="453F73E0" w14:textId="77777777" w:rsidR="00A85C71" w:rsidRDefault="00DD7620" w:rsidP="00A85C71">
      <w:pPr>
        <w:pStyle w:val="Tuntext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a</w:t>
      </w:r>
    </w:p>
    <w:p w14:paraId="2E4D29E6" w14:textId="77777777" w:rsidR="00DD7620" w:rsidRPr="002F7149" w:rsidRDefault="00DD7620" w:rsidP="00A85C71">
      <w:pPr>
        <w:pStyle w:val="Tuntext"/>
        <w:rPr>
          <w:rFonts w:cs="Arial"/>
          <w:b w:val="0"/>
          <w:szCs w:val="22"/>
        </w:rPr>
      </w:pPr>
    </w:p>
    <w:p w14:paraId="614D2801" w14:textId="77777777" w:rsidR="00A85C71" w:rsidRPr="002F7149" w:rsidRDefault="000549AC" w:rsidP="00A85C71">
      <w:pPr>
        <w:pStyle w:val="Tuntext"/>
        <w:rPr>
          <w:rFonts w:cs="Arial"/>
          <w:b w:val="0"/>
          <w:szCs w:val="22"/>
        </w:rPr>
      </w:pPr>
      <w:r w:rsidRPr="002F7149">
        <w:rPr>
          <w:rFonts w:cs="Arial"/>
          <w:b w:val="0"/>
          <w:szCs w:val="22"/>
        </w:rPr>
        <w:t>z</w:t>
      </w:r>
      <w:r w:rsidR="00A85C71" w:rsidRPr="002F7149">
        <w:rPr>
          <w:rFonts w:cs="Arial"/>
          <w:b w:val="0"/>
          <w:szCs w:val="22"/>
        </w:rPr>
        <w:t>aměstnancem</w:t>
      </w: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DB181C" w14:paraId="27310CA5" w14:textId="77777777" w:rsidTr="00C215F4">
        <w:tc>
          <w:tcPr>
            <w:tcW w:w="2235" w:type="dxa"/>
          </w:tcPr>
          <w:p w14:paraId="6804AB31" w14:textId="77777777" w:rsidR="00DB181C" w:rsidRPr="00F00EDE" w:rsidRDefault="00DB181C" w:rsidP="00DB181C">
            <w:pPr>
              <w:pStyle w:val="Tabulkatuntext"/>
              <w:tabs>
                <w:tab w:val="center" w:pos="4536"/>
                <w:tab w:val="right" w:pos="9072"/>
              </w:tabs>
              <w:rPr>
                <w:rFonts w:cs="Arial"/>
                <w:bCs/>
                <w:szCs w:val="22"/>
                <w:lang w:eastAsia="en-US"/>
              </w:rPr>
            </w:pPr>
            <w:r w:rsidRPr="00F00EDE">
              <w:rPr>
                <w:rFonts w:cs="Arial"/>
                <w:bCs/>
                <w:szCs w:val="22"/>
                <w:lang w:eastAsia="en-US"/>
              </w:rPr>
              <w:t>Jméno a příjmení</w:t>
            </w:r>
            <w:r>
              <w:rPr>
                <w:rFonts w:cs="Arial"/>
                <w:bCs/>
                <w:szCs w:val="22"/>
                <w:lang w:eastAsia="en-US"/>
              </w:rPr>
              <w:t>:</w:t>
            </w:r>
          </w:p>
        </w:tc>
        <w:tc>
          <w:tcPr>
            <w:tcW w:w="7087" w:type="dxa"/>
            <w:vAlign w:val="center"/>
          </w:tcPr>
          <w:p w14:paraId="1628682C" w14:textId="736FF892" w:rsidR="00DB181C" w:rsidRPr="00575D75" w:rsidRDefault="00DB181C" w:rsidP="00DB181C">
            <w:pPr>
              <w:pStyle w:val="Tabulkatuntext"/>
              <w:tabs>
                <w:tab w:val="left" w:pos="1335"/>
              </w:tabs>
              <w:rPr>
                <w:rFonts w:cs="Arial"/>
                <w:b w:val="0"/>
                <w:szCs w:val="22"/>
              </w:rPr>
            </w:pPr>
            <w:r>
              <w:rPr>
                <w:rFonts w:cs="Arial"/>
              </w:rPr>
              <w:t>Doplní systém</w:t>
            </w:r>
          </w:p>
        </w:tc>
      </w:tr>
      <w:tr w:rsidR="00DB181C" w14:paraId="57784A74" w14:textId="77777777" w:rsidTr="00C215F4">
        <w:tc>
          <w:tcPr>
            <w:tcW w:w="2235" w:type="dxa"/>
          </w:tcPr>
          <w:p w14:paraId="1FBED34F" w14:textId="77777777" w:rsidR="00DB181C" w:rsidRPr="00F00EDE" w:rsidRDefault="00DB181C" w:rsidP="00DB181C">
            <w:pPr>
              <w:pStyle w:val="Tabulkatuntext"/>
              <w:tabs>
                <w:tab w:val="center" w:pos="4536"/>
                <w:tab w:val="right" w:pos="9072"/>
              </w:tabs>
              <w:rPr>
                <w:rFonts w:cs="Arial"/>
                <w:bCs/>
                <w:szCs w:val="22"/>
                <w:lang w:eastAsia="en-US"/>
              </w:rPr>
            </w:pPr>
            <w:r>
              <w:rPr>
                <w:rFonts w:cs="Arial"/>
                <w:bCs/>
                <w:szCs w:val="22"/>
                <w:lang w:eastAsia="en-US"/>
              </w:rPr>
              <w:t>Trvalé bydliště</w:t>
            </w:r>
            <w:r w:rsidRPr="00F00EDE">
              <w:rPr>
                <w:rFonts w:cs="Arial"/>
                <w:bCs/>
                <w:szCs w:val="22"/>
                <w:lang w:eastAsia="en-US"/>
              </w:rPr>
              <w:t>:</w:t>
            </w:r>
          </w:p>
        </w:tc>
        <w:tc>
          <w:tcPr>
            <w:tcW w:w="7087" w:type="dxa"/>
            <w:vAlign w:val="center"/>
          </w:tcPr>
          <w:p w14:paraId="76BD4E78" w14:textId="299FE3F7" w:rsidR="00DB181C" w:rsidRPr="00AB21B9" w:rsidRDefault="00DB181C" w:rsidP="00DB181C">
            <w:pPr>
              <w:pStyle w:val="Tabulkazkladntext"/>
              <w:rPr>
                <w:szCs w:val="22"/>
              </w:rPr>
            </w:pPr>
            <w:r>
              <w:t>Doplní systém</w:t>
            </w:r>
          </w:p>
        </w:tc>
      </w:tr>
      <w:tr w:rsidR="00DB181C" w14:paraId="31A1EA9B" w14:textId="77777777" w:rsidTr="00C215F4">
        <w:tc>
          <w:tcPr>
            <w:tcW w:w="2235" w:type="dxa"/>
          </w:tcPr>
          <w:p w14:paraId="3CCD1D88" w14:textId="77777777" w:rsidR="00DB181C" w:rsidRPr="00F00EDE" w:rsidRDefault="00DB181C" w:rsidP="00DB181C">
            <w:pPr>
              <w:pStyle w:val="Tabulkatuntext"/>
              <w:tabs>
                <w:tab w:val="center" w:pos="4536"/>
                <w:tab w:val="right" w:pos="9072"/>
              </w:tabs>
              <w:rPr>
                <w:rFonts w:cs="Arial"/>
                <w:bCs/>
                <w:szCs w:val="22"/>
                <w:lang w:eastAsia="en-US"/>
              </w:rPr>
            </w:pPr>
            <w:r w:rsidRPr="00F00EDE">
              <w:rPr>
                <w:rFonts w:cs="Arial"/>
                <w:bCs/>
                <w:szCs w:val="22"/>
                <w:lang w:eastAsia="en-US"/>
              </w:rPr>
              <w:t>Datum narození:</w:t>
            </w:r>
          </w:p>
        </w:tc>
        <w:tc>
          <w:tcPr>
            <w:tcW w:w="7087" w:type="dxa"/>
            <w:vAlign w:val="center"/>
          </w:tcPr>
          <w:p w14:paraId="23F2B8A2" w14:textId="75F935FF" w:rsidR="00DB181C" w:rsidRPr="00AB21B9" w:rsidRDefault="00DB181C" w:rsidP="00DB181C">
            <w:pPr>
              <w:pStyle w:val="Tabulkazkladntext"/>
              <w:rPr>
                <w:szCs w:val="22"/>
              </w:rPr>
            </w:pPr>
            <w:r>
              <w:t>Doplní systém</w:t>
            </w:r>
          </w:p>
        </w:tc>
      </w:tr>
      <w:tr w:rsidR="00DB181C" w14:paraId="327978F0" w14:textId="77777777" w:rsidTr="00C215F4">
        <w:tc>
          <w:tcPr>
            <w:tcW w:w="2235" w:type="dxa"/>
          </w:tcPr>
          <w:p w14:paraId="2BB2084A" w14:textId="77777777" w:rsidR="00DB181C" w:rsidRPr="00F00EDE" w:rsidRDefault="00DB181C" w:rsidP="00DB181C">
            <w:pPr>
              <w:pStyle w:val="Tabulkatuntext"/>
              <w:tabs>
                <w:tab w:val="center" w:pos="4536"/>
                <w:tab w:val="right" w:pos="9072"/>
              </w:tabs>
              <w:rPr>
                <w:rFonts w:cs="Arial"/>
                <w:bCs/>
                <w:szCs w:val="22"/>
                <w:lang w:eastAsia="en-US"/>
              </w:rPr>
            </w:pPr>
            <w:r w:rsidRPr="00F00EDE">
              <w:rPr>
                <w:rFonts w:cs="Arial"/>
                <w:bCs/>
                <w:szCs w:val="22"/>
                <w:lang w:eastAsia="en-US"/>
              </w:rPr>
              <w:t>Č</w:t>
            </w:r>
            <w:r>
              <w:rPr>
                <w:rFonts w:cs="Arial"/>
                <w:bCs/>
                <w:szCs w:val="22"/>
                <w:lang w:eastAsia="en-US"/>
              </w:rPr>
              <w:t>íslo</w:t>
            </w:r>
            <w:r w:rsidRPr="00F00EDE">
              <w:rPr>
                <w:rFonts w:cs="Arial"/>
                <w:bCs/>
                <w:szCs w:val="22"/>
                <w:lang w:eastAsia="en-US"/>
              </w:rPr>
              <w:t xml:space="preserve"> účtu:</w:t>
            </w:r>
          </w:p>
        </w:tc>
        <w:tc>
          <w:tcPr>
            <w:tcW w:w="7087" w:type="dxa"/>
            <w:vAlign w:val="center"/>
          </w:tcPr>
          <w:p w14:paraId="67F4B966" w14:textId="74996B79" w:rsidR="00DB181C" w:rsidRPr="00575D75" w:rsidRDefault="00DB181C" w:rsidP="00DB181C">
            <w:pPr>
              <w:pStyle w:val="Tabulkazkladntext"/>
              <w:tabs>
                <w:tab w:val="center" w:pos="4536"/>
                <w:tab w:val="right" w:pos="9072"/>
              </w:tabs>
              <w:rPr>
                <w:szCs w:val="22"/>
              </w:rPr>
            </w:pPr>
            <w:r>
              <w:t>Doplní systém</w:t>
            </w:r>
          </w:p>
        </w:tc>
      </w:tr>
    </w:tbl>
    <w:p w14:paraId="792164D4" w14:textId="77777777" w:rsidR="00F00EDE" w:rsidRDefault="00F00EDE" w:rsidP="00F00EDE">
      <w:pPr>
        <w:pStyle w:val="Tabulkazkladntext"/>
        <w:tabs>
          <w:tab w:val="center" w:pos="4536"/>
          <w:tab w:val="right" w:pos="9072"/>
        </w:tabs>
      </w:pPr>
      <w:r>
        <w:t>(dále jen zaměstnanec)</w:t>
      </w:r>
    </w:p>
    <w:p w14:paraId="11260A76" w14:textId="77777777" w:rsidR="00F00EDE" w:rsidRPr="00F00EDE" w:rsidRDefault="00F00EDE" w:rsidP="00DD7620">
      <w:pPr>
        <w:pStyle w:val="Smlouvanadpis3"/>
        <w:numPr>
          <w:ilvl w:val="0"/>
          <w:numId w:val="36"/>
        </w:numPr>
        <w:spacing w:after="360"/>
        <w:rPr>
          <w:rFonts w:cs="Arial"/>
        </w:rPr>
      </w:pPr>
      <w:r w:rsidRPr="00F00EDE">
        <w:rPr>
          <w:rFonts w:cs="Arial"/>
        </w:rPr>
        <w:t>Předmět smlouvy</w:t>
      </w:r>
    </w:p>
    <w:p w14:paraId="7B6C04A4" w14:textId="60EBCFE7" w:rsidR="00FA54D2" w:rsidRPr="00C233AA" w:rsidRDefault="00BB0649" w:rsidP="002A62AB">
      <w:pPr>
        <w:pStyle w:val="slo2text"/>
      </w:pPr>
      <w:r w:rsidRPr="00FA54D2">
        <w:t xml:space="preserve">Zaměstnanec </w:t>
      </w:r>
      <w:r w:rsidR="00FA54D2" w:rsidRPr="002F7149">
        <w:t xml:space="preserve">bude na základě této dohody </w:t>
      </w:r>
      <w:r w:rsidR="00FA54D2">
        <w:t>v</w:t>
      </w:r>
      <w:r w:rsidR="00DB181C">
        <w:t> </w:t>
      </w:r>
      <w:r w:rsidR="00FA54D2">
        <w:t>projektu</w:t>
      </w:r>
      <w:r w:rsidR="00DB181C">
        <w:t>:</w:t>
      </w:r>
      <w:r w:rsidR="00FA54D2">
        <w:t xml:space="preserve"> </w:t>
      </w:r>
      <w:r w:rsidR="00FA54D2" w:rsidRPr="002F7149">
        <w:rPr>
          <w:bCs/>
          <w:lang w:eastAsia="en-US"/>
        </w:rPr>
        <w:t>reg</w:t>
      </w:r>
      <w:r w:rsidR="00FA54D2">
        <w:rPr>
          <w:bCs/>
          <w:lang w:eastAsia="en-US"/>
        </w:rPr>
        <w:t>istrační</w:t>
      </w:r>
      <w:r w:rsidR="00FA54D2" w:rsidRPr="002F7149">
        <w:rPr>
          <w:bCs/>
          <w:lang w:eastAsia="en-US"/>
        </w:rPr>
        <w:t xml:space="preserve"> č</w:t>
      </w:r>
      <w:r w:rsidR="00FA54D2">
        <w:rPr>
          <w:bCs/>
          <w:lang w:eastAsia="en-US"/>
        </w:rPr>
        <w:t>íslo</w:t>
      </w:r>
      <w:r w:rsidR="00FA54D2" w:rsidRPr="002F7149">
        <w:rPr>
          <w:bCs/>
          <w:lang w:eastAsia="en-US"/>
        </w:rPr>
        <w:t xml:space="preserve"> </w:t>
      </w:r>
      <w:r w:rsidR="00DB181C">
        <w:rPr>
          <w:b/>
          <w:bCs/>
          <w:lang w:eastAsia="en-US"/>
        </w:rPr>
        <w:t>Doplní systém</w:t>
      </w:r>
      <w:r w:rsidR="00250B2B">
        <w:rPr>
          <w:b/>
          <w:bCs/>
          <w:lang w:eastAsia="en-US"/>
        </w:rPr>
        <w:t xml:space="preserve"> </w:t>
      </w:r>
      <w:r w:rsidR="00FA54D2" w:rsidRPr="00C233AA">
        <w:t>s názvem</w:t>
      </w:r>
      <w:r w:rsidR="00FA54D2">
        <w:rPr>
          <w:b/>
        </w:rPr>
        <w:t xml:space="preserve"> </w:t>
      </w:r>
      <w:r w:rsidR="00DB181C">
        <w:rPr>
          <w:b/>
        </w:rPr>
        <w:t>Doplní systém</w:t>
      </w:r>
      <w:r w:rsidR="00250B2B">
        <w:rPr>
          <w:b/>
        </w:rPr>
        <w:t xml:space="preserve"> </w:t>
      </w:r>
      <w:r w:rsidR="00FA54D2">
        <w:rPr>
          <w:bCs/>
        </w:rPr>
        <w:t>vykonávat práci jako:</w:t>
      </w:r>
    </w:p>
    <w:p w14:paraId="79FAF51F" w14:textId="76BDE059" w:rsidR="00645FC1" w:rsidRPr="00205060" w:rsidRDefault="00DB181C" w:rsidP="00645FC1">
      <w:pPr>
        <w:pStyle w:val="Znak2odsazen1text"/>
      </w:pPr>
      <w:r>
        <w:t>Doplní systém</w:t>
      </w:r>
      <w:r w:rsidR="00375F3A">
        <w:t>,</w:t>
      </w:r>
      <w:r w:rsidR="00645FC1" w:rsidRPr="00205060">
        <w:t xml:space="preserve"> </w:t>
      </w:r>
      <w:r w:rsidR="00645FC1" w:rsidRPr="00375F3A">
        <w:rPr>
          <w:b/>
        </w:rPr>
        <w:t>položka rozpočtu</w:t>
      </w:r>
      <w:r w:rsidR="00645FC1" w:rsidRPr="00205060">
        <w:t xml:space="preserve"> </w:t>
      </w:r>
      <w:r w:rsidRPr="00DB181C">
        <w:rPr>
          <w:b/>
          <w:bCs/>
        </w:rPr>
        <w:t>Doplní systém</w:t>
      </w:r>
      <w:r w:rsidR="004D09A4" w:rsidRPr="00205060">
        <w:t>,</w:t>
      </w:r>
    </w:p>
    <w:p w14:paraId="2B9A95AF" w14:textId="50CD2CA7" w:rsidR="00F00EDE" w:rsidRPr="00B83D4D" w:rsidRDefault="00BB0649" w:rsidP="00BB0649">
      <w:pPr>
        <w:pStyle w:val="Znak2odsazen1text"/>
        <w:rPr>
          <w:rFonts w:cs="Arial"/>
        </w:rPr>
      </w:pPr>
      <w:r>
        <w:rPr>
          <w:rFonts w:cs="Arial"/>
        </w:rPr>
        <w:t xml:space="preserve">a to </w:t>
      </w:r>
      <w:r w:rsidR="00714FD4">
        <w:rPr>
          <w:rFonts w:cs="Arial"/>
        </w:rPr>
        <w:t xml:space="preserve">v období od </w:t>
      </w:r>
      <w:r w:rsidR="00DB181C" w:rsidRPr="00DB181C">
        <w:rPr>
          <w:b/>
          <w:bCs/>
        </w:rPr>
        <w:t>Doplní systém</w:t>
      </w:r>
      <w:r w:rsidR="00DB181C" w:rsidRPr="00F00EDE">
        <w:rPr>
          <w:rFonts w:cs="Arial"/>
        </w:rPr>
        <w:t xml:space="preserve"> </w:t>
      </w:r>
      <w:r w:rsidR="00F00EDE" w:rsidRPr="00F00EDE">
        <w:rPr>
          <w:rFonts w:cs="Arial"/>
        </w:rPr>
        <w:t xml:space="preserve">do </w:t>
      </w:r>
      <w:r w:rsidR="00DB181C" w:rsidRPr="00DB181C">
        <w:rPr>
          <w:b/>
          <w:bCs/>
        </w:rPr>
        <w:t>Doplní systém</w:t>
      </w:r>
      <w:r w:rsidR="007D6900">
        <w:rPr>
          <w:rFonts w:cs="Arial"/>
          <w:bCs/>
          <w:szCs w:val="22"/>
          <w:lang w:eastAsia="en-US"/>
        </w:rPr>
        <w:t>,</w:t>
      </w:r>
    </w:p>
    <w:p w14:paraId="646D11F2" w14:textId="13AB48C2" w:rsidR="00B83D4D" w:rsidRPr="009F152B" w:rsidRDefault="008B1CAF" w:rsidP="00B83D4D">
      <w:pPr>
        <w:pStyle w:val="Znak2odsazen1text"/>
      </w:pPr>
      <w:r>
        <w:rPr>
          <w:rFonts w:cs="Arial"/>
          <w:bCs/>
          <w:szCs w:val="22"/>
          <w:lang w:eastAsia="en-US"/>
        </w:rPr>
        <w:t xml:space="preserve">v maximálním rozsahu </w:t>
      </w:r>
      <w:r w:rsidR="00DB181C" w:rsidRPr="00DB181C">
        <w:rPr>
          <w:b/>
          <w:bCs/>
        </w:rPr>
        <w:t>Doplní systém</w:t>
      </w:r>
      <w:r w:rsidR="00DB181C">
        <w:rPr>
          <w:rFonts w:cs="Arial"/>
          <w:bCs/>
          <w:szCs w:val="22"/>
          <w:lang w:eastAsia="en-US"/>
        </w:rPr>
        <w:t xml:space="preserve"> </w:t>
      </w:r>
      <w:r w:rsidR="00B83D4D">
        <w:rPr>
          <w:rFonts w:cs="Arial"/>
          <w:bCs/>
          <w:szCs w:val="22"/>
          <w:lang w:eastAsia="en-US"/>
        </w:rPr>
        <w:t>hodin.</w:t>
      </w:r>
    </w:p>
    <w:p w14:paraId="475653AB" w14:textId="77777777" w:rsidR="00B83D4D" w:rsidRPr="009A1C59" w:rsidRDefault="00B83D4D" w:rsidP="00B83D4D">
      <w:pPr>
        <w:pStyle w:val="slo2text"/>
        <w:rPr>
          <w:rFonts w:cs="Arial"/>
          <w:szCs w:val="22"/>
        </w:rPr>
      </w:pPr>
      <w:r>
        <w:rPr>
          <w:rFonts w:cs="Arial"/>
          <w:szCs w:val="22"/>
        </w:rPr>
        <w:t xml:space="preserve">Práce </w:t>
      </w:r>
      <w:r w:rsidRPr="009A1C59">
        <w:rPr>
          <w:rFonts w:cs="Arial"/>
          <w:szCs w:val="22"/>
        </w:rPr>
        <w:t>bude vykazován</w:t>
      </w:r>
      <w:r>
        <w:rPr>
          <w:rFonts w:cs="Arial"/>
          <w:szCs w:val="22"/>
        </w:rPr>
        <w:t>a</w:t>
      </w:r>
      <w:r w:rsidRPr="009A1C5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měsíčně </w:t>
      </w:r>
      <w:r w:rsidRPr="009A1C59">
        <w:rPr>
          <w:rFonts w:cs="Arial"/>
          <w:szCs w:val="22"/>
        </w:rPr>
        <w:t>na samostatném pracovním výkazu.</w:t>
      </w:r>
    </w:p>
    <w:p w14:paraId="55D4B065" w14:textId="77777777" w:rsidR="00B83D4D" w:rsidRDefault="00B83D4D" w:rsidP="00B83D4D">
      <w:pPr>
        <w:pStyle w:val="slo2text"/>
      </w:pPr>
      <w:r>
        <w:t>Místem výkonu prá</w:t>
      </w:r>
      <w:r w:rsidR="00C57376">
        <w:t>ce je</w:t>
      </w:r>
      <w:r w:rsidR="00DD7620">
        <w:t>:</w:t>
      </w:r>
      <w:r w:rsidR="00C57376">
        <w:t xml:space="preserve"> </w:t>
      </w:r>
      <w:r w:rsidR="00141AF8">
        <w:t>Jihomoravský</w:t>
      </w:r>
      <w:r w:rsidR="00C57376">
        <w:t xml:space="preserve"> kraj.</w:t>
      </w:r>
      <w:r>
        <w:t xml:space="preserve"> </w:t>
      </w:r>
    </w:p>
    <w:p w14:paraId="5B7FF466" w14:textId="77777777" w:rsidR="00F00EDE" w:rsidRPr="00F00EDE" w:rsidRDefault="00F00EDE" w:rsidP="00DD7620">
      <w:pPr>
        <w:pStyle w:val="Smlouvanadpis3"/>
        <w:numPr>
          <w:ilvl w:val="0"/>
          <w:numId w:val="36"/>
        </w:numPr>
        <w:spacing w:after="360"/>
        <w:rPr>
          <w:rFonts w:cs="Arial"/>
        </w:rPr>
      </w:pPr>
      <w:r w:rsidRPr="00F00EDE">
        <w:rPr>
          <w:rFonts w:cs="Arial"/>
        </w:rPr>
        <w:t>Odměna</w:t>
      </w:r>
    </w:p>
    <w:p w14:paraId="56CFC17F" w14:textId="0BC43816" w:rsidR="00FA54D2" w:rsidRPr="002F7149" w:rsidRDefault="00F00EDE" w:rsidP="00FA54D2">
      <w:pPr>
        <w:pStyle w:val="slo2text"/>
        <w:numPr>
          <w:ilvl w:val="0"/>
          <w:numId w:val="35"/>
        </w:numPr>
        <w:rPr>
          <w:rFonts w:cs="Arial"/>
          <w:szCs w:val="22"/>
        </w:rPr>
      </w:pPr>
      <w:r w:rsidRPr="00FA54D2">
        <w:rPr>
          <w:rFonts w:cs="Arial"/>
        </w:rPr>
        <w:t>Z</w:t>
      </w:r>
      <w:r w:rsidR="00FA54D2" w:rsidRPr="002F7149">
        <w:rPr>
          <w:rFonts w:cs="Arial"/>
          <w:szCs w:val="22"/>
        </w:rPr>
        <w:t xml:space="preserve">a vykonanou práci bude zaměstnanci vyplacena mzda ve výši </w:t>
      </w:r>
      <w:r w:rsidR="00DB181C" w:rsidRPr="00DB181C">
        <w:rPr>
          <w:b/>
          <w:bCs/>
        </w:rPr>
        <w:t>Doplní systém</w:t>
      </w:r>
      <w:r w:rsidR="00DB181C" w:rsidRPr="00375F3A">
        <w:rPr>
          <w:rFonts w:cs="Arial"/>
          <w:b/>
          <w:szCs w:val="22"/>
        </w:rPr>
        <w:t xml:space="preserve"> </w:t>
      </w:r>
      <w:r w:rsidR="00FA54D2" w:rsidRPr="00375F3A">
        <w:rPr>
          <w:rFonts w:cs="Arial"/>
          <w:b/>
          <w:szCs w:val="22"/>
        </w:rPr>
        <w:t>Kč</w:t>
      </w:r>
      <w:r w:rsidR="00FA54D2" w:rsidRPr="00AB21B9">
        <w:rPr>
          <w:rFonts w:cs="Arial"/>
          <w:szCs w:val="22"/>
        </w:rPr>
        <w:t xml:space="preserve"> </w:t>
      </w:r>
      <w:r w:rsidR="00FA54D2">
        <w:rPr>
          <w:rFonts w:cs="Arial"/>
          <w:szCs w:val="22"/>
        </w:rPr>
        <w:t>za odpracovanou hodinu</w:t>
      </w:r>
      <w:r w:rsidR="00FA54D2" w:rsidRPr="002F7149">
        <w:rPr>
          <w:rFonts w:cs="Arial"/>
          <w:bCs/>
          <w:szCs w:val="22"/>
          <w:lang w:eastAsia="en-US"/>
        </w:rPr>
        <w:t>.</w:t>
      </w:r>
    </w:p>
    <w:p w14:paraId="7B3F1A2C" w14:textId="77777777" w:rsidR="00F00EDE" w:rsidRPr="00DD7620" w:rsidRDefault="00FA54D2" w:rsidP="00F00EDE">
      <w:pPr>
        <w:pStyle w:val="slo2text"/>
        <w:rPr>
          <w:rFonts w:cs="Arial"/>
        </w:rPr>
      </w:pPr>
      <w:r>
        <w:rPr>
          <w:rFonts w:cs="Arial"/>
          <w:szCs w:val="22"/>
        </w:rPr>
        <w:t>Mzda je</w:t>
      </w:r>
      <w:r w:rsidRPr="002F7149">
        <w:rPr>
          <w:rFonts w:cs="Arial"/>
          <w:szCs w:val="22"/>
        </w:rPr>
        <w:t xml:space="preserve"> splatná za měsíční období v nejbližším výplatním termínu zaměstnavatele na základě odevzdaného pracovního výkazu.</w:t>
      </w:r>
    </w:p>
    <w:p w14:paraId="3EDBFF8C" w14:textId="77777777" w:rsidR="00DD7620" w:rsidRDefault="00DD7620">
      <w:pPr>
        <w:rPr>
          <w:rFonts w:ascii="Arial" w:hAnsi="Arial" w:cs="Arial"/>
          <w:sz w:val="22"/>
          <w:szCs w:val="20"/>
        </w:rPr>
      </w:pPr>
      <w:r>
        <w:br w:type="page"/>
      </w:r>
    </w:p>
    <w:p w14:paraId="18E7778D" w14:textId="77777777" w:rsidR="00F00EDE" w:rsidRPr="00F00EDE" w:rsidRDefault="00F00EDE" w:rsidP="00DD7620">
      <w:pPr>
        <w:pStyle w:val="Smlouvanadpis3"/>
        <w:numPr>
          <w:ilvl w:val="0"/>
          <w:numId w:val="36"/>
        </w:numPr>
        <w:spacing w:after="360"/>
        <w:rPr>
          <w:rFonts w:cs="Arial"/>
        </w:rPr>
      </w:pPr>
      <w:r w:rsidRPr="00F00EDE">
        <w:rPr>
          <w:rFonts w:cs="Arial"/>
        </w:rPr>
        <w:lastRenderedPageBreak/>
        <w:t>Závěrečná ustanovení</w:t>
      </w:r>
    </w:p>
    <w:p w14:paraId="02E21FF6" w14:textId="77777777" w:rsidR="00C47F94" w:rsidRDefault="00F00EDE" w:rsidP="002D6D1E">
      <w:pPr>
        <w:pStyle w:val="slo2text"/>
        <w:numPr>
          <w:ilvl w:val="0"/>
          <w:numId w:val="39"/>
        </w:numPr>
      </w:pPr>
      <w:r w:rsidRPr="00C47F94">
        <w:t xml:space="preserve">Práva a </w:t>
      </w:r>
      <w:r w:rsidRPr="002D6D1E">
        <w:t>povinnosti</w:t>
      </w:r>
      <w:r w:rsidRPr="00C47F94">
        <w:t xml:space="preserve"> účastníků této dohody se řídí příslušnými ustanoveními Zákoníku práce.</w:t>
      </w:r>
    </w:p>
    <w:p w14:paraId="37F0DBA3" w14:textId="77777777" w:rsidR="00FA54D2" w:rsidRPr="002F7149" w:rsidRDefault="00FA54D2" w:rsidP="00FA54D2">
      <w:pPr>
        <w:pStyle w:val="slo2text"/>
        <w:rPr>
          <w:rFonts w:cs="Arial"/>
          <w:snapToGrid w:val="0"/>
          <w:szCs w:val="22"/>
        </w:rPr>
      </w:pPr>
      <w:r w:rsidRPr="002F7149">
        <w:rPr>
          <w:rFonts w:cs="Arial"/>
          <w:snapToGrid w:val="0"/>
          <w:szCs w:val="22"/>
        </w:rPr>
        <w:t>Bude-li zaměstnanec se svým souhlasem vyslán zaměstnavatelem na pracovní cestu, uhradí mu zaměstnavatel vzniklé cestovní náhrady v souladu se zákoníkem práce.</w:t>
      </w:r>
    </w:p>
    <w:p w14:paraId="2E26C9B2" w14:textId="77777777" w:rsidR="00F00EDE" w:rsidRPr="00C47F94" w:rsidRDefault="00F00EDE" w:rsidP="002D6D1E">
      <w:pPr>
        <w:pStyle w:val="slo2text"/>
      </w:pPr>
      <w:r w:rsidRPr="00C47F94">
        <w:t xml:space="preserve">Dohoda je </w:t>
      </w:r>
      <w:r w:rsidRPr="002D6D1E">
        <w:t>vyhotovena</w:t>
      </w:r>
      <w:r w:rsidRPr="00C47F94">
        <w:t xml:space="preserve"> ve dvou vyhotoveních, z nichž jedno převezme zaměstnavatel </w:t>
      </w:r>
      <w:r w:rsidR="00021AF0">
        <w:br/>
      </w:r>
      <w:r w:rsidRPr="00C47F94">
        <w:t>a druhé zaměstnanec.</w:t>
      </w:r>
    </w:p>
    <w:p w14:paraId="2114751A" w14:textId="77777777" w:rsidR="002D6D1E" w:rsidRDefault="002D6D1E" w:rsidP="00F00EDE">
      <w:pPr>
        <w:pStyle w:val="Mstoadatumvlevo"/>
        <w:rPr>
          <w:rFonts w:cs="Arial"/>
        </w:rPr>
      </w:pPr>
    </w:p>
    <w:p w14:paraId="28DD2C35" w14:textId="0383CD3B" w:rsidR="00FA54D2" w:rsidRPr="002F7149" w:rsidRDefault="00FA54D2" w:rsidP="00FA54D2">
      <w:pPr>
        <w:pStyle w:val="Mstoadatumvlevo"/>
        <w:rPr>
          <w:rFonts w:cs="Arial"/>
          <w:szCs w:val="22"/>
        </w:rPr>
      </w:pPr>
      <w:r w:rsidRPr="002F7149">
        <w:rPr>
          <w:rFonts w:cs="Arial"/>
          <w:szCs w:val="22"/>
        </w:rPr>
        <w:t>V</w:t>
      </w:r>
      <w:r w:rsidR="0054376A">
        <w:rPr>
          <w:rFonts w:cs="Arial"/>
          <w:szCs w:val="22"/>
        </w:rPr>
        <w:t> </w:t>
      </w:r>
      <w:r w:rsidR="004B680A">
        <w:rPr>
          <w:rFonts w:cs="Arial"/>
          <w:szCs w:val="22"/>
        </w:rPr>
        <w:t>Brně</w:t>
      </w:r>
      <w:r w:rsidR="0054376A">
        <w:rPr>
          <w:rFonts w:cs="Arial"/>
          <w:szCs w:val="22"/>
        </w:rPr>
        <w:t xml:space="preserve"> </w:t>
      </w:r>
      <w:r w:rsidRPr="002F7149">
        <w:rPr>
          <w:rFonts w:cs="Arial"/>
          <w:szCs w:val="22"/>
        </w:rPr>
        <w:t xml:space="preserve">dne </w:t>
      </w:r>
      <w:r w:rsidR="003C7A9B">
        <w:rPr>
          <w:rFonts w:cs="Arial"/>
          <w:szCs w:val="22"/>
        </w:rPr>
        <w:t>XX</w:t>
      </w:r>
      <w:r w:rsidR="003C7A9B" w:rsidRPr="002F7149">
        <w:rPr>
          <w:rFonts w:cs="Arial"/>
          <w:szCs w:val="22"/>
        </w:rPr>
        <w:t>.</w:t>
      </w:r>
      <w:r w:rsidR="003C7A9B">
        <w:rPr>
          <w:rFonts w:cs="Arial"/>
          <w:szCs w:val="22"/>
        </w:rPr>
        <w:t xml:space="preserve"> XX</w:t>
      </w:r>
      <w:r w:rsidR="003C7A9B" w:rsidRPr="002F7149">
        <w:rPr>
          <w:rFonts w:cs="Arial"/>
          <w:szCs w:val="22"/>
        </w:rPr>
        <w:t>.</w:t>
      </w:r>
      <w:r w:rsidR="003C7A9B">
        <w:rPr>
          <w:rFonts w:cs="Arial"/>
          <w:szCs w:val="22"/>
        </w:rPr>
        <w:t xml:space="preserve"> 202</w:t>
      </w:r>
      <w:r w:rsidR="00DB181C">
        <w:rPr>
          <w:rFonts w:cs="Arial"/>
          <w:szCs w:val="22"/>
        </w:rPr>
        <w:t>3</w:t>
      </w:r>
    </w:p>
    <w:p w14:paraId="47F5A4DA" w14:textId="77777777" w:rsidR="00D858A3" w:rsidRDefault="00D858A3" w:rsidP="00F00EDE">
      <w:pPr>
        <w:pStyle w:val="Mstoadatumvlevo"/>
        <w:rPr>
          <w:rFonts w:cs="Arial"/>
        </w:rPr>
      </w:pPr>
    </w:p>
    <w:p w14:paraId="35C2107E" w14:textId="77777777" w:rsidR="00D858A3" w:rsidRPr="00F00EDE" w:rsidRDefault="00D858A3" w:rsidP="00F00EDE">
      <w:pPr>
        <w:pStyle w:val="Mstoadatumvlevo"/>
        <w:rPr>
          <w:rFonts w:cs="Arial"/>
        </w:rPr>
      </w:pPr>
    </w:p>
    <w:p w14:paraId="70FF8EAF" w14:textId="77777777" w:rsidR="00F00EDE" w:rsidRPr="00F00EDE" w:rsidRDefault="00F00EDE" w:rsidP="00F00EDE">
      <w:pPr>
        <w:pStyle w:val="Zkladntext"/>
        <w:rPr>
          <w:rFonts w:cs="Arial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34"/>
        <w:gridCol w:w="4652"/>
      </w:tblGrid>
      <w:tr w:rsidR="00F00EDE" w:rsidRPr="00F00EDE" w14:paraId="01DA88B9" w14:textId="77777777" w:rsidTr="00D5207D">
        <w:tc>
          <w:tcPr>
            <w:tcW w:w="4818" w:type="dxa"/>
          </w:tcPr>
          <w:p w14:paraId="1711B268" w14:textId="77777777" w:rsidR="00F00EDE" w:rsidRPr="00F00EDE" w:rsidRDefault="00F00EDE" w:rsidP="00D5207D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……………………………</w:t>
            </w:r>
          </w:p>
          <w:p w14:paraId="1CF609BD" w14:textId="77777777" w:rsidR="00F00EDE" w:rsidRPr="00F00EDE" w:rsidRDefault="00F00EDE" w:rsidP="00D5207D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zaměstnanec</w:t>
            </w:r>
          </w:p>
        </w:tc>
        <w:tc>
          <w:tcPr>
            <w:tcW w:w="4818" w:type="dxa"/>
          </w:tcPr>
          <w:p w14:paraId="25E055DA" w14:textId="77777777" w:rsidR="00F00EDE" w:rsidRPr="00F00EDE" w:rsidRDefault="00F00EDE" w:rsidP="00D5207D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………………………………</w:t>
            </w:r>
          </w:p>
          <w:p w14:paraId="2A4A5CE5" w14:textId="77777777" w:rsidR="00F00EDE" w:rsidRPr="00F00EDE" w:rsidRDefault="00F00EDE" w:rsidP="00D5207D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zaměstnavatel</w:t>
            </w:r>
          </w:p>
        </w:tc>
      </w:tr>
    </w:tbl>
    <w:p w14:paraId="37BBD848" w14:textId="77777777" w:rsidR="00F00EDE" w:rsidRDefault="00F00EDE" w:rsidP="00F00EDE">
      <w:pPr>
        <w:pStyle w:val="Zkladntext"/>
        <w:rPr>
          <w:rFonts w:cs="Arial"/>
        </w:rPr>
      </w:pPr>
    </w:p>
    <w:p w14:paraId="3C65090B" w14:textId="77777777" w:rsidR="00772982" w:rsidRDefault="00772982" w:rsidP="00F00EDE">
      <w:pPr>
        <w:pStyle w:val="Zkladntext"/>
        <w:rPr>
          <w:rFonts w:cs="Arial"/>
        </w:rPr>
      </w:pPr>
    </w:p>
    <w:p w14:paraId="0B18AF09" w14:textId="77777777" w:rsidR="00F246BF" w:rsidRDefault="00F246BF" w:rsidP="00F00EDE">
      <w:pPr>
        <w:pStyle w:val="Zkladntext"/>
        <w:rPr>
          <w:rFonts w:cs="Arial"/>
        </w:rPr>
      </w:pPr>
    </w:p>
    <w:p w14:paraId="4CFF9D0C" w14:textId="77777777" w:rsidR="00F246BF" w:rsidRDefault="00F246BF" w:rsidP="00F00EDE">
      <w:pPr>
        <w:pStyle w:val="Zkladntext"/>
        <w:rPr>
          <w:rFonts w:cs="Arial"/>
        </w:rPr>
      </w:pPr>
    </w:p>
    <w:p w14:paraId="0538B8B8" w14:textId="77777777" w:rsidR="00772982" w:rsidRPr="002F7149" w:rsidRDefault="00772982" w:rsidP="00772982">
      <w:pPr>
        <w:pStyle w:val="Zkladntext"/>
        <w:jc w:val="left"/>
        <w:rPr>
          <w:rFonts w:cs="Arial"/>
          <w:szCs w:val="22"/>
        </w:rPr>
      </w:pPr>
      <w:r w:rsidRPr="002F7149">
        <w:rPr>
          <w:rFonts w:cs="Arial"/>
          <w:szCs w:val="22"/>
        </w:rPr>
        <w:t xml:space="preserve">Příloha: </w:t>
      </w:r>
      <w:r>
        <w:rPr>
          <w:rFonts w:cs="Arial"/>
          <w:szCs w:val="22"/>
        </w:rPr>
        <w:t>Pracovní náplň</w:t>
      </w:r>
    </w:p>
    <w:p w14:paraId="6C1318C6" w14:textId="77777777" w:rsidR="00772982" w:rsidRPr="00F00EDE" w:rsidRDefault="00772982" w:rsidP="00F00EDE">
      <w:pPr>
        <w:pStyle w:val="Zkladntext"/>
        <w:rPr>
          <w:rFonts w:cs="Arial"/>
        </w:rPr>
      </w:pPr>
    </w:p>
    <w:p w14:paraId="33AA4B08" w14:textId="77777777" w:rsidR="003C7A9B" w:rsidRDefault="003C7A9B">
      <w:pPr>
        <w:rPr>
          <w:rFonts w:ascii="Arial" w:hAnsi="Arial" w:cs="Arial"/>
          <w:bCs/>
          <w:sz w:val="22"/>
          <w:szCs w:val="22"/>
          <w:lang w:eastAsia="en-US"/>
        </w:rPr>
      </w:pPr>
      <w:r>
        <w:rPr>
          <w:rFonts w:cs="Arial"/>
          <w:szCs w:val="22"/>
        </w:rPr>
        <w:br w:type="page"/>
      </w:r>
    </w:p>
    <w:p w14:paraId="270D4959" w14:textId="77777777" w:rsidR="003C7A9B" w:rsidRPr="009F152B" w:rsidRDefault="003C7A9B" w:rsidP="003C7A9B">
      <w:pPr>
        <w:pStyle w:val="Zkladntext"/>
        <w:spacing w:before="36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PRACOVNÍ NÁPLŇ</w:t>
      </w:r>
    </w:p>
    <w:p w14:paraId="43C3B432" w14:textId="77777777" w:rsidR="002F7149" w:rsidRDefault="002F7149">
      <w:pPr>
        <w:pStyle w:val="Zkladntext"/>
        <w:jc w:val="left"/>
        <w:rPr>
          <w:rFonts w:cs="Arial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402"/>
        <w:gridCol w:w="5812"/>
      </w:tblGrid>
      <w:tr w:rsidR="003C7A9B" w:rsidRPr="00D85718" w14:paraId="46EE12D3" w14:textId="77777777" w:rsidTr="00677673">
        <w:tc>
          <w:tcPr>
            <w:tcW w:w="3402" w:type="dxa"/>
          </w:tcPr>
          <w:p w14:paraId="45E4CC56" w14:textId="77777777" w:rsidR="003C7A9B" w:rsidRPr="002D6379" w:rsidRDefault="003C7A9B" w:rsidP="00677673">
            <w:pPr>
              <w:pStyle w:val="Tabulkatuntext"/>
              <w:spacing w:before="60" w:after="60"/>
              <w:rPr>
                <w:b w:val="0"/>
              </w:rPr>
            </w:pPr>
            <w:r>
              <w:rPr>
                <w:b w:val="0"/>
              </w:rPr>
              <w:t>Zaměstnavatel</w:t>
            </w:r>
            <w:r w:rsidRPr="002D6379">
              <w:rPr>
                <w:b w:val="0"/>
              </w:rPr>
              <w:t>:</w:t>
            </w:r>
          </w:p>
        </w:tc>
        <w:tc>
          <w:tcPr>
            <w:tcW w:w="5812" w:type="dxa"/>
            <w:vAlign w:val="center"/>
          </w:tcPr>
          <w:p w14:paraId="757FE7D7" w14:textId="77777777" w:rsidR="003C7A9B" w:rsidRPr="00D85718" w:rsidRDefault="003C7A9B" w:rsidP="00677673">
            <w:pPr>
              <w:pStyle w:val="Tabulkazkladntext"/>
              <w:spacing w:before="60" w:after="60"/>
              <w:rPr>
                <w:szCs w:val="22"/>
              </w:rPr>
            </w:pPr>
            <w:r>
              <w:rPr>
                <w:szCs w:val="22"/>
                <w:lang w:val="en-US"/>
              </w:rPr>
              <w:t>#SPNA#</w:t>
            </w:r>
          </w:p>
        </w:tc>
      </w:tr>
      <w:tr w:rsidR="003C7A9B" w:rsidRPr="00D85718" w14:paraId="2B38216D" w14:textId="77777777" w:rsidTr="00677673">
        <w:tc>
          <w:tcPr>
            <w:tcW w:w="3402" w:type="dxa"/>
          </w:tcPr>
          <w:p w14:paraId="3654FBE6" w14:textId="77777777" w:rsidR="003C7A9B" w:rsidRPr="002D6379" w:rsidRDefault="003C7A9B" w:rsidP="00677673">
            <w:pPr>
              <w:pStyle w:val="Tabulkatuntext"/>
              <w:spacing w:before="60" w:after="60"/>
              <w:rPr>
                <w:b w:val="0"/>
              </w:rPr>
            </w:pPr>
            <w:r w:rsidRPr="002D6379">
              <w:rPr>
                <w:b w:val="0"/>
              </w:rPr>
              <w:t>Název projektu:</w:t>
            </w:r>
          </w:p>
        </w:tc>
        <w:tc>
          <w:tcPr>
            <w:tcW w:w="5812" w:type="dxa"/>
            <w:vAlign w:val="center"/>
          </w:tcPr>
          <w:p w14:paraId="755078D3" w14:textId="77777777" w:rsidR="003C7A9B" w:rsidRPr="00D85718" w:rsidRDefault="00CC217D" w:rsidP="00677673">
            <w:pPr>
              <w:pStyle w:val="Tabulkazkladntext"/>
              <w:spacing w:before="60" w:after="60"/>
            </w:pPr>
            <w:r>
              <w:t>Implementace KAP JMK II</w:t>
            </w:r>
          </w:p>
        </w:tc>
      </w:tr>
      <w:tr w:rsidR="003C7A9B" w:rsidRPr="00D85718" w14:paraId="52A735C7" w14:textId="77777777" w:rsidTr="00677673">
        <w:tc>
          <w:tcPr>
            <w:tcW w:w="3402" w:type="dxa"/>
          </w:tcPr>
          <w:p w14:paraId="2367264B" w14:textId="77777777" w:rsidR="003C7A9B" w:rsidRPr="002D6379" w:rsidRDefault="003C7A9B" w:rsidP="00677673">
            <w:pPr>
              <w:pStyle w:val="Tabulkatuntext"/>
              <w:spacing w:before="60" w:after="60"/>
              <w:rPr>
                <w:b w:val="0"/>
              </w:rPr>
            </w:pPr>
            <w:r w:rsidRPr="002D6379">
              <w:rPr>
                <w:b w:val="0"/>
              </w:rPr>
              <w:t>Registrační číslo projektu:</w:t>
            </w:r>
          </w:p>
        </w:tc>
        <w:tc>
          <w:tcPr>
            <w:tcW w:w="5812" w:type="dxa"/>
            <w:vAlign w:val="center"/>
          </w:tcPr>
          <w:p w14:paraId="4734E0F7" w14:textId="77777777" w:rsidR="003C7A9B" w:rsidRPr="00D85718" w:rsidRDefault="00CC217D" w:rsidP="00677673">
            <w:pPr>
              <w:pStyle w:val="Tabulkazkladntext"/>
              <w:spacing w:before="60" w:after="60"/>
            </w:pPr>
            <w:r>
              <w:t>CZ.02.3.68/0.0/0.0/19_078/0017177</w:t>
            </w:r>
          </w:p>
        </w:tc>
      </w:tr>
      <w:tr w:rsidR="003C7A9B" w:rsidRPr="00D85718" w14:paraId="5BE0EA70" w14:textId="77777777" w:rsidTr="00677673">
        <w:tc>
          <w:tcPr>
            <w:tcW w:w="3402" w:type="dxa"/>
          </w:tcPr>
          <w:p w14:paraId="73C6E928" w14:textId="77777777" w:rsidR="003C7A9B" w:rsidRPr="002D6379" w:rsidRDefault="003C7A9B" w:rsidP="00677673">
            <w:pPr>
              <w:pStyle w:val="Tabulkatuntext"/>
              <w:spacing w:before="60" w:after="60"/>
              <w:rPr>
                <w:b w:val="0"/>
              </w:rPr>
            </w:pPr>
            <w:r>
              <w:rPr>
                <w:b w:val="0"/>
              </w:rPr>
              <w:t>Zaměstnanec</w:t>
            </w:r>
            <w:r w:rsidRPr="002D6379">
              <w:rPr>
                <w:b w:val="0"/>
              </w:rPr>
              <w:t>:</w:t>
            </w:r>
          </w:p>
        </w:tc>
        <w:tc>
          <w:tcPr>
            <w:tcW w:w="5812" w:type="dxa"/>
            <w:vAlign w:val="center"/>
          </w:tcPr>
          <w:p w14:paraId="30EBA9E1" w14:textId="77777777" w:rsidR="003C7A9B" w:rsidRPr="00D85718" w:rsidRDefault="00CF447F" w:rsidP="00677673">
            <w:pPr>
              <w:pStyle w:val="Tabulkazkladntext"/>
              <w:spacing w:before="60" w:after="60"/>
            </w:pPr>
            <w:r>
              <w:rPr>
                <w:szCs w:val="22"/>
              </w:rPr>
              <w:t xml:space="preserve">#UCTP# </w:t>
            </w:r>
            <w:r w:rsidR="003C7A9B" w:rsidRPr="00575D75">
              <w:rPr>
                <w:szCs w:val="22"/>
              </w:rPr>
              <w:t>#UCJM# #UCPR#</w:t>
            </w:r>
          </w:p>
        </w:tc>
      </w:tr>
      <w:tr w:rsidR="003C7A9B" w:rsidRPr="00D85718" w14:paraId="77E6EBA4" w14:textId="77777777" w:rsidTr="00677673">
        <w:tc>
          <w:tcPr>
            <w:tcW w:w="3402" w:type="dxa"/>
          </w:tcPr>
          <w:p w14:paraId="5E8EB263" w14:textId="77777777" w:rsidR="003C7A9B" w:rsidRPr="002D6379" w:rsidRDefault="003C7A9B" w:rsidP="00677673">
            <w:pPr>
              <w:pStyle w:val="Tabulkatuntext"/>
              <w:spacing w:before="60" w:after="60"/>
              <w:rPr>
                <w:b w:val="0"/>
              </w:rPr>
            </w:pPr>
            <w:r w:rsidRPr="002D6379">
              <w:rPr>
                <w:b w:val="0"/>
              </w:rPr>
              <w:t>Funkce v projektu, číslo položky:</w:t>
            </w:r>
          </w:p>
        </w:tc>
        <w:tc>
          <w:tcPr>
            <w:tcW w:w="5812" w:type="dxa"/>
            <w:vAlign w:val="center"/>
          </w:tcPr>
          <w:p w14:paraId="235E68CB" w14:textId="77777777" w:rsidR="003C7A9B" w:rsidRPr="00CC217D" w:rsidRDefault="002F46AA" w:rsidP="002F46AA">
            <w:pPr>
              <w:pStyle w:val="Tabulkazkladntext"/>
              <w:spacing w:before="60" w:after="60"/>
            </w:pPr>
            <w:r>
              <w:t>#ZSNR#</w:t>
            </w:r>
            <w:r w:rsidR="0080795B">
              <w:t>,</w:t>
            </w:r>
            <w:r>
              <w:t xml:space="preserve"> </w:t>
            </w:r>
            <w:r w:rsidR="00CC217D">
              <w:t xml:space="preserve">#ZSCR# </w:t>
            </w:r>
          </w:p>
        </w:tc>
      </w:tr>
    </w:tbl>
    <w:p w14:paraId="70EADFBF" w14:textId="77777777" w:rsidR="003C7A9B" w:rsidRDefault="003C7A9B">
      <w:pPr>
        <w:pStyle w:val="Zkladntext"/>
        <w:jc w:val="left"/>
        <w:rPr>
          <w:rFonts w:cs="Arial"/>
          <w:szCs w:val="22"/>
        </w:rPr>
      </w:pPr>
    </w:p>
    <w:p w14:paraId="7D969540" w14:textId="77777777" w:rsidR="003C7A9B" w:rsidRDefault="003C7A9B">
      <w:pPr>
        <w:pStyle w:val="Zkladntext"/>
        <w:jc w:val="left"/>
        <w:rPr>
          <w:rFonts w:cs="Arial"/>
          <w:szCs w:val="22"/>
        </w:rPr>
      </w:pPr>
      <w:r w:rsidRPr="00375F3A">
        <w:rPr>
          <w:rFonts w:cs="Arial"/>
          <w:b/>
          <w:szCs w:val="22"/>
        </w:rPr>
        <w:t>Pracovní náplň:</w:t>
      </w:r>
      <w:r w:rsidR="00CC217D">
        <w:rPr>
          <w:rFonts w:cs="Arial"/>
          <w:szCs w:val="22"/>
        </w:rPr>
        <w:t xml:space="preserve"> </w:t>
      </w:r>
      <w:r w:rsidR="00467977">
        <w:rPr>
          <w:rFonts w:cs="Arial"/>
          <w:szCs w:val="22"/>
        </w:rPr>
        <w:t>#BcinnostiS#</w:t>
      </w:r>
    </w:p>
    <w:p w14:paraId="14E8A3A0" w14:textId="77777777" w:rsidR="00467977" w:rsidRDefault="00467977" w:rsidP="00375F3A">
      <w:pPr>
        <w:pStyle w:val="Zkladntext"/>
        <w:numPr>
          <w:ilvl w:val="0"/>
          <w:numId w:val="48"/>
        </w:numPr>
        <w:spacing w:after="60"/>
        <w:ind w:left="567" w:hanging="567"/>
        <w:jc w:val="left"/>
        <w:rPr>
          <w:rFonts w:cs="Arial"/>
          <w:szCs w:val="22"/>
        </w:rPr>
      </w:pPr>
      <w:r>
        <w:rPr>
          <w:rFonts w:cs="Arial"/>
          <w:szCs w:val="22"/>
        </w:rPr>
        <w:t>#CNNA#</w:t>
      </w:r>
    </w:p>
    <w:p w14:paraId="3BD9EFD7" w14:textId="77777777" w:rsidR="003C7A9B" w:rsidRDefault="00467977" w:rsidP="002F46AA">
      <w:pPr>
        <w:pStyle w:val="Zkladntext"/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t>#BcinnostiE#</w:t>
      </w:r>
    </w:p>
    <w:p w14:paraId="32D2E638" w14:textId="77777777" w:rsidR="003C7A9B" w:rsidRDefault="003C7A9B">
      <w:pPr>
        <w:pStyle w:val="Zkladntext"/>
        <w:jc w:val="left"/>
        <w:rPr>
          <w:rFonts w:cs="Arial"/>
          <w:szCs w:val="22"/>
        </w:rPr>
      </w:pPr>
    </w:p>
    <w:p w14:paraId="5FD6C763" w14:textId="77777777" w:rsidR="003C7A9B" w:rsidRDefault="003C7A9B">
      <w:pPr>
        <w:pStyle w:val="Zkladntext"/>
        <w:jc w:val="left"/>
        <w:rPr>
          <w:rFonts w:cs="Arial"/>
          <w:szCs w:val="22"/>
        </w:rPr>
      </w:pPr>
    </w:p>
    <w:p w14:paraId="4DAC0106" w14:textId="77777777" w:rsidR="003C7A9B" w:rsidRPr="002F7149" w:rsidRDefault="003C7A9B" w:rsidP="003C7A9B">
      <w:pPr>
        <w:pStyle w:val="Mstoadatumvlevo"/>
        <w:rPr>
          <w:rFonts w:cs="Arial"/>
          <w:szCs w:val="22"/>
        </w:rPr>
      </w:pPr>
      <w:r w:rsidRPr="002F7149">
        <w:rPr>
          <w:rFonts w:cs="Arial"/>
          <w:szCs w:val="22"/>
        </w:rPr>
        <w:t>V</w:t>
      </w:r>
      <w:r>
        <w:rPr>
          <w:rFonts w:cs="Arial"/>
          <w:szCs w:val="22"/>
        </w:rPr>
        <w:t> Brně</w:t>
      </w:r>
      <w:r w:rsidRPr="002F7149">
        <w:rPr>
          <w:rFonts w:cs="Arial"/>
          <w:szCs w:val="22"/>
        </w:rPr>
        <w:t xml:space="preserve"> dne </w:t>
      </w:r>
      <w:r>
        <w:rPr>
          <w:rFonts w:cs="Arial"/>
          <w:szCs w:val="22"/>
        </w:rPr>
        <w:t>XX</w:t>
      </w:r>
      <w:r w:rsidRPr="002F714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XX</w:t>
      </w:r>
      <w:r w:rsidRPr="002F714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2020</w:t>
      </w:r>
    </w:p>
    <w:p w14:paraId="5AB017C6" w14:textId="77777777" w:rsidR="003C7A9B" w:rsidRDefault="003C7A9B" w:rsidP="003C7A9B">
      <w:pPr>
        <w:pStyle w:val="Zkladntext"/>
        <w:jc w:val="left"/>
        <w:rPr>
          <w:rFonts w:cs="Arial"/>
          <w:szCs w:val="22"/>
        </w:rPr>
      </w:pPr>
    </w:p>
    <w:p w14:paraId="308CE38B" w14:textId="77777777" w:rsidR="003C7A9B" w:rsidRDefault="003C7A9B" w:rsidP="003C7A9B">
      <w:pPr>
        <w:pStyle w:val="Zkladntext"/>
        <w:jc w:val="left"/>
        <w:rPr>
          <w:rFonts w:cs="Arial"/>
          <w:szCs w:val="22"/>
        </w:rPr>
      </w:pPr>
    </w:p>
    <w:p w14:paraId="28021274" w14:textId="77777777" w:rsidR="003C7A9B" w:rsidRDefault="003C7A9B" w:rsidP="003C7A9B">
      <w:pPr>
        <w:pStyle w:val="Zkladntext"/>
        <w:jc w:val="left"/>
        <w:rPr>
          <w:rFonts w:cs="Arial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34"/>
        <w:gridCol w:w="4652"/>
      </w:tblGrid>
      <w:tr w:rsidR="003C7A9B" w:rsidRPr="00F00EDE" w14:paraId="5AD43B17" w14:textId="77777777" w:rsidTr="00677673">
        <w:tc>
          <w:tcPr>
            <w:tcW w:w="4818" w:type="dxa"/>
            <w:shd w:val="clear" w:color="auto" w:fill="auto"/>
          </w:tcPr>
          <w:p w14:paraId="728AC680" w14:textId="77777777" w:rsidR="003C7A9B" w:rsidRPr="00F00EDE" w:rsidRDefault="003C7A9B" w:rsidP="00677673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……………………………</w:t>
            </w:r>
          </w:p>
          <w:p w14:paraId="50EE1EF3" w14:textId="77777777" w:rsidR="003C7A9B" w:rsidRPr="00F00EDE" w:rsidRDefault="003C7A9B" w:rsidP="00677673">
            <w:pPr>
              <w:pStyle w:val="Tabulkazkladntextnasted"/>
              <w:rPr>
                <w:rFonts w:cs="Arial"/>
              </w:rPr>
            </w:pPr>
            <w:r>
              <w:rPr>
                <w:rFonts w:cs="Arial"/>
              </w:rPr>
              <w:t>z</w:t>
            </w:r>
            <w:r w:rsidRPr="00F00EDE">
              <w:rPr>
                <w:rFonts w:cs="Arial"/>
              </w:rPr>
              <w:t>aměstnanec</w:t>
            </w:r>
          </w:p>
        </w:tc>
        <w:tc>
          <w:tcPr>
            <w:tcW w:w="4818" w:type="dxa"/>
            <w:shd w:val="clear" w:color="auto" w:fill="auto"/>
          </w:tcPr>
          <w:p w14:paraId="5A263342" w14:textId="77777777" w:rsidR="003C7A9B" w:rsidRPr="00F00EDE" w:rsidRDefault="003C7A9B" w:rsidP="00677673">
            <w:pPr>
              <w:pStyle w:val="Tabulkazkladntextnasted"/>
              <w:rPr>
                <w:rFonts w:cs="Arial"/>
              </w:rPr>
            </w:pPr>
            <w:r w:rsidRPr="00F00EDE">
              <w:rPr>
                <w:rFonts w:cs="Arial"/>
              </w:rPr>
              <w:t>………………………………</w:t>
            </w:r>
          </w:p>
          <w:p w14:paraId="068942CC" w14:textId="77777777" w:rsidR="003C7A9B" w:rsidRPr="00F00EDE" w:rsidRDefault="003C7A9B" w:rsidP="00677673">
            <w:pPr>
              <w:pStyle w:val="Tabulkazkladntextnasted"/>
              <w:rPr>
                <w:rFonts w:cs="Arial"/>
              </w:rPr>
            </w:pPr>
            <w:r>
              <w:rPr>
                <w:rFonts w:cs="Arial"/>
              </w:rPr>
              <w:t>zaměstnavatel</w:t>
            </w:r>
          </w:p>
        </w:tc>
      </w:tr>
    </w:tbl>
    <w:p w14:paraId="1AEBB6ED" w14:textId="77777777" w:rsidR="003C7A9B" w:rsidRPr="00772982" w:rsidRDefault="003C7A9B" w:rsidP="00772982">
      <w:pPr>
        <w:tabs>
          <w:tab w:val="left" w:pos="7020"/>
        </w:tabs>
        <w:rPr>
          <w:lang w:eastAsia="en-US"/>
        </w:rPr>
      </w:pPr>
    </w:p>
    <w:sectPr w:rsidR="003C7A9B" w:rsidRPr="00772982" w:rsidSect="00B83D4D">
      <w:footerReference w:type="default" r:id="rId8"/>
      <w:type w:val="continuous"/>
      <w:pgSz w:w="11906" w:h="16838" w:code="9"/>
      <w:pgMar w:top="1985" w:right="1418" w:bottom="1418" w:left="1418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880E6" w14:textId="77777777" w:rsidR="00EA6EFD" w:rsidRDefault="00EA6EFD">
      <w:r>
        <w:separator/>
      </w:r>
    </w:p>
  </w:endnote>
  <w:endnote w:type="continuationSeparator" w:id="0">
    <w:p w14:paraId="612D0066" w14:textId="77777777" w:rsidR="00EA6EFD" w:rsidRDefault="00EA6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KKrausSmal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JBBP F+ Avant Gar Got Itc TEE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7CC0" w14:textId="77777777" w:rsidR="00D8550F" w:rsidRPr="00CC217D" w:rsidRDefault="00CC217D" w:rsidP="00575D75">
    <w:pPr>
      <w:pStyle w:val="Zpat"/>
      <w:numPr>
        <w:ilvl w:val="0"/>
        <w:numId w:val="0"/>
      </w:numPr>
      <w:pBdr>
        <w:top w:val="single" w:sz="4" w:space="1" w:color="auto"/>
      </w:pBdr>
      <w:tabs>
        <w:tab w:val="clear" w:pos="4536"/>
        <w:tab w:val="clear" w:pos="9072"/>
        <w:tab w:val="center" w:pos="5102"/>
        <w:tab w:val="right" w:pos="9214"/>
      </w:tabs>
      <w:jc w:val="center"/>
      <w:rPr>
        <w:rFonts w:ascii="Arial Narrow" w:hAnsi="Arial Narrow"/>
        <w:sz w:val="20"/>
        <w:szCs w:val="20"/>
      </w:rPr>
    </w:pPr>
    <w:r w:rsidRPr="00CC217D">
      <w:rPr>
        <w:sz w:val="20"/>
        <w:szCs w:val="20"/>
      </w:rPr>
      <w:t>Implementace KAP JMK II</w:t>
    </w:r>
    <w:r w:rsidR="00575D75" w:rsidRPr="00CC217D">
      <w:rPr>
        <w:rFonts w:ascii="Arial Narrow" w:hAnsi="Arial Narrow"/>
        <w:sz w:val="20"/>
        <w:szCs w:val="20"/>
      </w:rPr>
      <w:tab/>
    </w:r>
    <w:r w:rsidR="00575D75" w:rsidRPr="00CC217D">
      <w:rPr>
        <w:rFonts w:ascii="Arial Narrow" w:hAnsi="Arial Narrow"/>
        <w:sz w:val="20"/>
        <w:szCs w:val="20"/>
      </w:rPr>
      <w:tab/>
    </w:r>
    <w:r w:rsidRPr="00CC217D">
      <w:rPr>
        <w:sz w:val="20"/>
        <w:szCs w:val="20"/>
      </w:rPr>
      <w:t>CZ.02.3.68/0.0/0.0/19_078/0017177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CE38A" w14:textId="77777777" w:rsidR="00EA6EFD" w:rsidRDefault="00EA6EFD">
      <w:r>
        <w:separator/>
      </w:r>
    </w:p>
  </w:footnote>
  <w:footnote w:type="continuationSeparator" w:id="0">
    <w:p w14:paraId="2871E694" w14:textId="77777777" w:rsidR="00EA6EFD" w:rsidRDefault="00EA6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5190"/>
    <w:multiLevelType w:val="hybridMultilevel"/>
    <w:tmpl w:val="5F42BCB0"/>
    <w:lvl w:ilvl="0" w:tplc="231EB8CC">
      <w:start w:val="1"/>
      <w:numFmt w:val="bullet"/>
      <w:pStyle w:val="Obdr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F7B2D"/>
    <w:multiLevelType w:val="hybridMultilevel"/>
    <w:tmpl w:val="C2EC817E"/>
    <w:lvl w:ilvl="0" w:tplc="B282CE90">
      <w:start w:val="1"/>
      <w:numFmt w:val="lowerLetter"/>
      <w:pStyle w:val="Tabulka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451DB7"/>
    <w:multiLevelType w:val="hybridMultilevel"/>
    <w:tmpl w:val="6FEE8FFE"/>
    <w:lvl w:ilvl="0" w:tplc="B57257A8">
      <w:start w:val="1"/>
      <w:numFmt w:val="bullet"/>
      <w:pStyle w:val="Znak2odsazen1tex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72EF9"/>
    <w:multiLevelType w:val="hybridMultilevel"/>
    <w:tmpl w:val="441EC52A"/>
    <w:lvl w:ilvl="0" w:tplc="74D0DE7E">
      <w:start w:val="1"/>
      <w:numFmt w:val="lowerLetter"/>
      <w:pStyle w:val="Psmeno1odsazen2text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0A21EA"/>
    <w:multiLevelType w:val="hybridMultilevel"/>
    <w:tmpl w:val="BB58CD30"/>
    <w:lvl w:ilvl="0" w:tplc="4D807768">
      <w:start w:val="1"/>
      <w:numFmt w:val="decimal"/>
      <w:pStyle w:val="Tabulkaslo1tun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D045F05"/>
    <w:multiLevelType w:val="hybridMultilevel"/>
    <w:tmpl w:val="931AE462"/>
    <w:lvl w:ilvl="0" w:tplc="3C58517E">
      <w:start w:val="1"/>
      <w:numFmt w:val="decimal"/>
      <w:pStyle w:val="sl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39629B"/>
    <w:multiLevelType w:val="hybridMultilevel"/>
    <w:tmpl w:val="7A72C3CA"/>
    <w:lvl w:ilvl="0" w:tplc="638A2302">
      <w:start w:val="1"/>
      <w:numFmt w:val="lowerLetter"/>
      <w:pStyle w:val="Tabulka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173C4B"/>
    <w:multiLevelType w:val="hybridMultilevel"/>
    <w:tmpl w:val="81B2074A"/>
    <w:lvl w:ilvl="0" w:tplc="B02AAC30">
      <w:start w:val="1"/>
      <w:numFmt w:val="decimal"/>
      <w:pStyle w:val="slo2odsazen1text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B5697F"/>
    <w:multiLevelType w:val="hybridMultilevel"/>
    <w:tmpl w:val="F36AE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A4441"/>
    <w:multiLevelType w:val="hybridMultilevel"/>
    <w:tmpl w:val="5BAC6A54"/>
    <w:lvl w:ilvl="0" w:tplc="7F9275DE">
      <w:start w:val="1"/>
      <w:numFmt w:val="decimal"/>
      <w:pStyle w:val="Obdr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9326FC9"/>
    <w:multiLevelType w:val="hybridMultilevel"/>
    <w:tmpl w:val="C8BC58DC"/>
    <w:lvl w:ilvl="0" w:tplc="D4BCBB34">
      <w:start w:val="1"/>
      <w:numFmt w:val="decimal"/>
      <w:pStyle w:val="Zpa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D7C0766"/>
    <w:multiLevelType w:val="hybridMultilevel"/>
    <w:tmpl w:val="C00AB7FE"/>
    <w:lvl w:ilvl="0" w:tplc="FFD64F58">
      <w:start w:val="1"/>
      <w:numFmt w:val="bullet"/>
      <w:pStyle w:val="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895208"/>
    <w:multiLevelType w:val="hybridMultilevel"/>
    <w:tmpl w:val="794CC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93E7D"/>
    <w:multiLevelType w:val="hybridMultilevel"/>
    <w:tmpl w:val="4D1EC51C"/>
    <w:lvl w:ilvl="0" w:tplc="C78CC8AE">
      <w:start w:val="1"/>
      <w:numFmt w:val="bullet"/>
      <w:pStyle w:val="Tabulka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E3794"/>
    <w:multiLevelType w:val="hybridMultilevel"/>
    <w:tmpl w:val="C7F47DEC"/>
    <w:lvl w:ilvl="0" w:tplc="152211C8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7A14186"/>
    <w:multiLevelType w:val="hybridMultilevel"/>
    <w:tmpl w:val="8132E5EA"/>
    <w:lvl w:ilvl="0" w:tplc="0B7AA4E6">
      <w:start w:val="1"/>
      <w:numFmt w:val="decimal"/>
      <w:pStyle w:val="Tabulka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81E5F17"/>
    <w:multiLevelType w:val="hybridMultilevel"/>
    <w:tmpl w:val="0F9C1B60"/>
    <w:lvl w:ilvl="0" w:tplc="A4B8BDC4">
      <w:start w:val="1"/>
      <w:numFmt w:val="lowerLetter"/>
      <w:pStyle w:val="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710D82"/>
    <w:multiLevelType w:val="hybridMultilevel"/>
    <w:tmpl w:val="74F8BCB8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B52E6"/>
    <w:multiLevelType w:val="hybridMultilevel"/>
    <w:tmpl w:val="8650270C"/>
    <w:lvl w:ilvl="0" w:tplc="04ACA070">
      <w:start w:val="1"/>
      <w:numFmt w:val="decimal"/>
      <w:pStyle w:val="slo2odsazen2text"/>
      <w:lvlText w:val="%1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E7D49DC"/>
    <w:multiLevelType w:val="hybridMultilevel"/>
    <w:tmpl w:val="75A0F2B2"/>
    <w:lvl w:ilvl="0" w:tplc="97FADBC4">
      <w:start w:val="1"/>
      <w:numFmt w:val="bullet"/>
      <w:pStyle w:val="Tabulkaznak1tex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B72A2A"/>
    <w:multiLevelType w:val="hybridMultilevel"/>
    <w:tmpl w:val="93C43434"/>
    <w:lvl w:ilvl="0" w:tplc="E0A263E4">
      <w:start w:val="1"/>
      <w:numFmt w:val="lowerLetter"/>
      <w:pStyle w:val="Obdr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43D79D7"/>
    <w:multiLevelType w:val="multilevel"/>
    <w:tmpl w:val="955E9E8E"/>
    <w:lvl w:ilvl="0">
      <w:start w:val="1"/>
      <w:numFmt w:val="decimal"/>
      <w:pStyle w:val="slo1tun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447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8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8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07"/>
        </w:tabs>
        <w:ind w:left="4887" w:hanging="1440"/>
      </w:pPr>
      <w:rPr>
        <w:rFonts w:cs="Times New Roman" w:hint="default"/>
      </w:rPr>
    </w:lvl>
  </w:abstractNum>
  <w:abstractNum w:abstractNumId="22" w15:restartNumberingAfterBreak="0">
    <w:nsid w:val="56AB13D9"/>
    <w:multiLevelType w:val="multilevel"/>
    <w:tmpl w:val="ECDC5310"/>
    <w:lvl w:ilvl="0">
      <w:start w:val="1"/>
      <w:numFmt w:val="decimal"/>
      <w:pStyle w:val="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>
      <w:start w:val="1"/>
      <w:numFmt w:val="decimal"/>
      <w:pStyle w:val="slo11text"/>
      <w:lvlText w:val="%1.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2">
      <w:start w:val="1"/>
      <w:numFmt w:val="decimal"/>
      <w:pStyle w:val="slo111text"/>
      <w:lvlText w:val="%1.%2.%3."/>
      <w:lvlJc w:val="left"/>
      <w:pPr>
        <w:tabs>
          <w:tab w:val="num" w:pos="1985"/>
        </w:tabs>
        <w:ind w:left="1985" w:hanging="851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87D0BCE"/>
    <w:multiLevelType w:val="hybridMultilevel"/>
    <w:tmpl w:val="1FB6E89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B052307"/>
    <w:multiLevelType w:val="hybridMultilevel"/>
    <w:tmpl w:val="7B1AF008"/>
    <w:lvl w:ilvl="0" w:tplc="2648EE46">
      <w:start w:val="1"/>
      <w:numFmt w:val="bullet"/>
      <w:pStyle w:val="Znak1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B6934"/>
    <w:multiLevelType w:val="hybridMultilevel"/>
    <w:tmpl w:val="01A0B172"/>
    <w:lvl w:ilvl="0" w:tplc="396077A0">
      <w:start w:val="1"/>
      <w:numFmt w:val="lowerLetter"/>
      <w:pStyle w:val="Obdr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DDE5834"/>
    <w:multiLevelType w:val="hybridMultilevel"/>
    <w:tmpl w:val="37A2BB12"/>
    <w:lvl w:ilvl="0" w:tplc="E83282FE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caps w:val="0"/>
        <w:strike w:val="0"/>
        <w:dstrike w:val="0"/>
        <w:vanish w:val="0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B36860"/>
    <w:multiLevelType w:val="hybridMultilevel"/>
    <w:tmpl w:val="9B14F67C"/>
    <w:lvl w:ilvl="0" w:tplc="985A1E82">
      <w:start w:val="1"/>
      <w:numFmt w:val="decimal"/>
      <w:pStyle w:val="Tabulkasl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6604779"/>
    <w:multiLevelType w:val="hybridMultilevel"/>
    <w:tmpl w:val="35123D60"/>
    <w:lvl w:ilvl="0" w:tplc="49B2835C">
      <w:start w:val="1"/>
      <w:numFmt w:val="lowerLetter"/>
      <w:pStyle w:val="Psmeno1odsazen1text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2F46A8"/>
    <w:multiLevelType w:val="hybridMultilevel"/>
    <w:tmpl w:val="1EE4723A"/>
    <w:lvl w:ilvl="0" w:tplc="FACC1BDA">
      <w:start w:val="1"/>
      <w:numFmt w:val="decimal"/>
      <w:pStyle w:val="slo1odsazen1text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4A5CD4"/>
    <w:multiLevelType w:val="hybridMultilevel"/>
    <w:tmpl w:val="EDB26E9C"/>
    <w:lvl w:ilvl="0" w:tplc="3E1E4DC4">
      <w:start w:val="1"/>
      <w:numFmt w:val="lowerLetter"/>
      <w:pStyle w:val="Psmeno2odsazen2text"/>
      <w:lvlText w:val="%1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CED18B4"/>
    <w:multiLevelType w:val="hybridMultilevel"/>
    <w:tmpl w:val="D05A8DFC"/>
    <w:lvl w:ilvl="0" w:tplc="2494AB66">
      <w:start w:val="1"/>
      <w:numFmt w:val="lowerLetter"/>
      <w:pStyle w:val="Psmeno2odsazen1text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0413A63"/>
    <w:multiLevelType w:val="hybridMultilevel"/>
    <w:tmpl w:val="171C00B4"/>
    <w:lvl w:ilvl="0" w:tplc="A03A7AD0">
      <w:start w:val="1"/>
      <w:numFmt w:val="bullet"/>
      <w:pStyle w:val="Obdrznak1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22F7B"/>
    <w:multiLevelType w:val="hybridMultilevel"/>
    <w:tmpl w:val="2CAC0B16"/>
    <w:lvl w:ilvl="0" w:tplc="BA68D12A">
      <w:start w:val="1"/>
      <w:numFmt w:val="decimal"/>
      <w:pStyle w:val="slo1odsazen2text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38C1764"/>
    <w:multiLevelType w:val="hybridMultilevel"/>
    <w:tmpl w:val="8410DDCC"/>
    <w:lvl w:ilvl="0" w:tplc="0EAC49DC">
      <w:start w:val="1"/>
      <w:numFmt w:val="decimal"/>
      <w:pStyle w:val="Obdrsl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8E66EE"/>
    <w:multiLevelType w:val="hybridMultilevel"/>
    <w:tmpl w:val="141CBAFE"/>
    <w:lvl w:ilvl="0" w:tplc="6D106A92">
      <w:start w:val="1"/>
      <w:numFmt w:val="upperRoman"/>
      <w:pStyle w:val="Tabulkatextvpravo"/>
      <w:lvlText w:val="%1."/>
      <w:lvlJc w:val="left"/>
      <w:pPr>
        <w:tabs>
          <w:tab w:val="num" w:pos="720"/>
        </w:tabs>
        <w:ind w:left="397" w:hanging="39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AF0F09"/>
    <w:multiLevelType w:val="hybridMultilevel"/>
    <w:tmpl w:val="AA144064"/>
    <w:lvl w:ilvl="0" w:tplc="0FC44462">
      <w:start w:val="1"/>
      <w:numFmt w:val="bullet"/>
      <w:pStyle w:val="Znak2odsazen2tex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7F702C"/>
    <w:multiLevelType w:val="hybridMultilevel"/>
    <w:tmpl w:val="7FAA3A14"/>
    <w:lvl w:ilvl="0" w:tplc="DEDE9D66">
      <w:start w:val="1"/>
      <w:numFmt w:val="bullet"/>
      <w:pStyle w:val="Znak1odsazen1text"/>
      <w:lvlText w:val="-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93D8C"/>
    <w:multiLevelType w:val="multilevel"/>
    <w:tmpl w:val="BFDC12D2"/>
    <w:lvl w:ilvl="0">
      <w:start w:val="1"/>
      <w:numFmt w:val="decimal"/>
      <w:pStyle w:val="slo2tun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09358336">
    <w:abstractNumId w:val="5"/>
  </w:num>
  <w:num w:numId="2" w16cid:durableId="425736492">
    <w:abstractNumId w:val="14"/>
  </w:num>
  <w:num w:numId="3" w16cid:durableId="1383478939">
    <w:abstractNumId w:val="16"/>
  </w:num>
  <w:num w:numId="4" w16cid:durableId="1252619839">
    <w:abstractNumId w:val="24"/>
  </w:num>
  <w:num w:numId="5" w16cid:durableId="1321152561">
    <w:abstractNumId w:val="11"/>
  </w:num>
  <w:num w:numId="6" w16cid:durableId="616330384">
    <w:abstractNumId w:val="28"/>
  </w:num>
  <w:num w:numId="7" w16cid:durableId="1269704265">
    <w:abstractNumId w:val="37"/>
  </w:num>
  <w:num w:numId="8" w16cid:durableId="1035084016">
    <w:abstractNumId w:val="2"/>
  </w:num>
  <w:num w:numId="9" w16cid:durableId="811943134">
    <w:abstractNumId w:val="17"/>
  </w:num>
  <w:num w:numId="10" w16cid:durableId="1694456253">
    <w:abstractNumId w:val="3"/>
  </w:num>
  <w:num w:numId="11" w16cid:durableId="1616936145">
    <w:abstractNumId w:val="31"/>
  </w:num>
  <w:num w:numId="12" w16cid:durableId="404885712">
    <w:abstractNumId w:val="30"/>
  </w:num>
  <w:num w:numId="13" w16cid:durableId="342324467">
    <w:abstractNumId w:val="36"/>
  </w:num>
  <w:num w:numId="14" w16cid:durableId="1470974335">
    <w:abstractNumId w:val="29"/>
  </w:num>
  <w:num w:numId="15" w16cid:durableId="1046952695">
    <w:abstractNumId w:val="33"/>
  </w:num>
  <w:num w:numId="16" w16cid:durableId="2049523541">
    <w:abstractNumId w:val="7"/>
  </w:num>
  <w:num w:numId="17" w16cid:durableId="737902227">
    <w:abstractNumId w:val="18"/>
  </w:num>
  <w:num w:numId="18" w16cid:durableId="344357642">
    <w:abstractNumId w:val="21"/>
  </w:num>
  <w:num w:numId="19" w16cid:durableId="1047295154">
    <w:abstractNumId w:val="1"/>
  </w:num>
  <w:num w:numId="20" w16cid:durableId="1472090994">
    <w:abstractNumId w:val="6"/>
  </w:num>
  <w:num w:numId="21" w16cid:durableId="1336807045">
    <w:abstractNumId w:val="15"/>
  </w:num>
  <w:num w:numId="22" w16cid:durableId="1815372924">
    <w:abstractNumId w:val="4"/>
  </w:num>
  <w:num w:numId="23" w16cid:durableId="1754275614">
    <w:abstractNumId w:val="27"/>
  </w:num>
  <w:num w:numId="24" w16cid:durableId="1325663513">
    <w:abstractNumId w:val="19"/>
  </w:num>
  <w:num w:numId="25" w16cid:durableId="969937354">
    <w:abstractNumId w:val="13"/>
  </w:num>
  <w:num w:numId="26" w16cid:durableId="1832597771">
    <w:abstractNumId w:val="22"/>
  </w:num>
  <w:num w:numId="27" w16cid:durableId="541988866">
    <w:abstractNumId w:val="35"/>
  </w:num>
  <w:num w:numId="28" w16cid:durableId="634261775">
    <w:abstractNumId w:val="9"/>
  </w:num>
  <w:num w:numId="29" w16cid:durableId="180433847">
    <w:abstractNumId w:val="34"/>
  </w:num>
  <w:num w:numId="30" w16cid:durableId="693268888">
    <w:abstractNumId w:val="20"/>
  </w:num>
  <w:num w:numId="31" w16cid:durableId="703600561">
    <w:abstractNumId w:val="25"/>
  </w:num>
  <w:num w:numId="32" w16cid:durableId="80417717">
    <w:abstractNumId w:val="32"/>
  </w:num>
  <w:num w:numId="33" w16cid:durableId="1972441735">
    <w:abstractNumId w:val="10"/>
  </w:num>
  <w:num w:numId="34" w16cid:durableId="133643069">
    <w:abstractNumId w:val="0"/>
  </w:num>
  <w:num w:numId="35" w16cid:durableId="256717727">
    <w:abstractNumId w:val="5"/>
    <w:lvlOverride w:ilvl="0">
      <w:startOverride w:val="1"/>
    </w:lvlOverride>
  </w:num>
  <w:num w:numId="36" w16cid:durableId="1114396743">
    <w:abstractNumId w:val="26"/>
  </w:num>
  <w:num w:numId="37" w16cid:durableId="155658907">
    <w:abstractNumId w:val="23"/>
  </w:num>
  <w:num w:numId="38" w16cid:durableId="292909570">
    <w:abstractNumId w:val="5"/>
  </w:num>
  <w:num w:numId="39" w16cid:durableId="2140757125">
    <w:abstractNumId w:val="5"/>
    <w:lvlOverride w:ilvl="0">
      <w:startOverride w:val="1"/>
    </w:lvlOverride>
  </w:num>
  <w:num w:numId="40" w16cid:durableId="383913193">
    <w:abstractNumId w:val="38"/>
  </w:num>
  <w:num w:numId="41" w16cid:durableId="21195689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43035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8806649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6416929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78059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117328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55415786">
    <w:abstractNumId w:val="8"/>
  </w:num>
  <w:num w:numId="48" w16cid:durableId="2037080105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7DE9"/>
    <w:rsid w:val="0000280A"/>
    <w:rsid w:val="00007278"/>
    <w:rsid w:val="00017B22"/>
    <w:rsid w:val="000219A9"/>
    <w:rsid w:val="00021AF0"/>
    <w:rsid w:val="0002467E"/>
    <w:rsid w:val="0003009E"/>
    <w:rsid w:val="00032FAF"/>
    <w:rsid w:val="00035497"/>
    <w:rsid w:val="00044CFF"/>
    <w:rsid w:val="00047FE3"/>
    <w:rsid w:val="00051C5F"/>
    <w:rsid w:val="000549AC"/>
    <w:rsid w:val="0005520E"/>
    <w:rsid w:val="00055C6F"/>
    <w:rsid w:val="00060B79"/>
    <w:rsid w:val="000669FA"/>
    <w:rsid w:val="00071D7B"/>
    <w:rsid w:val="00073D68"/>
    <w:rsid w:val="000765FA"/>
    <w:rsid w:val="00077216"/>
    <w:rsid w:val="00077885"/>
    <w:rsid w:val="00081F57"/>
    <w:rsid w:val="00084838"/>
    <w:rsid w:val="0008664D"/>
    <w:rsid w:val="00087D48"/>
    <w:rsid w:val="0009046D"/>
    <w:rsid w:val="00092255"/>
    <w:rsid w:val="00095BD5"/>
    <w:rsid w:val="000A0836"/>
    <w:rsid w:val="000A18BE"/>
    <w:rsid w:val="000A594E"/>
    <w:rsid w:val="000A7CE5"/>
    <w:rsid w:val="000B0F86"/>
    <w:rsid w:val="000B4D51"/>
    <w:rsid w:val="000B6621"/>
    <w:rsid w:val="000C0AF7"/>
    <w:rsid w:val="000C1E13"/>
    <w:rsid w:val="000C349F"/>
    <w:rsid w:val="000C5C33"/>
    <w:rsid w:val="000C7F93"/>
    <w:rsid w:val="000D35B4"/>
    <w:rsid w:val="000D64B5"/>
    <w:rsid w:val="000D753D"/>
    <w:rsid w:val="000D7CB7"/>
    <w:rsid w:val="000E3296"/>
    <w:rsid w:val="000E40D0"/>
    <w:rsid w:val="000E6492"/>
    <w:rsid w:val="000E678F"/>
    <w:rsid w:val="000E6908"/>
    <w:rsid w:val="000F41B7"/>
    <w:rsid w:val="000F67A1"/>
    <w:rsid w:val="000F69AB"/>
    <w:rsid w:val="00105D67"/>
    <w:rsid w:val="00111DEE"/>
    <w:rsid w:val="001250EB"/>
    <w:rsid w:val="00126354"/>
    <w:rsid w:val="00127349"/>
    <w:rsid w:val="0013077F"/>
    <w:rsid w:val="0013169B"/>
    <w:rsid w:val="00131BF2"/>
    <w:rsid w:val="00131D35"/>
    <w:rsid w:val="00134B63"/>
    <w:rsid w:val="00141AF8"/>
    <w:rsid w:val="001436F6"/>
    <w:rsid w:val="00161B74"/>
    <w:rsid w:val="001648F0"/>
    <w:rsid w:val="00167A2A"/>
    <w:rsid w:val="00174132"/>
    <w:rsid w:val="00175836"/>
    <w:rsid w:val="00177B30"/>
    <w:rsid w:val="00185E26"/>
    <w:rsid w:val="001868E6"/>
    <w:rsid w:val="00192D27"/>
    <w:rsid w:val="0019508C"/>
    <w:rsid w:val="00196F20"/>
    <w:rsid w:val="001A020F"/>
    <w:rsid w:val="001A21C9"/>
    <w:rsid w:val="001A3046"/>
    <w:rsid w:val="001A3337"/>
    <w:rsid w:val="001A5BBB"/>
    <w:rsid w:val="001A6828"/>
    <w:rsid w:val="001A68D8"/>
    <w:rsid w:val="001B0BDF"/>
    <w:rsid w:val="001B7269"/>
    <w:rsid w:val="001C7A11"/>
    <w:rsid w:val="001D3D98"/>
    <w:rsid w:val="001E0272"/>
    <w:rsid w:val="001E07AC"/>
    <w:rsid w:val="001F1969"/>
    <w:rsid w:val="00200977"/>
    <w:rsid w:val="002048D5"/>
    <w:rsid w:val="00205060"/>
    <w:rsid w:val="002070D4"/>
    <w:rsid w:val="002126BF"/>
    <w:rsid w:val="0021398D"/>
    <w:rsid w:val="00223E41"/>
    <w:rsid w:val="00234065"/>
    <w:rsid w:val="00236C31"/>
    <w:rsid w:val="0024226B"/>
    <w:rsid w:val="00244783"/>
    <w:rsid w:val="00244CE5"/>
    <w:rsid w:val="00250B2B"/>
    <w:rsid w:val="00251DFE"/>
    <w:rsid w:val="00262121"/>
    <w:rsid w:val="00284C8E"/>
    <w:rsid w:val="002957D7"/>
    <w:rsid w:val="002A62AB"/>
    <w:rsid w:val="002A67F8"/>
    <w:rsid w:val="002B745D"/>
    <w:rsid w:val="002C239F"/>
    <w:rsid w:val="002C3815"/>
    <w:rsid w:val="002C51C0"/>
    <w:rsid w:val="002D6D1E"/>
    <w:rsid w:val="002E04CE"/>
    <w:rsid w:val="002E1411"/>
    <w:rsid w:val="002E2CE6"/>
    <w:rsid w:val="002E444A"/>
    <w:rsid w:val="002E5DA4"/>
    <w:rsid w:val="002F18DD"/>
    <w:rsid w:val="002F46AA"/>
    <w:rsid w:val="002F7149"/>
    <w:rsid w:val="002F7216"/>
    <w:rsid w:val="00301866"/>
    <w:rsid w:val="003107B2"/>
    <w:rsid w:val="00314313"/>
    <w:rsid w:val="003169C7"/>
    <w:rsid w:val="003169E2"/>
    <w:rsid w:val="003262AA"/>
    <w:rsid w:val="0033253C"/>
    <w:rsid w:val="00335206"/>
    <w:rsid w:val="003468E7"/>
    <w:rsid w:val="003530F2"/>
    <w:rsid w:val="003629A7"/>
    <w:rsid w:val="003646B5"/>
    <w:rsid w:val="0037210E"/>
    <w:rsid w:val="00372E61"/>
    <w:rsid w:val="00375F3A"/>
    <w:rsid w:val="00381722"/>
    <w:rsid w:val="00382089"/>
    <w:rsid w:val="0038581D"/>
    <w:rsid w:val="00391D79"/>
    <w:rsid w:val="0039591C"/>
    <w:rsid w:val="00397CBF"/>
    <w:rsid w:val="003A1889"/>
    <w:rsid w:val="003A47E2"/>
    <w:rsid w:val="003A4D79"/>
    <w:rsid w:val="003A4DCA"/>
    <w:rsid w:val="003B179E"/>
    <w:rsid w:val="003B1DBD"/>
    <w:rsid w:val="003B7101"/>
    <w:rsid w:val="003C62A2"/>
    <w:rsid w:val="003C63DA"/>
    <w:rsid w:val="003C7A9B"/>
    <w:rsid w:val="003D2698"/>
    <w:rsid w:val="003E0DEA"/>
    <w:rsid w:val="003E3530"/>
    <w:rsid w:val="003E698D"/>
    <w:rsid w:val="003E6F2E"/>
    <w:rsid w:val="003F49B4"/>
    <w:rsid w:val="00413EC3"/>
    <w:rsid w:val="00421A25"/>
    <w:rsid w:val="00422D2B"/>
    <w:rsid w:val="00432409"/>
    <w:rsid w:val="004356EC"/>
    <w:rsid w:val="004360CD"/>
    <w:rsid w:val="00440A4C"/>
    <w:rsid w:val="004442DB"/>
    <w:rsid w:val="0044476B"/>
    <w:rsid w:val="00455113"/>
    <w:rsid w:val="00467977"/>
    <w:rsid w:val="00477840"/>
    <w:rsid w:val="0048099E"/>
    <w:rsid w:val="00484B5D"/>
    <w:rsid w:val="00485514"/>
    <w:rsid w:val="00486F3B"/>
    <w:rsid w:val="00492569"/>
    <w:rsid w:val="004946D6"/>
    <w:rsid w:val="004A00A5"/>
    <w:rsid w:val="004A16D9"/>
    <w:rsid w:val="004A5828"/>
    <w:rsid w:val="004B5425"/>
    <w:rsid w:val="004B680A"/>
    <w:rsid w:val="004B7B68"/>
    <w:rsid w:val="004C45BC"/>
    <w:rsid w:val="004C6FE6"/>
    <w:rsid w:val="004C7A16"/>
    <w:rsid w:val="004D09A4"/>
    <w:rsid w:val="004E7B7B"/>
    <w:rsid w:val="004F7719"/>
    <w:rsid w:val="00501A53"/>
    <w:rsid w:val="00501CD2"/>
    <w:rsid w:val="00502270"/>
    <w:rsid w:val="005125F1"/>
    <w:rsid w:val="005221AF"/>
    <w:rsid w:val="0053214E"/>
    <w:rsid w:val="0053270C"/>
    <w:rsid w:val="0053589F"/>
    <w:rsid w:val="00542530"/>
    <w:rsid w:val="005427B6"/>
    <w:rsid w:val="0054376A"/>
    <w:rsid w:val="005501B8"/>
    <w:rsid w:val="0055027A"/>
    <w:rsid w:val="005516F1"/>
    <w:rsid w:val="005528CF"/>
    <w:rsid w:val="0055743B"/>
    <w:rsid w:val="00561A3F"/>
    <w:rsid w:val="005637A9"/>
    <w:rsid w:val="0057272A"/>
    <w:rsid w:val="00575D75"/>
    <w:rsid w:val="00577A4B"/>
    <w:rsid w:val="005843E4"/>
    <w:rsid w:val="00591D43"/>
    <w:rsid w:val="00591F96"/>
    <w:rsid w:val="00593952"/>
    <w:rsid w:val="00597C0A"/>
    <w:rsid w:val="005A0C72"/>
    <w:rsid w:val="005A42A1"/>
    <w:rsid w:val="005A5E35"/>
    <w:rsid w:val="005B057F"/>
    <w:rsid w:val="005B1884"/>
    <w:rsid w:val="005C030A"/>
    <w:rsid w:val="005D06C9"/>
    <w:rsid w:val="005D336A"/>
    <w:rsid w:val="005D3DD1"/>
    <w:rsid w:val="005F1A18"/>
    <w:rsid w:val="005F2080"/>
    <w:rsid w:val="005F5C78"/>
    <w:rsid w:val="005F68A3"/>
    <w:rsid w:val="005F78B2"/>
    <w:rsid w:val="005F7C99"/>
    <w:rsid w:val="00604689"/>
    <w:rsid w:val="00615657"/>
    <w:rsid w:val="00621DF2"/>
    <w:rsid w:val="006254F4"/>
    <w:rsid w:val="00630549"/>
    <w:rsid w:val="00632FB9"/>
    <w:rsid w:val="00633D9C"/>
    <w:rsid w:val="00640A6A"/>
    <w:rsid w:val="00645FC1"/>
    <w:rsid w:val="0064664B"/>
    <w:rsid w:val="00650B59"/>
    <w:rsid w:val="00651178"/>
    <w:rsid w:val="00652B77"/>
    <w:rsid w:val="00655456"/>
    <w:rsid w:val="006572D9"/>
    <w:rsid w:val="00664F5A"/>
    <w:rsid w:val="00670F7F"/>
    <w:rsid w:val="006778B4"/>
    <w:rsid w:val="006840CB"/>
    <w:rsid w:val="00684C85"/>
    <w:rsid w:val="006862A4"/>
    <w:rsid w:val="00693C3C"/>
    <w:rsid w:val="00694CCE"/>
    <w:rsid w:val="006B4517"/>
    <w:rsid w:val="006B7786"/>
    <w:rsid w:val="006B77DD"/>
    <w:rsid w:val="006B7842"/>
    <w:rsid w:val="006C7DC1"/>
    <w:rsid w:val="006E2BEB"/>
    <w:rsid w:val="006F33F5"/>
    <w:rsid w:val="006F37FF"/>
    <w:rsid w:val="00703694"/>
    <w:rsid w:val="0071014B"/>
    <w:rsid w:val="00713CC2"/>
    <w:rsid w:val="00714FD4"/>
    <w:rsid w:val="007159B2"/>
    <w:rsid w:val="00716EE1"/>
    <w:rsid w:val="00730B8B"/>
    <w:rsid w:val="007405D8"/>
    <w:rsid w:val="007468CC"/>
    <w:rsid w:val="0075057E"/>
    <w:rsid w:val="00755CE2"/>
    <w:rsid w:val="0076682E"/>
    <w:rsid w:val="00767230"/>
    <w:rsid w:val="00767DE9"/>
    <w:rsid w:val="00772982"/>
    <w:rsid w:val="00775F89"/>
    <w:rsid w:val="00777D00"/>
    <w:rsid w:val="007833F6"/>
    <w:rsid w:val="00783875"/>
    <w:rsid w:val="00786973"/>
    <w:rsid w:val="007A1512"/>
    <w:rsid w:val="007A1D51"/>
    <w:rsid w:val="007B27A7"/>
    <w:rsid w:val="007B4A28"/>
    <w:rsid w:val="007B7CD7"/>
    <w:rsid w:val="007C3523"/>
    <w:rsid w:val="007C7AEC"/>
    <w:rsid w:val="007C7DFE"/>
    <w:rsid w:val="007D1BAA"/>
    <w:rsid w:val="007D6900"/>
    <w:rsid w:val="007E5D91"/>
    <w:rsid w:val="007E6576"/>
    <w:rsid w:val="007F0293"/>
    <w:rsid w:val="007F0F35"/>
    <w:rsid w:val="007F56EE"/>
    <w:rsid w:val="007F726D"/>
    <w:rsid w:val="0080419A"/>
    <w:rsid w:val="0080795B"/>
    <w:rsid w:val="00807B15"/>
    <w:rsid w:val="00814FE8"/>
    <w:rsid w:val="00824B4C"/>
    <w:rsid w:val="00826FC4"/>
    <w:rsid w:val="00832B64"/>
    <w:rsid w:val="00834B21"/>
    <w:rsid w:val="00840897"/>
    <w:rsid w:val="00854E5F"/>
    <w:rsid w:val="00860D9A"/>
    <w:rsid w:val="008625E4"/>
    <w:rsid w:val="00866B77"/>
    <w:rsid w:val="008672C1"/>
    <w:rsid w:val="00875356"/>
    <w:rsid w:val="00880C01"/>
    <w:rsid w:val="00885C7B"/>
    <w:rsid w:val="00892F10"/>
    <w:rsid w:val="008A2100"/>
    <w:rsid w:val="008A7B71"/>
    <w:rsid w:val="008B09E5"/>
    <w:rsid w:val="008B1CAF"/>
    <w:rsid w:val="008B7C36"/>
    <w:rsid w:val="008C108A"/>
    <w:rsid w:val="008D5384"/>
    <w:rsid w:val="008D5C61"/>
    <w:rsid w:val="008E24E1"/>
    <w:rsid w:val="008E4700"/>
    <w:rsid w:val="008F03BF"/>
    <w:rsid w:val="008F3E82"/>
    <w:rsid w:val="00907EB9"/>
    <w:rsid w:val="00911580"/>
    <w:rsid w:val="00915C92"/>
    <w:rsid w:val="0092062C"/>
    <w:rsid w:val="009249A2"/>
    <w:rsid w:val="00924C44"/>
    <w:rsid w:val="0093067F"/>
    <w:rsid w:val="0093272E"/>
    <w:rsid w:val="009452FE"/>
    <w:rsid w:val="00947D7E"/>
    <w:rsid w:val="00951325"/>
    <w:rsid w:val="00955FF4"/>
    <w:rsid w:val="0095734E"/>
    <w:rsid w:val="00961EC1"/>
    <w:rsid w:val="009645C8"/>
    <w:rsid w:val="00976FE8"/>
    <w:rsid w:val="009813F4"/>
    <w:rsid w:val="009843F5"/>
    <w:rsid w:val="00984491"/>
    <w:rsid w:val="00990CEF"/>
    <w:rsid w:val="00996353"/>
    <w:rsid w:val="009A1C59"/>
    <w:rsid w:val="009A5036"/>
    <w:rsid w:val="009A57A5"/>
    <w:rsid w:val="009B1FD0"/>
    <w:rsid w:val="009B2E95"/>
    <w:rsid w:val="009B5163"/>
    <w:rsid w:val="009B573B"/>
    <w:rsid w:val="009B7DED"/>
    <w:rsid w:val="009C2A59"/>
    <w:rsid w:val="009C2AB3"/>
    <w:rsid w:val="009C2E4D"/>
    <w:rsid w:val="009C4685"/>
    <w:rsid w:val="009D6CDD"/>
    <w:rsid w:val="009E0230"/>
    <w:rsid w:val="009E6369"/>
    <w:rsid w:val="009F0FC7"/>
    <w:rsid w:val="009F152B"/>
    <w:rsid w:val="009F1F70"/>
    <w:rsid w:val="009F2408"/>
    <w:rsid w:val="009F7D26"/>
    <w:rsid w:val="00A00A3C"/>
    <w:rsid w:val="00A05E28"/>
    <w:rsid w:val="00A118D4"/>
    <w:rsid w:val="00A13247"/>
    <w:rsid w:val="00A13F00"/>
    <w:rsid w:val="00A171E9"/>
    <w:rsid w:val="00A1731E"/>
    <w:rsid w:val="00A209D7"/>
    <w:rsid w:val="00A238EB"/>
    <w:rsid w:val="00A333B9"/>
    <w:rsid w:val="00A367B3"/>
    <w:rsid w:val="00A43295"/>
    <w:rsid w:val="00A47358"/>
    <w:rsid w:val="00A54526"/>
    <w:rsid w:val="00A553C2"/>
    <w:rsid w:val="00A60271"/>
    <w:rsid w:val="00A61AD9"/>
    <w:rsid w:val="00A710EC"/>
    <w:rsid w:val="00A741E2"/>
    <w:rsid w:val="00A76332"/>
    <w:rsid w:val="00A85C71"/>
    <w:rsid w:val="00A92F23"/>
    <w:rsid w:val="00A95C77"/>
    <w:rsid w:val="00AA0BAF"/>
    <w:rsid w:val="00AA2E50"/>
    <w:rsid w:val="00AA6DC6"/>
    <w:rsid w:val="00AB171E"/>
    <w:rsid w:val="00AB21B9"/>
    <w:rsid w:val="00AB51B9"/>
    <w:rsid w:val="00AC0C20"/>
    <w:rsid w:val="00AC26CB"/>
    <w:rsid w:val="00AC4CAC"/>
    <w:rsid w:val="00AC50FE"/>
    <w:rsid w:val="00AD3657"/>
    <w:rsid w:val="00AD43A3"/>
    <w:rsid w:val="00AD63CD"/>
    <w:rsid w:val="00AD7CE9"/>
    <w:rsid w:val="00AE58A2"/>
    <w:rsid w:val="00AE6E47"/>
    <w:rsid w:val="00B00C6D"/>
    <w:rsid w:val="00B06002"/>
    <w:rsid w:val="00B16DC2"/>
    <w:rsid w:val="00B20C28"/>
    <w:rsid w:val="00B2231A"/>
    <w:rsid w:val="00B30827"/>
    <w:rsid w:val="00B34963"/>
    <w:rsid w:val="00B376C6"/>
    <w:rsid w:val="00B40476"/>
    <w:rsid w:val="00B456BE"/>
    <w:rsid w:val="00B466E2"/>
    <w:rsid w:val="00B50224"/>
    <w:rsid w:val="00B54B67"/>
    <w:rsid w:val="00B561CE"/>
    <w:rsid w:val="00B61B75"/>
    <w:rsid w:val="00B65C5D"/>
    <w:rsid w:val="00B75EE7"/>
    <w:rsid w:val="00B80CCC"/>
    <w:rsid w:val="00B821D2"/>
    <w:rsid w:val="00B83B02"/>
    <w:rsid w:val="00B83D4D"/>
    <w:rsid w:val="00B8485A"/>
    <w:rsid w:val="00B900D2"/>
    <w:rsid w:val="00B92652"/>
    <w:rsid w:val="00B94956"/>
    <w:rsid w:val="00B952CA"/>
    <w:rsid w:val="00B96A96"/>
    <w:rsid w:val="00B9705F"/>
    <w:rsid w:val="00BA44A2"/>
    <w:rsid w:val="00BB0649"/>
    <w:rsid w:val="00BB18C4"/>
    <w:rsid w:val="00BC1AF4"/>
    <w:rsid w:val="00BC1F1E"/>
    <w:rsid w:val="00BD05C6"/>
    <w:rsid w:val="00BD4047"/>
    <w:rsid w:val="00BD6B80"/>
    <w:rsid w:val="00BF5DAA"/>
    <w:rsid w:val="00BF77B5"/>
    <w:rsid w:val="00C00CEF"/>
    <w:rsid w:val="00C04630"/>
    <w:rsid w:val="00C17144"/>
    <w:rsid w:val="00C21509"/>
    <w:rsid w:val="00C22A96"/>
    <w:rsid w:val="00C233AA"/>
    <w:rsid w:val="00C276C6"/>
    <w:rsid w:val="00C277D6"/>
    <w:rsid w:val="00C32854"/>
    <w:rsid w:val="00C34AC2"/>
    <w:rsid w:val="00C40753"/>
    <w:rsid w:val="00C47CE3"/>
    <w:rsid w:val="00C47F94"/>
    <w:rsid w:val="00C506FF"/>
    <w:rsid w:val="00C51CD2"/>
    <w:rsid w:val="00C56FDE"/>
    <w:rsid w:val="00C57376"/>
    <w:rsid w:val="00C65047"/>
    <w:rsid w:val="00C71F52"/>
    <w:rsid w:val="00C77702"/>
    <w:rsid w:val="00C7773B"/>
    <w:rsid w:val="00C82BE6"/>
    <w:rsid w:val="00C83FBD"/>
    <w:rsid w:val="00C91524"/>
    <w:rsid w:val="00C92A4B"/>
    <w:rsid w:val="00CA0555"/>
    <w:rsid w:val="00CB2AB2"/>
    <w:rsid w:val="00CC2052"/>
    <w:rsid w:val="00CC217D"/>
    <w:rsid w:val="00CC2306"/>
    <w:rsid w:val="00CC47B1"/>
    <w:rsid w:val="00CC7548"/>
    <w:rsid w:val="00CD3D42"/>
    <w:rsid w:val="00CD5C90"/>
    <w:rsid w:val="00CE15E6"/>
    <w:rsid w:val="00CE2FFC"/>
    <w:rsid w:val="00CE5AF3"/>
    <w:rsid w:val="00CE65A1"/>
    <w:rsid w:val="00CF447F"/>
    <w:rsid w:val="00CF6465"/>
    <w:rsid w:val="00D3512D"/>
    <w:rsid w:val="00D37B16"/>
    <w:rsid w:val="00D37CDB"/>
    <w:rsid w:val="00D414AB"/>
    <w:rsid w:val="00D41D59"/>
    <w:rsid w:val="00D4231E"/>
    <w:rsid w:val="00D43813"/>
    <w:rsid w:val="00D43D38"/>
    <w:rsid w:val="00D472CB"/>
    <w:rsid w:val="00D47E18"/>
    <w:rsid w:val="00D50AAD"/>
    <w:rsid w:val="00D5207D"/>
    <w:rsid w:val="00D609BF"/>
    <w:rsid w:val="00D610B8"/>
    <w:rsid w:val="00D65A28"/>
    <w:rsid w:val="00D679DF"/>
    <w:rsid w:val="00D73B43"/>
    <w:rsid w:val="00D826A2"/>
    <w:rsid w:val="00D835FC"/>
    <w:rsid w:val="00D8409F"/>
    <w:rsid w:val="00D8550F"/>
    <w:rsid w:val="00D858A3"/>
    <w:rsid w:val="00D90EF1"/>
    <w:rsid w:val="00D91350"/>
    <w:rsid w:val="00D928FD"/>
    <w:rsid w:val="00D9395F"/>
    <w:rsid w:val="00D9460F"/>
    <w:rsid w:val="00DA10AA"/>
    <w:rsid w:val="00DA68ED"/>
    <w:rsid w:val="00DB181C"/>
    <w:rsid w:val="00DB1D38"/>
    <w:rsid w:val="00DB3324"/>
    <w:rsid w:val="00DB540F"/>
    <w:rsid w:val="00DC50FD"/>
    <w:rsid w:val="00DD0C67"/>
    <w:rsid w:val="00DD5961"/>
    <w:rsid w:val="00DD6B65"/>
    <w:rsid w:val="00DD7620"/>
    <w:rsid w:val="00DF38CC"/>
    <w:rsid w:val="00DF4398"/>
    <w:rsid w:val="00DF7B7F"/>
    <w:rsid w:val="00DF7CC7"/>
    <w:rsid w:val="00E0207D"/>
    <w:rsid w:val="00E15410"/>
    <w:rsid w:val="00E15CB5"/>
    <w:rsid w:val="00E1720D"/>
    <w:rsid w:val="00E17FF3"/>
    <w:rsid w:val="00E2061D"/>
    <w:rsid w:val="00E21FEE"/>
    <w:rsid w:val="00E253BA"/>
    <w:rsid w:val="00E25650"/>
    <w:rsid w:val="00E30D9F"/>
    <w:rsid w:val="00E30FAF"/>
    <w:rsid w:val="00E31F33"/>
    <w:rsid w:val="00E3242C"/>
    <w:rsid w:val="00E33E29"/>
    <w:rsid w:val="00E36193"/>
    <w:rsid w:val="00E452EB"/>
    <w:rsid w:val="00E46D55"/>
    <w:rsid w:val="00E53C47"/>
    <w:rsid w:val="00E571A4"/>
    <w:rsid w:val="00E624C0"/>
    <w:rsid w:val="00E6435E"/>
    <w:rsid w:val="00E65DA4"/>
    <w:rsid w:val="00E7062B"/>
    <w:rsid w:val="00E732AD"/>
    <w:rsid w:val="00E74D7C"/>
    <w:rsid w:val="00E76A70"/>
    <w:rsid w:val="00E83181"/>
    <w:rsid w:val="00E84029"/>
    <w:rsid w:val="00E84105"/>
    <w:rsid w:val="00E878D5"/>
    <w:rsid w:val="00EA1FFA"/>
    <w:rsid w:val="00EA3861"/>
    <w:rsid w:val="00EA4069"/>
    <w:rsid w:val="00EA6EFD"/>
    <w:rsid w:val="00EB0891"/>
    <w:rsid w:val="00EB29F1"/>
    <w:rsid w:val="00EB3468"/>
    <w:rsid w:val="00EB427B"/>
    <w:rsid w:val="00EB4FE6"/>
    <w:rsid w:val="00EC194D"/>
    <w:rsid w:val="00EC2F18"/>
    <w:rsid w:val="00EC340B"/>
    <w:rsid w:val="00EC3C92"/>
    <w:rsid w:val="00ED154F"/>
    <w:rsid w:val="00ED30C3"/>
    <w:rsid w:val="00ED32F4"/>
    <w:rsid w:val="00ED6C42"/>
    <w:rsid w:val="00EE04C2"/>
    <w:rsid w:val="00EE2343"/>
    <w:rsid w:val="00EE2BDF"/>
    <w:rsid w:val="00EE5399"/>
    <w:rsid w:val="00EE620A"/>
    <w:rsid w:val="00EE6D2E"/>
    <w:rsid w:val="00EE6E8F"/>
    <w:rsid w:val="00F00EDE"/>
    <w:rsid w:val="00F060D3"/>
    <w:rsid w:val="00F13EE7"/>
    <w:rsid w:val="00F15935"/>
    <w:rsid w:val="00F1618E"/>
    <w:rsid w:val="00F16F92"/>
    <w:rsid w:val="00F16FC5"/>
    <w:rsid w:val="00F23D26"/>
    <w:rsid w:val="00F23D9C"/>
    <w:rsid w:val="00F246BF"/>
    <w:rsid w:val="00F2647A"/>
    <w:rsid w:val="00F26E88"/>
    <w:rsid w:val="00F26EEA"/>
    <w:rsid w:val="00F41D37"/>
    <w:rsid w:val="00F5123D"/>
    <w:rsid w:val="00F515D5"/>
    <w:rsid w:val="00F532FF"/>
    <w:rsid w:val="00F5568D"/>
    <w:rsid w:val="00F643EB"/>
    <w:rsid w:val="00F6556A"/>
    <w:rsid w:val="00F74415"/>
    <w:rsid w:val="00F7507A"/>
    <w:rsid w:val="00F83D53"/>
    <w:rsid w:val="00F866A7"/>
    <w:rsid w:val="00F95D4A"/>
    <w:rsid w:val="00F967CB"/>
    <w:rsid w:val="00FA18DC"/>
    <w:rsid w:val="00FA2C4E"/>
    <w:rsid w:val="00FA54D2"/>
    <w:rsid w:val="00FB0449"/>
    <w:rsid w:val="00FB6E57"/>
    <w:rsid w:val="00FB73C2"/>
    <w:rsid w:val="00FC327A"/>
    <w:rsid w:val="00FD4904"/>
    <w:rsid w:val="00FD5FDA"/>
    <w:rsid w:val="00FE1306"/>
    <w:rsid w:val="00FE3427"/>
    <w:rsid w:val="00FE5899"/>
    <w:rsid w:val="00FE61EC"/>
    <w:rsid w:val="00FF650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DFC28"/>
  <w15:docId w15:val="{ED0B9A11-D7F2-46C5-A022-F0C47181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85C7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C1E13"/>
    <w:pPr>
      <w:widowControl w:val="0"/>
      <w:spacing w:before="240" w:after="60"/>
      <w:outlineLvl w:val="0"/>
    </w:pPr>
    <w:rPr>
      <w:rFonts w:cs="Arial"/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0C1E13"/>
    <w:pPr>
      <w:keepNext/>
      <w:spacing w:before="240" w:after="60"/>
      <w:outlineLvl w:val="1"/>
    </w:pPr>
    <w:rPr>
      <w:rFonts w:cs="Arial"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0C1E13"/>
    <w:pPr>
      <w:keepNext/>
      <w:spacing w:before="240" w:after="6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0C1E13"/>
    <w:pPr>
      <w:keepNext/>
      <w:spacing w:before="240" w:after="60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0C1E13"/>
    <w:pPr>
      <w:spacing w:before="240" w:after="60"/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0C1E13"/>
    <w:pPr>
      <w:spacing w:before="240" w:after="60"/>
      <w:outlineLvl w:val="5"/>
    </w:pPr>
    <w:rPr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0C1E1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qFormat/>
    <w:rsid w:val="000C1E13"/>
    <w:pPr>
      <w:spacing w:before="240" w:after="60"/>
      <w:outlineLvl w:val="7"/>
    </w:pPr>
    <w:rPr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0C1E1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716EE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716EE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716EE1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716EE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716EE1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716EE1"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716EE1"/>
    <w:rPr>
      <w:rFonts w:asciiTheme="minorHAnsi" w:eastAsiaTheme="minorEastAsia" w:hAnsiTheme="minorHAns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716EE1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716EE1"/>
    <w:rPr>
      <w:rFonts w:asciiTheme="majorHAnsi" w:eastAsiaTheme="majorEastAsia" w:hAnsiTheme="majorHAnsi" w:cs="Times New Roman"/>
      <w:sz w:val="22"/>
      <w:szCs w:val="22"/>
    </w:rPr>
  </w:style>
  <w:style w:type="paragraph" w:styleId="Zkladntext">
    <w:name w:val="Body Text"/>
    <w:basedOn w:val="Text"/>
    <w:link w:val="ZkladntextChar"/>
    <w:rsid w:val="000C1E13"/>
    <w:pPr>
      <w:spacing w:after="120"/>
    </w:pPr>
    <w:rPr>
      <w:bCs/>
      <w:lang w:eastAsia="en-US"/>
    </w:rPr>
  </w:style>
  <w:style w:type="character" w:customStyle="1" w:styleId="ZkladntextChar">
    <w:name w:val="Základní text Char"/>
    <w:basedOn w:val="Standardnpsmoodstavce"/>
    <w:link w:val="Zkladntext"/>
    <w:locked/>
    <w:rsid w:val="00716EE1"/>
    <w:rPr>
      <w:rFonts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716EE1"/>
    <w:pPr>
      <w:jc w:val="both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716EE1"/>
    <w:rPr>
      <w:rFonts w:cs="Times New Roman"/>
      <w:sz w:val="24"/>
      <w:szCs w:val="24"/>
    </w:rPr>
  </w:style>
  <w:style w:type="paragraph" w:customStyle="1" w:styleId="Text">
    <w:name w:val="Text"/>
    <w:rsid w:val="00C233AA"/>
    <w:pPr>
      <w:widowControl w:val="0"/>
      <w:jc w:val="both"/>
    </w:pPr>
    <w:rPr>
      <w:rFonts w:ascii="Arial" w:hAnsi="Arial"/>
      <w:sz w:val="22"/>
    </w:rPr>
  </w:style>
  <w:style w:type="paragraph" w:customStyle="1" w:styleId="Psmeno1odsazen1text">
    <w:name w:val="Písmeno1 odsazený1 text"/>
    <w:basedOn w:val="Text"/>
    <w:rsid w:val="000C1E13"/>
    <w:pPr>
      <w:numPr>
        <w:numId w:val="6"/>
      </w:numPr>
      <w:spacing w:after="120"/>
    </w:pPr>
  </w:style>
  <w:style w:type="paragraph" w:customStyle="1" w:styleId="Tabulkazkladntext">
    <w:name w:val="Tabulka základní text"/>
    <w:basedOn w:val="Text"/>
    <w:rsid w:val="000C1E13"/>
    <w:pPr>
      <w:spacing w:before="40" w:after="40"/>
    </w:pPr>
    <w:rPr>
      <w:rFonts w:cs="Arial"/>
    </w:rPr>
  </w:style>
  <w:style w:type="paragraph" w:customStyle="1" w:styleId="Zkladntextodsazendek">
    <w:name w:val="Základní text odsazený řádek"/>
    <w:basedOn w:val="Text"/>
    <w:rsid w:val="000C1E13"/>
    <w:pPr>
      <w:spacing w:after="120"/>
      <w:ind w:firstLine="567"/>
    </w:pPr>
  </w:style>
  <w:style w:type="paragraph" w:customStyle="1" w:styleId="Mstoadatumvlevo">
    <w:name w:val="Místo a datum vlevo"/>
    <w:basedOn w:val="Text"/>
    <w:rsid w:val="000C1E13"/>
    <w:pPr>
      <w:spacing w:before="600" w:after="600"/>
    </w:pPr>
  </w:style>
  <w:style w:type="paragraph" w:styleId="Podpis">
    <w:name w:val="Signature"/>
    <w:basedOn w:val="Text"/>
    <w:link w:val="PodpisChar"/>
    <w:uiPriority w:val="99"/>
    <w:rsid w:val="000C1E13"/>
    <w:pPr>
      <w:ind w:left="4253"/>
      <w:jc w:val="center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sid w:val="00716EE1"/>
    <w:rPr>
      <w:rFonts w:cs="Times New Roman"/>
      <w:sz w:val="24"/>
      <w:szCs w:val="24"/>
    </w:rPr>
  </w:style>
  <w:style w:type="paragraph" w:customStyle="1" w:styleId="Podpisy">
    <w:name w:val="Podpisy"/>
    <w:basedOn w:val="Text"/>
    <w:rsid w:val="000C1E13"/>
    <w:pPr>
      <w:tabs>
        <w:tab w:val="center" w:pos="1985"/>
        <w:tab w:val="center" w:pos="7655"/>
      </w:tabs>
    </w:pPr>
  </w:style>
  <w:style w:type="paragraph" w:customStyle="1" w:styleId="slo1text">
    <w:name w:val="Číslo1 text"/>
    <w:basedOn w:val="Text"/>
    <w:rsid w:val="000C1E13"/>
    <w:pPr>
      <w:numPr>
        <w:numId w:val="26"/>
      </w:numPr>
      <w:spacing w:after="120"/>
      <w:outlineLvl w:val="0"/>
    </w:pPr>
  </w:style>
  <w:style w:type="paragraph" w:customStyle="1" w:styleId="slo2text">
    <w:name w:val="Číslo2 text"/>
    <w:basedOn w:val="Text"/>
    <w:rsid w:val="000C1E13"/>
    <w:pPr>
      <w:numPr>
        <w:numId w:val="1"/>
      </w:numPr>
      <w:spacing w:after="120"/>
    </w:pPr>
  </w:style>
  <w:style w:type="paragraph" w:customStyle="1" w:styleId="slo11text">
    <w:name w:val="Číslo1.1 text"/>
    <w:basedOn w:val="Text"/>
    <w:rsid w:val="000C1E13"/>
    <w:pPr>
      <w:numPr>
        <w:ilvl w:val="1"/>
        <w:numId w:val="26"/>
      </w:numPr>
      <w:spacing w:after="120"/>
      <w:outlineLvl w:val="1"/>
    </w:pPr>
  </w:style>
  <w:style w:type="paragraph" w:customStyle="1" w:styleId="Psmeno1text">
    <w:name w:val="Písmeno1 text"/>
    <w:basedOn w:val="Text"/>
    <w:rsid w:val="000C1E13"/>
    <w:pPr>
      <w:numPr>
        <w:numId w:val="2"/>
      </w:numPr>
      <w:spacing w:after="120"/>
    </w:pPr>
  </w:style>
  <w:style w:type="paragraph" w:customStyle="1" w:styleId="Psmeno2text">
    <w:name w:val="Písmeno2 text"/>
    <w:basedOn w:val="Text"/>
    <w:rsid w:val="000C1E13"/>
    <w:pPr>
      <w:numPr>
        <w:numId w:val="3"/>
      </w:numPr>
      <w:spacing w:after="120"/>
    </w:pPr>
  </w:style>
  <w:style w:type="paragraph" w:customStyle="1" w:styleId="Znak1text">
    <w:name w:val="Znak1 text"/>
    <w:basedOn w:val="Text"/>
    <w:rsid w:val="000C1E13"/>
    <w:pPr>
      <w:numPr>
        <w:numId w:val="4"/>
      </w:numPr>
      <w:spacing w:after="120"/>
    </w:pPr>
  </w:style>
  <w:style w:type="paragraph" w:customStyle="1" w:styleId="Znak2text">
    <w:name w:val="Znak2 text"/>
    <w:basedOn w:val="Text"/>
    <w:rsid w:val="000C1E13"/>
    <w:pPr>
      <w:numPr>
        <w:numId w:val="5"/>
      </w:numPr>
      <w:spacing w:after="120"/>
    </w:pPr>
  </w:style>
  <w:style w:type="paragraph" w:customStyle="1" w:styleId="Odsazen1text">
    <w:name w:val="Odsazený1 text"/>
    <w:basedOn w:val="Text"/>
    <w:rsid w:val="000C1E13"/>
    <w:pPr>
      <w:spacing w:after="120"/>
      <w:ind w:left="567"/>
    </w:pPr>
  </w:style>
  <w:style w:type="paragraph" w:customStyle="1" w:styleId="Odsazen2text">
    <w:name w:val="Odsazený2 text"/>
    <w:basedOn w:val="Text"/>
    <w:rsid w:val="000C1E13"/>
    <w:pPr>
      <w:spacing w:after="120"/>
      <w:ind w:left="1134"/>
    </w:pPr>
  </w:style>
  <w:style w:type="paragraph" w:customStyle="1" w:styleId="Odsazen3text">
    <w:name w:val="Odsazený3 text"/>
    <w:basedOn w:val="Text"/>
    <w:rsid w:val="000C1E13"/>
    <w:pPr>
      <w:spacing w:after="120"/>
      <w:ind w:left="1701"/>
    </w:pPr>
  </w:style>
  <w:style w:type="paragraph" w:customStyle="1" w:styleId="Podtrentext">
    <w:name w:val="Podtržený text"/>
    <w:basedOn w:val="Text"/>
    <w:rsid w:val="000C1E13"/>
    <w:pPr>
      <w:spacing w:after="120"/>
    </w:pPr>
    <w:rPr>
      <w:u w:val="single"/>
    </w:rPr>
  </w:style>
  <w:style w:type="paragraph" w:customStyle="1" w:styleId="Znak1odsazen1text">
    <w:name w:val="Znak1 odsazený1 text"/>
    <w:basedOn w:val="Text"/>
    <w:rsid w:val="000C1E13"/>
    <w:pPr>
      <w:numPr>
        <w:numId w:val="7"/>
      </w:numPr>
      <w:spacing w:after="120"/>
    </w:pPr>
  </w:style>
  <w:style w:type="character" w:customStyle="1" w:styleId="Standardnpsmo">
    <w:name w:val="Standardní písmo"/>
    <w:rsid w:val="000C1E13"/>
    <w:rPr>
      <w:rFonts w:ascii="Times New Roman" w:hAnsi="Times New Roman"/>
      <w:color w:val="auto"/>
      <w:sz w:val="24"/>
      <w:u w:val="none"/>
      <w:vertAlign w:val="baseline"/>
    </w:rPr>
  </w:style>
  <w:style w:type="paragraph" w:customStyle="1" w:styleId="Tunproloentext">
    <w:name w:val="Tučný proložený text"/>
    <w:basedOn w:val="Text"/>
    <w:rsid w:val="000C1E13"/>
    <w:pPr>
      <w:spacing w:after="120"/>
    </w:pPr>
    <w:rPr>
      <w:b/>
      <w:spacing w:val="60"/>
    </w:rPr>
  </w:style>
  <w:style w:type="character" w:customStyle="1" w:styleId="Tunproloenznak">
    <w:name w:val="Tučný proložený znak"/>
    <w:rsid w:val="000C1E13"/>
    <w:rPr>
      <w:rFonts w:ascii="Times New Roman" w:hAnsi="Times New Roman"/>
      <w:b/>
      <w:color w:val="auto"/>
      <w:spacing w:val="70"/>
      <w:sz w:val="24"/>
      <w:u w:val="none"/>
      <w:vertAlign w:val="baseline"/>
    </w:rPr>
  </w:style>
  <w:style w:type="character" w:customStyle="1" w:styleId="Podtrenznak">
    <w:name w:val="Podtržený znak"/>
    <w:rsid w:val="000C1E13"/>
    <w:rPr>
      <w:rFonts w:ascii="Times New Roman" w:hAnsi="Times New Roman"/>
      <w:color w:val="auto"/>
      <w:sz w:val="24"/>
      <w:u w:val="single"/>
      <w:vertAlign w:val="baseline"/>
    </w:rPr>
  </w:style>
  <w:style w:type="paragraph" w:customStyle="1" w:styleId="Znak2odsazen1text">
    <w:name w:val="Znak2 odsazený1 text"/>
    <w:basedOn w:val="Text"/>
    <w:rsid w:val="000C1E13"/>
    <w:pPr>
      <w:numPr>
        <w:numId w:val="8"/>
      </w:numPr>
      <w:spacing w:after="120"/>
    </w:pPr>
  </w:style>
  <w:style w:type="paragraph" w:customStyle="1" w:styleId="Znak1odsazen2text">
    <w:name w:val="Znak1 odsazený2 text"/>
    <w:basedOn w:val="Text"/>
    <w:rsid w:val="000C1E13"/>
    <w:pPr>
      <w:numPr>
        <w:numId w:val="9"/>
      </w:numPr>
      <w:spacing w:after="120"/>
    </w:pPr>
  </w:style>
  <w:style w:type="paragraph" w:customStyle="1" w:styleId="Psmeno1odsazen2text">
    <w:name w:val="Písmeno1 odsazený2 text"/>
    <w:basedOn w:val="Text"/>
    <w:rsid w:val="000C1E13"/>
    <w:pPr>
      <w:numPr>
        <w:numId w:val="10"/>
      </w:numPr>
      <w:spacing w:after="120"/>
    </w:pPr>
  </w:style>
  <w:style w:type="paragraph" w:customStyle="1" w:styleId="Psmeno2odsazen1text">
    <w:name w:val="Písmeno2 odsazený1 text"/>
    <w:basedOn w:val="Text"/>
    <w:rsid w:val="000C1E13"/>
    <w:pPr>
      <w:numPr>
        <w:numId w:val="11"/>
      </w:numPr>
      <w:spacing w:after="120"/>
    </w:pPr>
  </w:style>
  <w:style w:type="character" w:customStyle="1" w:styleId="Tunznak">
    <w:name w:val="Tučný znak"/>
    <w:rsid w:val="000C1E13"/>
    <w:rPr>
      <w:rFonts w:ascii="Times New Roman" w:hAnsi="Times New Roman"/>
      <w:b/>
      <w:color w:val="auto"/>
      <w:sz w:val="24"/>
      <w:u w:val="none"/>
      <w:vertAlign w:val="baseline"/>
    </w:rPr>
  </w:style>
  <w:style w:type="paragraph" w:customStyle="1" w:styleId="Pedsazen1text">
    <w:name w:val="Předsazený1 text"/>
    <w:basedOn w:val="Text"/>
    <w:rsid w:val="000C1E13"/>
    <w:pPr>
      <w:spacing w:after="120"/>
      <w:ind w:left="567" w:hanging="567"/>
    </w:pPr>
  </w:style>
  <w:style w:type="paragraph" w:customStyle="1" w:styleId="Pedsazen2text">
    <w:name w:val="Předsazený2 text"/>
    <w:basedOn w:val="Text"/>
    <w:rsid w:val="000C1E13"/>
    <w:pPr>
      <w:spacing w:after="120"/>
      <w:ind w:left="1134" w:hanging="1134"/>
    </w:pPr>
  </w:style>
  <w:style w:type="paragraph" w:customStyle="1" w:styleId="Pedsazen3text">
    <w:name w:val="Předsazený3 text"/>
    <w:basedOn w:val="Text"/>
    <w:rsid w:val="000C1E13"/>
    <w:pPr>
      <w:spacing w:after="120"/>
      <w:ind w:left="1701" w:hanging="1701"/>
    </w:pPr>
  </w:style>
  <w:style w:type="paragraph" w:customStyle="1" w:styleId="slo111text">
    <w:name w:val="Číslo1.1.1 text"/>
    <w:basedOn w:val="Text"/>
    <w:rsid w:val="000C1E13"/>
    <w:pPr>
      <w:numPr>
        <w:ilvl w:val="2"/>
        <w:numId w:val="26"/>
      </w:numPr>
      <w:spacing w:after="120"/>
      <w:outlineLvl w:val="2"/>
    </w:pPr>
  </w:style>
  <w:style w:type="paragraph" w:customStyle="1" w:styleId="Odsazen1tuntext">
    <w:name w:val="Odsazený1 tučný text"/>
    <w:basedOn w:val="Text"/>
    <w:rsid w:val="000C1E13"/>
    <w:pPr>
      <w:spacing w:after="120"/>
      <w:ind w:left="567"/>
    </w:pPr>
    <w:rPr>
      <w:b/>
    </w:rPr>
  </w:style>
  <w:style w:type="paragraph" w:customStyle="1" w:styleId="Odsazen1kurzvatext">
    <w:name w:val="Odsazený1 kurzíva text"/>
    <w:basedOn w:val="Text"/>
    <w:rsid w:val="000C1E13"/>
    <w:pPr>
      <w:spacing w:after="120"/>
      <w:ind w:left="567"/>
    </w:pPr>
    <w:rPr>
      <w:i/>
    </w:rPr>
  </w:style>
  <w:style w:type="paragraph" w:customStyle="1" w:styleId="Odsazen1podtrentext">
    <w:name w:val="Odsazený1 podtržený text"/>
    <w:basedOn w:val="Text"/>
    <w:rsid w:val="000C1E13"/>
    <w:pPr>
      <w:spacing w:after="120"/>
      <w:ind w:left="567"/>
    </w:pPr>
    <w:rPr>
      <w:u w:val="single"/>
    </w:rPr>
  </w:style>
  <w:style w:type="paragraph" w:customStyle="1" w:styleId="Odsazen1tunproloentext">
    <w:name w:val="Odsazený1 tučný proložený text"/>
    <w:basedOn w:val="Text"/>
    <w:rsid w:val="000C1E13"/>
    <w:pPr>
      <w:spacing w:after="120"/>
      <w:ind w:left="567"/>
    </w:pPr>
    <w:rPr>
      <w:b/>
      <w:spacing w:val="60"/>
    </w:rPr>
  </w:style>
  <w:style w:type="paragraph" w:customStyle="1" w:styleId="Psmeno2odsazen2text">
    <w:name w:val="Písmeno2 odsazený2 text"/>
    <w:basedOn w:val="Text"/>
    <w:rsid w:val="000C1E13"/>
    <w:pPr>
      <w:numPr>
        <w:numId w:val="12"/>
      </w:numPr>
      <w:spacing w:after="120"/>
    </w:pPr>
  </w:style>
  <w:style w:type="paragraph" w:customStyle="1" w:styleId="Znak2odsazen2text">
    <w:name w:val="Znak2 odsazený2 text"/>
    <w:basedOn w:val="Text"/>
    <w:rsid w:val="000C1E13"/>
    <w:pPr>
      <w:numPr>
        <w:numId w:val="13"/>
      </w:numPr>
      <w:spacing w:after="120"/>
    </w:pPr>
  </w:style>
  <w:style w:type="paragraph" w:customStyle="1" w:styleId="slo1odsazen1text">
    <w:name w:val="Číslo1 odsazený1 text"/>
    <w:basedOn w:val="Text"/>
    <w:rsid w:val="000C1E13"/>
    <w:pPr>
      <w:numPr>
        <w:numId w:val="14"/>
      </w:numPr>
      <w:spacing w:after="120"/>
    </w:pPr>
  </w:style>
  <w:style w:type="paragraph" w:customStyle="1" w:styleId="slo1odsazen2text">
    <w:name w:val="Číslo1 odsazený2 text"/>
    <w:basedOn w:val="Text"/>
    <w:rsid w:val="000C1E13"/>
    <w:pPr>
      <w:numPr>
        <w:numId w:val="15"/>
      </w:numPr>
      <w:spacing w:after="120"/>
    </w:pPr>
  </w:style>
  <w:style w:type="paragraph" w:customStyle="1" w:styleId="slo2odsazen1text">
    <w:name w:val="Číslo2 odsazený1 text"/>
    <w:basedOn w:val="Text"/>
    <w:rsid w:val="000C1E13"/>
    <w:pPr>
      <w:numPr>
        <w:numId w:val="16"/>
      </w:numPr>
      <w:spacing w:after="120"/>
    </w:pPr>
  </w:style>
  <w:style w:type="paragraph" w:customStyle="1" w:styleId="slo2odsazen2text">
    <w:name w:val="Číslo2 odsazený2 text"/>
    <w:basedOn w:val="Text"/>
    <w:rsid w:val="000C1E13"/>
    <w:pPr>
      <w:numPr>
        <w:numId w:val="17"/>
      </w:numPr>
      <w:spacing w:after="120"/>
    </w:pPr>
  </w:style>
  <w:style w:type="paragraph" w:customStyle="1" w:styleId="Kurzvatextnasted">
    <w:name w:val="Kurzíva text na střed"/>
    <w:basedOn w:val="Text"/>
    <w:rsid w:val="000C1E13"/>
    <w:pPr>
      <w:spacing w:after="120"/>
      <w:jc w:val="center"/>
    </w:pPr>
    <w:rPr>
      <w:i/>
    </w:rPr>
  </w:style>
  <w:style w:type="paragraph" w:customStyle="1" w:styleId="Tabulkazkladntextnasted">
    <w:name w:val="Tabulka základní text na střed"/>
    <w:basedOn w:val="Text"/>
    <w:rsid w:val="000C1E13"/>
    <w:pPr>
      <w:spacing w:before="40" w:after="40"/>
      <w:jc w:val="center"/>
    </w:pPr>
  </w:style>
  <w:style w:type="paragraph" w:customStyle="1" w:styleId="Podtren">
    <w:name w:val="Podtržení"/>
    <w:basedOn w:val="Text"/>
    <w:rsid w:val="000C1E13"/>
    <w:pPr>
      <w:pBdr>
        <w:bottom w:val="single" w:sz="4" w:space="1" w:color="auto"/>
      </w:pBdr>
    </w:pPr>
    <w:rPr>
      <w:sz w:val="18"/>
    </w:rPr>
  </w:style>
  <w:style w:type="paragraph" w:customStyle="1" w:styleId="Tabulkazkladntextvpravo">
    <w:name w:val="Tabulka základní text vpravo"/>
    <w:basedOn w:val="Text"/>
    <w:rsid w:val="000C1E13"/>
    <w:pPr>
      <w:spacing w:before="40" w:after="40"/>
      <w:jc w:val="right"/>
    </w:pPr>
  </w:style>
  <w:style w:type="paragraph" w:customStyle="1" w:styleId="Mstoadatumvpravo">
    <w:name w:val="Místo a datum vpravo"/>
    <w:basedOn w:val="Text"/>
    <w:rsid w:val="000C1E13"/>
    <w:pPr>
      <w:spacing w:before="120" w:after="120"/>
      <w:jc w:val="right"/>
    </w:pPr>
  </w:style>
  <w:style w:type="paragraph" w:customStyle="1" w:styleId="Tuntextnasted">
    <w:name w:val="Tučný text na střed"/>
    <w:basedOn w:val="Text"/>
    <w:rsid w:val="000C1E13"/>
    <w:pPr>
      <w:spacing w:before="120" w:after="120"/>
      <w:jc w:val="center"/>
    </w:pPr>
    <w:rPr>
      <w:b/>
    </w:rPr>
  </w:style>
  <w:style w:type="paragraph" w:customStyle="1" w:styleId="Tabulkatuntextnasted">
    <w:name w:val="Tabulka tučný text na střed"/>
    <w:basedOn w:val="Text"/>
    <w:rsid w:val="000C1E13"/>
    <w:pPr>
      <w:spacing w:before="40" w:after="40"/>
      <w:jc w:val="center"/>
    </w:pPr>
    <w:rPr>
      <w:b/>
    </w:rPr>
  </w:style>
  <w:style w:type="paragraph" w:customStyle="1" w:styleId="Tabulkatuntext">
    <w:name w:val="Tabulka tučný text"/>
    <w:basedOn w:val="Text"/>
    <w:link w:val="TabulkatuntextChar"/>
    <w:rsid w:val="000C1E13"/>
    <w:pPr>
      <w:spacing w:before="40" w:after="40"/>
    </w:pPr>
    <w:rPr>
      <w:b/>
    </w:rPr>
  </w:style>
  <w:style w:type="paragraph" w:customStyle="1" w:styleId="Tunproloentextnasted">
    <w:name w:val="Tučný proložený text na střed"/>
    <w:basedOn w:val="Text"/>
    <w:rsid w:val="000C1E13"/>
    <w:pPr>
      <w:spacing w:before="120" w:after="120"/>
      <w:jc w:val="center"/>
    </w:pPr>
    <w:rPr>
      <w:b/>
      <w:spacing w:val="60"/>
    </w:rPr>
  </w:style>
  <w:style w:type="paragraph" w:customStyle="1" w:styleId="Tabulkapsmeno1text">
    <w:name w:val="Tabulka písmeno1 text"/>
    <w:basedOn w:val="Text"/>
    <w:rsid w:val="000C1E13"/>
    <w:pPr>
      <w:numPr>
        <w:numId w:val="19"/>
      </w:numPr>
      <w:spacing w:before="40" w:after="40"/>
    </w:pPr>
  </w:style>
  <w:style w:type="paragraph" w:customStyle="1" w:styleId="Tuntext">
    <w:name w:val="Tučný text"/>
    <w:basedOn w:val="Text"/>
    <w:rsid w:val="000C1E13"/>
    <w:pPr>
      <w:spacing w:after="120"/>
    </w:pPr>
    <w:rPr>
      <w:b/>
    </w:rPr>
  </w:style>
  <w:style w:type="paragraph" w:customStyle="1" w:styleId="Tabulkatuntextvpravo">
    <w:name w:val="Tabulka tučný text vpravo"/>
    <w:basedOn w:val="Text"/>
    <w:rsid w:val="000C1E13"/>
    <w:pPr>
      <w:spacing w:before="40" w:after="40"/>
      <w:jc w:val="right"/>
    </w:pPr>
    <w:rPr>
      <w:b/>
    </w:rPr>
  </w:style>
  <w:style w:type="paragraph" w:customStyle="1" w:styleId="Zkladntextnasted">
    <w:name w:val="Základní text na střed"/>
    <w:basedOn w:val="Text"/>
    <w:rsid w:val="000C1E13"/>
    <w:pPr>
      <w:spacing w:before="120" w:after="120"/>
      <w:jc w:val="center"/>
    </w:pPr>
  </w:style>
  <w:style w:type="paragraph" w:customStyle="1" w:styleId="Tunkurzvatextnasted">
    <w:name w:val="Tučný kurzíva text na střed"/>
    <w:basedOn w:val="Text"/>
    <w:rsid w:val="000C1E13"/>
    <w:pPr>
      <w:spacing w:after="120"/>
      <w:jc w:val="center"/>
    </w:pPr>
    <w:rPr>
      <w:rFonts w:cs="Arial"/>
      <w:b/>
      <w:i/>
    </w:rPr>
  </w:style>
  <w:style w:type="paragraph" w:customStyle="1" w:styleId="Tabulkapsmeno2text">
    <w:name w:val="Tabulka písmeno2 text"/>
    <w:basedOn w:val="Text"/>
    <w:rsid w:val="000C1E13"/>
    <w:pPr>
      <w:numPr>
        <w:numId w:val="20"/>
      </w:numPr>
      <w:spacing w:before="40" w:after="40"/>
    </w:pPr>
  </w:style>
  <w:style w:type="paragraph" w:customStyle="1" w:styleId="Kurzvatext">
    <w:name w:val="Kurzíva text"/>
    <w:basedOn w:val="Text"/>
    <w:rsid w:val="000C1E13"/>
    <w:pPr>
      <w:spacing w:after="120"/>
    </w:pPr>
    <w:rPr>
      <w:i/>
    </w:rPr>
  </w:style>
  <w:style w:type="paragraph" w:customStyle="1" w:styleId="Tunpodtrentext">
    <w:name w:val="Tučný podtržený text"/>
    <w:basedOn w:val="Text"/>
    <w:rsid w:val="000C1E13"/>
    <w:pPr>
      <w:spacing w:after="120"/>
    </w:pPr>
    <w:rPr>
      <w:b/>
      <w:u w:val="single"/>
    </w:rPr>
  </w:style>
  <w:style w:type="paragraph" w:customStyle="1" w:styleId="slo1tuntext">
    <w:name w:val="Číslo1 tučný text"/>
    <w:basedOn w:val="Text"/>
    <w:rsid w:val="000C1E13"/>
    <w:pPr>
      <w:numPr>
        <w:numId w:val="18"/>
      </w:numPr>
      <w:spacing w:after="120"/>
    </w:pPr>
    <w:rPr>
      <w:b/>
    </w:rPr>
  </w:style>
  <w:style w:type="character" w:customStyle="1" w:styleId="Kurzvaznak">
    <w:name w:val="Kurzíva znak"/>
    <w:rsid w:val="000C1E13"/>
    <w:rPr>
      <w:rFonts w:ascii="Times New Roman" w:hAnsi="Times New Roman"/>
      <w:i/>
      <w:color w:val="auto"/>
      <w:spacing w:val="0"/>
      <w:w w:val="100"/>
      <w:position w:val="0"/>
      <w:sz w:val="24"/>
      <w:u w:val="none"/>
      <w:vertAlign w:val="baseline"/>
    </w:rPr>
  </w:style>
  <w:style w:type="paragraph" w:customStyle="1" w:styleId="Podtrentextnasted">
    <w:name w:val="Podtržený text na střed"/>
    <w:basedOn w:val="Text"/>
    <w:rsid w:val="000C1E13"/>
    <w:pPr>
      <w:spacing w:after="120"/>
      <w:jc w:val="center"/>
    </w:pPr>
    <w:rPr>
      <w:u w:val="single"/>
    </w:rPr>
  </w:style>
  <w:style w:type="paragraph" w:customStyle="1" w:styleId="Proloentext">
    <w:name w:val="Proložený text"/>
    <w:basedOn w:val="Text"/>
    <w:rsid w:val="000C1E13"/>
    <w:pPr>
      <w:spacing w:after="120"/>
    </w:pPr>
    <w:rPr>
      <w:spacing w:val="60"/>
    </w:rPr>
  </w:style>
  <w:style w:type="paragraph" w:customStyle="1" w:styleId="Proloentextnasted">
    <w:name w:val="Proložený text na střed"/>
    <w:basedOn w:val="Text"/>
    <w:rsid w:val="000C1E13"/>
    <w:pPr>
      <w:spacing w:after="120"/>
      <w:jc w:val="center"/>
    </w:pPr>
    <w:rPr>
      <w:spacing w:val="60"/>
    </w:rPr>
  </w:style>
  <w:style w:type="character" w:customStyle="1" w:styleId="Proloenznak">
    <w:name w:val="Proložený znak"/>
    <w:rsid w:val="000C1E13"/>
    <w:rPr>
      <w:rFonts w:ascii="Times New Roman" w:hAnsi="Times New Roman"/>
      <w:color w:val="auto"/>
      <w:spacing w:val="70"/>
      <w:w w:val="100"/>
      <w:kern w:val="0"/>
      <w:position w:val="0"/>
      <w:sz w:val="24"/>
      <w:u w:val="none"/>
      <w:vertAlign w:val="baseline"/>
    </w:rPr>
  </w:style>
  <w:style w:type="paragraph" w:customStyle="1" w:styleId="Tabulkaslo1text">
    <w:name w:val="Tabulka číslo1 text"/>
    <w:basedOn w:val="Text"/>
    <w:rsid w:val="000C1E13"/>
    <w:pPr>
      <w:numPr>
        <w:numId w:val="21"/>
      </w:numPr>
      <w:spacing w:before="40" w:after="40"/>
      <w:outlineLvl w:val="0"/>
    </w:pPr>
  </w:style>
  <w:style w:type="paragraph" w:customStyle="1" w:styleId="Tabulkaslo1tuntext">
    <w:name w:val="Tabulka číslo1 tučný text"/>
    <w:basedOn w:val="Text"/>
    <w:rsid w:val="000C1E13"/>
    <w:pPr>
      <w:numPr>
        <w:numId w:val="22"/>
      </w:numPr>
      <w:spacing w:before="40" w:after="40"/>
    </w:pPr>
    <w:rPr>
      <w:b/>
    </w:rPr>
  </w:style>
  <w:style w:type="paragraph" w:customStyle="1" w:styleId="Tabulkaslo2text">
    <w:name w:val="Tabulka číslo2 text"/>
    <w:basedOn w:val="Text"/>
    <w:rsid w:val="000C1E13"/>
    <w:pPr>
      <w:numPr>
        <w:numId w:val="23"/>
      </w:numPr>
      <w:spacing w:before="40" w:after="40"/>
    </w:pPr>
  </w:style>
  <w:style w:type="paragraph" w:customStyle="1" w:styleId="Tabulkaodsazen1text">
    <w:name w:val="Tabulka odsazený1 text"/>
    <w:basedOn w:val="Text"/>
    <w:rsid w:val="000C1E13"/>
    <w:pPr>
      <w:spacing w:before="40" w:after="40"/>
      <w:ind w:left="567"/>
    </w:pPr>
  </w:style>
  <w:style w:type="paragraph" w:customStyle="1" w:styleId="Tabulkaznak1text">
    <w:name w:val="Tabulka znak1 text"/>
    <w:basedOn w:val="Text"/>
    <w:rsid w:val="000C1E13"/>
    <w:pPr>
      <w:numPr>
        <w:numId w:val="24"/>
      </w:numPr>
      <w:spacing w:before="40" w:after="40"/>
    </w:pPr>
  </w:style>
  <w:style w:type="paragraph" w:customStyle="1" w:styleId="Tabulkaznak2text">
    <w:name w:val="Tabulka znak2 text"/>
    <w:basedOn w:val="Text"/>
    <w:rsid w:val="000C1E13"/>
    <w:pPr>
      <w:numPr>
        <w:numId w:val="25"/>
      </w:numPr>
      <w:spacing w:before="40" w:after="40"/>
    </w:pPr>
  </w:style>
  <w:style w:type="paragraph" w:customStyle="1" w:styleId="Tunkurzvatext">
    <w:name w:val="Tučný kurzíva text"/>
    <w:basedOn w:val="Text"/>
    <w:rsid w:val="000C1E13"/>
    <w:pPr>
      <w:spacing w:after="120"/>
    </w:pPr>
    <w:rPr>
      <w:b/>
      <w:i/>
    </w:rPr>
  </w:style>
  <w:style w:type="paragraph" w:customStyle="1" w:styleId="Tunpodtrentextnasted">
    <w:name w:val="Tučný podtržený text na střed"/>
    <w:basedOn w:val="Text"/>
    <w:rsid w:val="000C1E13"/>
    <w:pPr>
      <w:spacing w:after="120"/>
      <w:jc w:val="center"/>
    </w:pPr>
    <w:rPr>
      <w:b/>
      <w:u w:val="single"/>
    </w:rPr>
  </w:style>
  <w:style w:type="character" w:customStyle="1" w:styleId="Tunpodtrenznak">
    <w:name w:val="Tučný podtržený znak"/>
    <w:rsid w:val="000C1E13"/>
    <w:rPr>
      <w:rFonts w:ascii="Times New Roman" w:hAnsi="Times New Roman"/>
      <w:b/>
      <w:color w:val="auto"/>
      <w:sz w:val="24"/>
      <w:u w:val="single"/>
      <w:vertAlign w:val="baseline"/>
    </w:rPr>
  </w:style>
  <w:style w:type="character" w:customStyle="1" w:styleId="Zkladnznak">
    <w:name w:val="Základní znak"/>
    <w:basedOn w:val="Standardnpsmo"/>
    <w:rsid w:val="000C1E13"/>
    <w:rPr>
      <w:rFonts w:ascii="Times New Roman" w:hAnsi="Times New Roman" w:cs="Times New Roman"/>
      <w:color w:val="auto"/>
      <w:sz w:val="24"/>
      <w:u w:val="none"/>
      <w:vertAlign w:val="baseline"/>
    </w:rPr>
  </w:style>
  <w:style w:type="paragraph" w:customStyle="1" w:styleId="Odsazen4text">
    <w:name w:val="Odsazený4 text"/>
    <w:basedOn w:val="Text"/>
    <w:rsid w:val="000C1E13"/>
    <w:pPr>
      <w:spacing w:after="120"/>
      <w:ind w:left="2268"/>
      <w:jc w:val="left"/>
    </w:pPr>
  </w:style>
  <w:style w:type="paragraph" w:customStyle="1" w:styleId="Odsazen35text">
    <w:name w:val="Odsazený3.5 text"/>
    <w:basedOn w:val="Text"/>
    <w:rsid w:val="000C1E13"/>
    <w:pPr>
      <w:spacing w:after="120"/>
      <w:ind w:left="1985"/>
    </w:pPr>
  </w:style>
  <w:style w:type="paragraph" w:customStyle="1" w:styleId="Smlouvanadpis1">
    <w:name w:val="Smlouva nadpis1"/>
    <w:basedOn w:val="Text"/>
    <w:rsid w:val="000C1E13"/>
    <w:pPr>
      <w:jc w:val="center"/>
    </w:pPr>
    <w:rPr>
      <w:b/>
      <w:sz w:val="28"/>
      <w:szCs w:val="28"/>
    </w:rPr>
  </w:style>
  <w:style w:type="paragraph" w:customStyle="1" w:styleId="Smlouvanadpis2">
    <w:name w:val="Smlouva nadpis2"/>
    <w:basedOn w:val="Text"/>
    <w:rsid w:val="000C1E13"/>
    <w:pPr>
      <w:keepNext/>
      <w:keepLines/>
      <w:widowControl/>
      <w:jc w:val="center"/>
    </w:pPr>
    <w:rPr>
      <w:szCs w:val="24"/>
    </w:rPr>
  </w:style>
  <w:style w:type="paragraph" w:customStyle="1" w:styleId="Smlouvaposkytovatel">
    <w:name w:val="Smlouva poskytovatel"/>
    <w:basedOn w:val="Text"/>
    <w:rsid w:val="00B9705F"/>
    <w:pPr>
      <w:spacing w:after="60"/>
    </w:pPr>
  </w:style>
  <w:style w:type="character" w:styleId="slostrnky">
    <w:name w:val="page number"/>
    <w:basedOn w:val="Standardnpsmoodstavce"/>
    <w:uiPriority w:val="99"/>
    <w:rsid w:val="000C1E13"/>
    <w:rPr>
      <w:rFonts w:ascii="Times New Roman" w:hAnsi="Times New Roman" w:cs="Times New Roman"/>
      <w:color w:val="auto"/>
      <w:sz w:val="22"/>
      <w:u w:val="none"/>
      <w:vertAlign w:val="baseline"/>
    </w:rPr>
  </w:style>
  <w:style w:type="paragraph" w:styleId="Zhlav">
    <w:name w:val="header"/>
    <w:basedOn w:val="Text"/>
    <w:link w:val="ZhlavChar"/>
    <w:uiPriority w:val="99"/>
    <w:rsid w:val="000C1E13"/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4356EC"/>
    <w:rPr>
      <w:rFonts w:cs="Times New Roman"/>
      <w:sz w:val="24"/>
      <w:lang w:val="cs-CZ" w:eastAsia="cs-CZ"/>
    </w:rPr>
  </w:style>
  <w:style w:type="character" w:customStyle="1" w:styleId="Standardntunpsmo">
    <w:name w:val="Standardní tučné písmo"/>
    <w:rsid w:val="000C1E13"/>
    <w:rPr>
      <w:rFonts w:ascii="Times New Roman" w:hAnsi="Times New Roman"/>
      <w:b/>
      <w:color w:val="auto"/>
      <w:sz w:val="24"/>
      <w:u w:val="none"/>
      <w:vertAlign w:val="baseline"/>
    </w:rPr>
  </w:style>
  <w:style w:type="paragraph" w:customStyle="1" w:styleId="Obdr">
    <w:name w:val="Obdrží"/>
    <w:basedOn w:val="Text"/>
    <w:rsid w:val="00B9705F"/>
    <w:pPr>
      <w:spacing w:after="120"/>
    </w:pPr>
  </w:style>
  <w:style w:type="paragraph" w:customStyle="1" w:styleId="Smlouvanadpis4">
    <w:name w:val="Smlouva nadpis4"/>
    <w:basedOn w:val="Text"/>
    <w:rsid w:val="000C1E13"/>
    <w:pPr>
      <w:keepNext/>
      <w:spacing w:after="240"/>
      <w:jc w:val="center"/>
    </w:pPr>
    <w:rPr>
      <w:b/>
      <w:szCs w:val="22"/>
    </w:rPr>
  </w:style>
  <w:style w:type="paragraph" w:customStyle="1" w:styleId="Smlouvapodpisy">
    <w:name w:val="Smlouva podpisy"/>
    <w:basedOn w:val="Text"/>
    <w:rsid w:val="000C1E13"/>
    <w:pPr>
      <w:jc w:val="center"/>
    </w:pPr>
  </w:style>
  <w:style w:type="paragraph" w:customStyle="1" w:styleId="Smlouvanadpis3">
    <w:name w:val="Smlouva nadpis3"/>
    <w:basedOn w:val="Text"/>
    <w:rsid w:val="00DD6B65"/>
    <w:pPr>
      <w:keepNext/>
      <w:tabs>
        <w:tab w:val="left" w:pos="284"/>
      </w:tabs>
      <w:spacing w:before="480" w:after="240"/>
      <w:jc w:val="center"/>
    </w:pPr>
    <w:rPr>
      <w:b/>
    </w:rPr>
  </w:style>
  <w:style w:type="paragraph" w:customStyle="1" w:styleId="Obdrslo1text">
    <w:name w:val="Obdrží číslo1 text"/>
    <w:basedOn w:val="Text"/>
    <w:rsid w:val="00B9705F"/>
    <w:pPr>
      <w:numPr>
        <w:numId w:val="28"/>
      </w:numPr>
      <w:spacing w:after="40"/>
    </w:pPr>
  </w:style>
  <w:style w:type="paragraph" w:customStyle="1" w:styleId="Obdrslo2text">
    <w:name w:val="Obdrží číslo2 text"/>
    <w:basedOn w:val="Text"/>
    <w:rsid w:val="00B9705F"/>
    <w:pPr>
      <w:numPr>
        <w:numId w:val="29"/>
      </w:numPr>
      <w:spacing w:after="40"/>
    </w:pPr>
  </w:style>
  <w:style w:type="paragraph" w:customStyle="1" w:styleId="Obdrpsmeno1text">
    <w:name w:val="Obdrží písmeno1 text"/>
    <w:basedOn w:val="Text"/>
    <w:rsid w:val="00B9705F"/>
    <w:pPr>
      <w:numPr>
        <w:numId w:val="30"/>
      </w:numPr>
      <w:spacing w:after="40"/>
    </w:pPr>
  </w:style>
  <w:style w:type="paragraph" w:customStyle="1" w:styleId="Obdrpsmeno2text">
    <w:name w:val="Obdrží písmeno2 text"/>
    <w:basedOn w:val="Text"/>
    <w:rsid w:val="00B9705F"/>
    <w:pPr>
      <w:numPr>
        <w:numId w:val="31"/>
      </w:numPr>
      <w:spacing w:after="40"/>
    </w:pPr>
  </w:style>
  <w:style w:type="paragraph" w:customStyle="1" w:styleId="Obdrzkladntext">
    <w:name w:val="Obdrží základní text"/>
    <w:basedOn w:val="Text"/>
    <w:rsid w:val="00B9705F"/>
    <w:pPr>
      <w:spacing w:after="40"/>
    </w:pPr>
  </w:style>
  <w:style w:type="paragraph" w:customStyle="1" w:styleId="Obdrznak1text">
    <w:name w:val="Obdrží znak1 text"/>
    <w:basedOn w:val="Text"/>
    <w:rsid w:val="00B9705F"/>
    <w:pPr>
      <w:numPr>
        <w:numId w:val="32"/>
      </w:numPr>
      <w:spacing w:after="40"/>
    </w:pPr>
  </w:style>
  <w:style w:type="paragraph" w:customStyle="1" w:styleId="Plohy">
    <w:name w:val="Přílohy"/>
    <w:basedOn w:val="Text"/>
    <w:rsid w:val="000C1E13"/>
    <w:pPr>
      <w:widowControl/>
      <w:spacing w:after="120"/>
      <w:ind w:left="1134" w:hanging="1134"/>
      <w:jc w:val="left"/>
    </w:pPr>
    <w:rPr>
      <w:rFonts w:cs="Arial"/>
    </w:rPr>
  </w:style>
  <w:style w:type="paragraph" w:customStyle="1" w:styleId="Tabulkatextvpravo">
    <w:name w:val="Tabulka text vpravo"/>
    <w:basedOn w:val="Text"/>
    <w:rsid w:val="000C1E13"/>
    <w:pPr>
      <w:numPr>
        <w:numId w:val="27"/>
      </w:numPr>
      <w:spacing w:before="40" w:after="40"/>
      <w:jc w:val="right"/>
    </w:pPr>
  </w:style>
  <w:style w:type="paragraph" w:customStyle="1" w:styleId="slo2tuntext">
    <w:name w:val="Číslo2 tučný text"/>
    <w:basedOn w:val="Text"/>
    <w:rsid w:val="000C1E13"/>
    <w:pPr>
      <w:numPr>
        <w:numId w:val="40"/>
      </w:numPr>
      <w:spacing w:after="120"/>
    </w:pPr>
    <w:rPr>
      <w:b/>
    </w:rPr>
  </w:style>
  <w:style w:type="paragraph" w:customStyle="1" w:styleId="Obdrznak2text">
    <w:name w:val="Obdrží znak2 text"/>
    <w:basedOn w:val="Text"/>
    <w:rsid w:val="00B9705F"/>
    <w:pPr>
      <w:numPr>
        <w:numId w:val="34"/>
      </w:numPr>
      <w:spacing w:after="40"/>
    </w:pPr>
  </w:style>
  <w:style w:type="paragraph" w:customStyle="1" w:styleId="Psmeno1tuntext">
    <w:name w:val="Písmeno1 tučný text"/>
    <w:basedOn w:val="Text"/>
    <w:rsid w:val="000C1E13"/>
    <w:pPr>
      <w:tabs>
        <w:tab w:val="num" w:pos="720"/>
      </w:tabs>
      <w:spacing w:after="120"/>
      <w:ind w:left="720" w:hanging="720"/>
    </w:pPr>
    <w:rPr>
      <w:b/>
    </w:rPr>
  </w:style>
  <w:style w:type="paragraph" w:customStyle="1" w:styleId="Psmeno2tuntext">
    <w:name w:val="Písmeno2 tučný text"/>
    <w:basedOn w:val="Text"/>
    <w:rsid w:val="000C1E13"/>
    <w:pPr>
      <w:tabs>
        <w:tab w:val="num" w:pos="720"/>
      </w:tabs>
      <w:spacing w:after="120"/>
      <w:ind w:left="720" w:hanging="720"/>
    </w:pPr>
    <w:rPr>
      <w:b/>
    </w:rPr>
  </w:style>
  <w:style w:type="paragraph" w:customStyle="1" w:styleId="Tabulkaodsazen1tuntext">
    <w:name w:val="Tabulka odsazený1 tučný text"/>
    <w:basedOn w:val="Text"/>
    <w:rsid w:val="000C1E13"/>
    <w:pPr>
      <w:spacing w:before="40" w:after="40"/>
      <w:ind w:left="567"/>
    </w:pPr>
    <w:rPr>
      <w:b/>
    </w:rPr>
  </w:style>
  <w:style w:type="paragraph" w:customStyle="1" w:styleId="Tabulkapsmeno1tuntext">
    <w:name w:val="Tabulka písmeno1 tučný text"/>
    <w:basedOn w:val="Text"/>
    <w:rsid w:val="000C1E13"/>
    <w:pPr>
      <w:tabs>
        <w:tab w:val="num" w:pos="720"/>
      </w:tabs>
      <w:spacing w:before="40" w:after="40"/>
      <w:ind w:left="720" w:hanging="720"/>
    </w:pPr>
    <w:rPr>
      <w:b/>
    </w:rPr>
  </w:style>
  <w:style w:type="paragraph" w:customStyle="1" w:styleId="Tabulkaznak1tuntext">
    <w:name w:val="Tabulka znak1 tučný text"/>
    <w:basedOn w:val="Text"/>
    <w:rsid w:val="000C1E13"/>
    <w:pPr>
      <w:tabs>
        <w:tab w:val="num" w:pos="720"/>
      </w:tabs>
      <w:spacing w:before="40" w:after="40"/>
      <w:ind w:left="720" w:hanging="720"/>
    </w:pPr>
    <w:rPr>
      <w:b/>
    </w:rPr>
  </w:style>
  <w:style w:type="paragraph" w:customStyle="1" w:styleId="Znak1tuntext">
    <w:name w:val="Znak1 tučný text"/>
    <w:basedOn w:val="Text"/>
    <w:rsid w:val="000C1E13"/>
    <w:pPr>
      <w:tabs>
        <w:tab w:val="num" w:pos="720"/>
      </w:tabs>
      <w:spacing w:after="120"/>
      <w:ind w:left="720" w:hanging="720"/>
    </w:pPr>
    <w:rPr>
      <w:b/>
    </w:rPr>
  </w:style>
  <w:style w:type="paragraph" w:customStyle="1" w:styleId="Znak2tuntext">
    <w:name w:val="Znak2 tučný text"/>
    <w:basedOn w:val="Text"/>
    <w:rsid w:val="000C1E13"/>
    <w:pPr>
      <w:tabs>
        <w:tab w:val="num" w:pos="720"/>
      </w:tabs>
      <w:spacing w:after="120"/>
      <w:ind w:left="720" w:hanging="720"/>
    </w:pPr>
    <w:rPr>
      <w:b/>
    </w:rPr>
  </w:style>
  <w:style w:type="paragraph" w:customStyle="1" w:styleId="Hlavikaolomouckkraj">
    <w:name w:val="Hlavička olomoucký kraj"/>
    <w:basedOn w:val="Text"/>
    <w:rsid w:val="004B5425"/>
    <w:rPr>
      <w:b/>
      <w:sz w:val="20"/>
    </w:rPr>
  </w:style>
  <w:style w:type="paragraph" w:customStyle="1" w:styleId="Hlavikakrajskad1">
    <w:name w:val="Hlavička krajský úřad1"/>
    <w:basedOn w:val="Text"/>
    <w:rsid w:val="004B5425"/>
    <w:rPr>
      <w:b/>
      <w:sz w:val="20"/>
    </w:rPr>
  </w:style>
  <w:style w:type="paragraph" w:customStyle="1" w:styleId="Hlavikakrajskad2">
    <w:name w:val="Hlavička krajský úřad2"/>
    <w:basedOn w:val="Text"/>
    <w:rsid w:val="004B5425"/>
    <w:rPr>
      <w:b/>
      <w:sz w:val="18"/>
    </w:rPr>
  </w:style>
  <w:style w:type="paragraph" w:customStyle="1" w:styleId="Hlavikaodbor">
    <w:name w:val="Hlavička odbor"/>
    <w:basedOn w:val="Text"/>
    <w:rsid w:val="004B5425"/>
    <w:rPr>
      <w:b/>
      <w:sz w:val="18"/>
    </w:rPr>
  </w:style>
  <w:style w:type="paragraph" w:customStyle="1" w:styleId="Hlavikaoddlen">
    <w:name w:val="Hlavička oddělení"/>
    <w:basedOn w:val="Text"/>
    <w:rsid w:val="004B5425"/>
    <w:rPr>
      <w:b/>
      <w:sz w:val="18"/>
    </w:rPr>
  </w:style>
  <w:style w:type="paragraph" w:customStyle="1" w:styleId="Hlavikajmno2">
    <w:name w:val="Hlavička jméno2"/>
    <w:basedOn w:val="Text"/>
    <w:rsid w:val="004B5425"/>
    <w:rPr>
      <w:b/>
      <w:sz w:val="18"/>
    </w:rPr>
  </w:style>
  <w:style w:type="paragraph" w:customStyle="1" w:styleId="Hlavikafunkce2">
    <w:name w:val="Hlavička funkce2"/>
    <w:basedOn w:val="Text"/>
    <w:rsid w:val="004B5425"/>
    <w:rPr>
      <w:b/>
      <w:sz w:val="18"/>
    </w:rPr>
  </w:style>
  <w:style w:type="paragraph" w:customStyle="1" w:styleId="Hlavikadatum">
    <w:name w:val="Hlavička datum"/>
    <w:basedOn w:val="Text"/>
    <w:rsid w:val="004B5425"/>
    <w:pPr>
      <w:spacing w:after="240"/>
    </w:pPr>
    <w:rPr>
      <w:sz w:val="20"/>
    </w:rPr>
  </w:style>
  <w:style w:type="paragraph" w:customStyle="1" w:styleId="Hlavikaj">
    <w:name w:val="Hlavička č.j."/>
    <w:basedOn w:val="Text"/>
    <w:rsid w:val="004B5425"/>
    <w:rPr>
      <w:sz w:val="20"/>
    </w:rPr>
  </w:style>
  <w:style w:type="paragraph" w:customStyle="1" w:styleId="Hlavikajnadpis">
    <w:name w:val="Hlavička č.j. nadpis"/>
    <w:basedOn w:val="Text"/>
    <w:rsid w:val="004B5425"/>
    <w:pPr>
      <w:spacing w:before="40" w:after="40"/>
    </w:pPr>
    <w:rPr>
      <w:sz w:val="18"/>
    </w:rPr>
  </w:style>
  <w:style w:type="paragraph" w:customStyle="1" w:styleId="Hlavikajtext">
    <w:name w:val="Hlavička č.j. text"/>
    <w:basedOn w:val="Text"/>
    <w:rsid w:val="004B5425"/>
    <w:rPr>
      <w:sz w:val="20"/>
    </w:rPr>
  </w:style>
  <w:style w:type="paragraph" w:customStyle="1" w:styleId="Hlavikaadresa">
    <w:name w:val="Hlavička adresa"/>
    <w:basedOn w:val="Text"/>
    <w:rsid w:val="004B5425"/>
    <w:rPr>
      <w:sz w:val="18"/>
    </w:rPr>
  </w:style>
  <w:style w:type="paragraph" w:customStyle="1" w:styleId="Hlavikafunkce1">
    <w:name w:val="Hlavička funkce1"/>
    <w:basedOn w:val="Text"/>
    <w:rsid w:val="004B5425"/>
    <w:rPr>
      <w:b/>
      <w:sz w:val="20"/>
    </w:rPr>
  </w:style>
  <w:style w:type="paragraph" w:customStyle="1" w:styleId="Hlavikajmno1">
    <w:name w:val="Hlavička jméno1"/>
    <w:basedOn w:val="Text"/>
    <w:rsid w:val="004B5425"/>
    <w:rPr>
      <w:b/>
      <w:sz w:val="20"/>
    </w:rPr>
  </w:style>
  <w:style w:type="paragraph" w:customStyle="1" w:styleId="Adresapjemce">
    <w:name w:val="Adresa příjemce"/>
    <w:basedOn w:val="Text"/>
    <w:rsid w:val="004B5425"/>
    <w:pPr>
      <w:spacing w:after="40"/>
      <w:jc w:val="left"/>
    </w:pPr>
  </w:style>
  <w:style w:type="paragraph" w:customStyle="1" w:styleId="Hlavikaadresapjemce">
    <w:name w:val="Hlavička adresa příjemce"/>
    <w:basedOn w:val="Text"/>
    <w:rsid w:val="004B5425"/>
    <w:pPr>
      <w:widowControl/>
      <w:spacing w:before="20" w:after="20"/>
      <w:jc w:val="left"/>
    </w:pPr>
  </w:style>
  <w:style w:type="paragraph" w:customStyle="1" w:styleId="Hlavikacbznak1">
    <w:name w:val="Hlavička cb_znak1"/>
    <w:basedOn w:val="Text"/>
    <w:rsid w:val="004B5425"/>
    <w:pPr>
      <w:jc w:val="left"/>
    </w:pPr>
    <w:rPr>
      <w:sz w:val="18"/>
    </w:rPr>
  </w:style>
  <w:style w:type="paragraph" w:customStyle="1" w:styleId="Hlavikapid1">
    <w:name w:val="Hlavička pid1"/>
    <w:basedOn w:val="Text"/>
    <w:rsid w:val="004B5425"/>
    <w:pPr>
      <w:jc w:val="right"/>
    </w:pPr>
    <w:rPr>
      <w:rFonts w:ascii="CKKrausSmall" w:hAnsi="CKKrausSmall"/>
      <w:sz w:val="20"/>
      <w:szCs w:val="40"/>
    </w:rPr>
  </w:style>
  <w:style w:type="paragraph" w:customStyle="1" w:styleId="Hlavikapid2">
    <w:name w:val="Hlavička pid2"/>
    <w:basedOn w:val="Text"/>
    <w:rsid w:val="004B5425"/>
    <w:pPr>
      <w:jc w:val="right"/>
    </w:pPr>
    <w:rPr>
      <w:rFonts w:cs="Arial"/>
      <w:b/>
      <w:sz w:val="20"/>
    </w:rPr>
  </w:style>
  <w:style w:type="paragraph" w:customStyle="1" w:styleId="Hlavikapoznmka">
    <w:name w:val="Hlavička poznámka"/>
    <w:basedOn w:val="Text"/>
    <w:rsid w:val="004B5425"/>
    <w:rPr>
      <w:sz w:val="20"/>
    </w:rPr>
  </w:style>
  <w:style w:type="paragraph" w:customStyle="1" w:styleId="Hlavikaspisovaskartanznak">
    <w:name w:val="Hlavička spisový a skartační znak"/>
    <w:basedOn w:val="Text"/>
    <w:rsid w:val="004B5425"/>
    <w:rPr>
      <w:sz w:val="20"/>
    </w:rPr>
  </w:style>
  <w:style w:type="paragraph" w:styleId="Zpat">
    <w:name w:val="footer"/>
    <w:basedOn w:val="Text"/>
    <w:link w:val="ZpatChar"/>
    <w:uiPriority w:val="99"/>
    <w:rsid w:val="000C1E13"/>
    <w:pPr>
      <w:numPr>
        <w:numId w:val="33"/>
      </w:numPr>
      <w:tabs>
        <w:tab w:val="center" w:pos="4536"/>
        <w:tab w:val="right" w:pos="9072"/>
      </w:tabs>
    </w:pPr>
    <w:rPr>
      <w:szCs w:val="22"/>
    </w:rPr>
  </w:style>
  <w:style w:type="character" w:customStyle="1" w:styleId="ZpatChar">
    <w:name w:val="Zápatí Char"/>
    <w:basedOn w:val="Standardnpsmoodstavce"/>
    <w:link w:val="Zpat"/>
    <w:uiPriority w:val="99"/>
    <w:locked/>
    <w:rsid w:val="009C2A59"/>
    <w:rPr>
      <w:rFonts w:ascii="Arial" w:hAnsi="Arial" w:cs="Times New Roman"/>
      <w:sz w:val="22"/>
    </w:rPr>
  </w:style>
  <w:style w:type="table" w:styleId="Mkatabulky">
    <w:name w:val="Table Grid"/>
    <w:basedOn w:val="Normlntabulka"/>
    <w:uiPriority w:val="59"/>
    <w:rsid w:val="00532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rsid w:val="004356EC"/>
    <w:pPr>
      <w:spacing w:before="100" w:beforeAutospacing="1" w:after="100" w:afterAutospacing="1"/>
    </w:pPr>
  </w:style>
  <w:style w:type="character" w:customStyle="1" w:styleId="CharChar1">
    <w:name w:val="Char Char1"/>
    <w:semiHidden/>
    <w:rsid w:val="007D1BAA"/>
    <w:rPr>
      <w:rFonts w:ascii="Arial" w:hAnsi="Arial"/>
      <w:sz w:val="22"/>
      <w:lang w:eastAsia="en-US"/>
    </w:rPr>
  </w:style>
  <w:style w:type="paragraph" w:styleId="Bezmezer">
    <w:name w:val="No Spacing"/>
    <w:basedOn w:val="Normln"/>
    <w:link w:val="BezmezerChar"/>
    <w:uiPriority w:val="1"/>
    <w:qFormat/>
    <w:rsid w:val="00161B74"/>
    <w:rPr>
      <w:rFonts w:ascii="Calibri" w:hAnsi="Calibri"/>
      <w:szCs w:val="20"/>
      <w:lang w:eastAsia="en-US"/>
    </w:rPr>
  </w:style>
  <w:style w:type="character" w:customStyle="1" w:styleId="BezmezerChar">
    <w:name w:val="Bez mezer Char"/>
    <w:link w:val="Bezmezer"/>
    <w:locked/>
    <w:rsid w:val="00161B74"/>
    <w:rPr>
      <w:rFonts w:ascii="Calibri" w:hAnsi="Calibri"/>
      <w:sz w:val="24"/>
      <w:lang w:val="cs-CZ" w:eastAsia="en-US"/>
    </w:rPr>
  </w:style>
  <w:style w:type="paragraph" w:customStyle="1" w:styleId="Zastupitelstvonzevmaterilu">
    <w:name w:val="Zastupitelstvo název materiálu"/>
    <w:basedOn w:val="Normln"/>
    <w:rsid w:val="00161B74"/>
    <w:pPr>
      <w:widowControl w:val="0"/>
      <w:spacing w:before="360" w:after="120" w:line="276" w:lineRule="auto"/>
      <w:jc w:val="both"/>
    </w:pPr>
    <w:rPr>
      <w:rFonts w:ascii="Calibri" w:hAnsi="Calibri"/>
      <w:szCs w:val="20"/>
      <w:lang w:eastAsia="en-US"/>
    </w:rPr>
  </w:style>
  <w:style w:type="paragraph" w:customStyle="1" w:styleId="Zpisnadpis2">
    <w:name w:val="Zápis nadpis2"/>
    <w:basedOn w:val="Text"/>
    <w:rsid w:val="009B1FD0"/>
    <w:pPr>
      <w:spacing w:before="120" w:after="240"/>
    </w:pPr>
    <w:rPr>
      <w:b/>
      <w:szCs w:val="24"/>
    </w:rPr>
  </w:style>
  <w:style w:type="character" w:styleId="Hypertextovodkaz">
    <w:name w:val="Hyperlink"/>
    <w:basedOn w:val="Standardnpsmoodstavce"/>
    <w:uiPriority w:val="99"/>
    <w:rsid w:val="009813F4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5F1A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16E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C2A59"/>
    <w:pPr>
      <w:autoSpaceDE w:val="0"/>
      <w:autoSpaceDN w:val="0"/>
      <w:adjustRightInd w:val="0"/>
    </w:pPr>
    <w:rPr>
      <w:rFonts w:ascii="HJBBP F+ Avant Gar Got Itc TEE" w:hAnsi="HJBBP F+ Avant Gar Got Itc TEE" w:cs="HJBBP F+ Avant Gar Got Itc TEE"/>
      <w:color w:val="000000"/>
      <w:sz w:val="24"/>
      <w:szCs w:val="24"/>
      <w:lang w:eastAsia="en-US"/>
    </w:rPr>
  </w:style>
  <w:style w:type="character" w:customStyle="1" w:styleId="TabulkatuntextChar">
    <w:name w:val="Tabulka tučný text Char"/>
    <w:link w:val="Tabulkatuntext"/>
    <w:locked/>
    <w:rsid w:val="009C2A59"/>
    <w:rPr>
      <w:rFonts w:ascii="Arial" w:hAnsi="Arial"/>
      <w:b/>
      <w:sz w:val="22"/>
    </w:rPr>
  </w:style>
  <w:style w:type="paragraph" w:styleId="Odstavecseseznamem">
    <w:name w:val="List Paragraph"/>
    <w:basedOn w:val="Normln"/>
    <w:uiPriority w:val="34"/>
    <w:qFormat/>
    <w:rsid w:val="00F00EDE"/>
    <w:pPr>
      <w:ind w:left="708"/>
    </w:pPr>
  </w:style>
  <w:style w:type="character" w:customStyle="1" w:styleId="datalabel">
    <w:name w:val="datalabel"/>
    <w:rsid w:val="003C7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48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8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rdla\spolecnosti\administrativa\sablony\smlouva_pracovni_12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E7562B5-1BF7-4719-A896-5BAE6D8C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smlouva_pracovni_12</Template>
  <TotalTime>38</TotalTime>
  <Pages>3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Dohoda o provedení práce č</vt:lpstr>
    </vt:vector>
  </TitlesOfParts>
  <Company>CEPAC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Dohoda o provedení práce č</dc:title>
  <dc:creator>Jana Mikulčíková</dc:creator>
  <cp:lastModifiedBy>Josef Drdla</cp:lastModifiedBy>
  <cp:revision>20</cp:revision>
  <cp:lastPrinted>2017-07-26T08:08:00Z</cp:lastPrinted>
  <dcterms:created xsi:type="dcterms:W3CDTF">2020-09-13T07:25:00Z</dcterms:created>
  <dcterms:modified xsi:type="dcterms:W3CDTF">2023-07-29T05:35:00Z</dcterms:modified>
</cp:coreProperties>
</file>