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F3492" w14:textId="01F14CD7" w:rsidR="00ED59DC" w:rsidRPr="00C84F31" w:rsidRDefault="00ED59DC" w:rsidP="00ED59DC">
      <w:pPr>
        <w:widowControl w:val="0"/>
        <w:jc w:val="center"/>
        <w:rPr>
          <w:rFonts w:ascii="Palatino Linotype" w:hAnsi="Palatino Linotype" w:cs="Arial"/>
          <w:b/>
          <w:sz w:val="28"/>
        </w:rPr>
      </w:pPr>
      <w:r w:rsidRPr="00C84F31">
        <w:rPr>
          <w:rFonts w:ascii="Palatino Linotype" w:hAnsi="Palatino Linotype" w:cs="Arial"/>
          <w:b/>
          <w:sz w:val="28"/>
        </w:rPr>
        <w:t xml:space="preserve">Veřejná zakázka na služby </w:t>
      </w:r>
    </w:p>
    <w:p w14:paraId="56709F07" w14:textId="77777777" w:rsidR="00ED59DC" w:rsidRPr="000762AA" w:rsidRDefault="00ED59DC" w:rsidP="00ED59DC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3991AF27" w14:textId="77777777" w:rsidR="00ED59DC" w:rsidRDefault="00ED59DC" w:rsidP="00ED59DC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zadávaná 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podle § </w:t>
      </w:r>
      <w:r>
        <w:rPr>
          <w:rFonts w:ascii="Palatino Linotype" w:hAnsi="Palatino Linotype" w:cs="Arial"/>
          <w:b/>
          <w:sz w:val="22"/>
          <w:szCs w:val="22"/>
        </w:rPr>
        <w:t xml:space="preserve">56 </w:t>
      </w:r>
    </w:p>
    <w:p w14:paraId="24F93C51" w14:textId="77777777" w:rsidR="00ED59DC" w:rsidRDefault="00ED59DC" w:rsidP="00ED59DC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205DDC">
        <w:rPr>
          <w:rFonts w:ascii="Palatino Linotype" w:hAnsi="Palatino Linotype" w:cs="Arial"/>
          <w:b/>
          <w:sz w:val="22"/>
          <w:szCs w:val="22"/>
        </w:rPr>
        <w:t>zákona č. 134/2016 Sb., o zadávání veřejných zakázek, ve znění pozdějších předpisů,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 </w:t>
      </w:r>
    </w:p>
    <w:p w14:paraId="088BBE67" w14:textId="77777777" w:rsidR="00ED59DC" w:rsidRPr="00B20AB9" w:rsidRDefault="00ED59DC" w:rsidP="00ED59DC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B20AB9">
        <w:rPr>
          <w:rFonts w:ascii="Palatino Linotype" w:hAnsi="Palatino Linotype" w:cs="Arial"/>
          <w:b/>
          <w:sz w:val="22"/>
          <w:szCs w:val="22"/>
        </w:rPr>
        <w:t>(dále jen zákon)</w:t>
      </w:r>
      <w:r>
        <w:rPr>
          <w:rFonts w:ascii="Palatino Linotype" w:hAnsi="Palatino Linotype" w:cs="Arial"/>
          <w:b/>
          <w:sz w:val="22"/>
          <w:szCs w:val="22"/>
        </w:rPr>
        <w:t xml:space="preserve"> pod názvem</w:t>
      </w:r>
      <w:r w:rsidRPr="00B20AB9">
        <w:rPr>
          <w:rFonts w:ascii="Palatino Linotype" w:hAnsi="Palatino Linotype" w:cs="Arial"/>
          <w:b/>
          <w:sz w:val="22"/>
          <w:szCs w:val="22"/>
        </w:rPr>
        <w:t>:</w:t>
      </w:r>
    </w:p>
    <w:p w14:paraId="74143A20" w14:textId="77777777" w:rsidR="00ED59DC" w:rsidRDefault="00ED59DC" w:rsidP="00ED59DC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4706CD1E" w14:textId="77777777" w:rsidR="00ED59DC" w:rsidRPr="00C84F31" w:rsidRDefault="00ED59DC" w:rsidP="00ED59DC">
      <w:pPr>
        <w:widowControl w:val="0"/>
        <w:jc w:val="center"/>
        <w:rPr>
          <w:rFonts w:ascii="Palatino Linotype" w:hAnsi="Palatino Linotype" w:cs="Arial"/>
          <w:b/>
          <w:sz w:val="34"/>
          <w:szCs w:val="36"/>
        </w:rPr>
      </w:pPr>
      <w:r w:rsidRPr="00C84F31">
        <w:rPr>
          <w:rFonts w:ascii="Palatino Linotype" w:hAnsi="Palatino Linotype" w:cs="Arial"/>
          <w:b/>
          <w:sz w:val="34"/>
          <w:szCs w:val="36"/>
        </w:rPr>
        <w:t xml:space="preserve"> „Úklidové služby“</w:t>
      </w:r>
    </w:p>
    <w:p w14:paraId="6AF7DC86" w14:textId="77777777" w:rsidR="00ED59DC" w:rsidRPr="00FE7E03" w:rsidRDefault="00ED59DC" w:rsidP="00ED59DC">
      <w:pPr>
        <w:widowControl w:val="0"/>
        <w:jc w:val="center"/>
        <w:rPr>
          <w:rFonts w:ascii="Palatino Linotype" w:hAnsi="Palatino Linotype" w:cs="Arial"/>
          <w:b/>
          <w:sz w:val="10"/>
          <w:szCs w:val="10"/>
        </w:rPr>
      </w:pPr>
    </w:p>
    <w:p w14:paraId="41D3FEB6" w14:textId="77777777" w:rsidR="00ED59DC" w:rsidRDefault="00ED59DC" w:rsidP="00ED59DC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>nadlimitní režim – otevřené řízení (OŘ)</w:t>
      </w:r>
    </w:p>
    <w:p w14:paraId="0C338297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2F25A0FD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519DE459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314E0D63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A646DC0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9D32FFA" w14:textId="77777777" w:rsidR="00F46930" w:rsidRPr="00F402B2" w:rsidRDefault="00F46930" w:rsidP="00F46930">
      <w:pPr>
        <w:jc w:val="center"/>
        <w:rPr>
          <w:rFonts w:ascii="Palatino Linotype" w:hAnsi="Palatino Linotype" w:cs="Verdana"/>
          <w:b/>
          <w:bCs/>
          <w:iCs/>
          <w:caps/>
          <w:sz w:val="38"/>
          <w:szCs w:val="38"/>
        </w:rPr>
      </w:pPr>
      <w:r w:rsidRPr="00F402B2">
        <w:rPr>
          <w:rFonts w:ascii="Palatino Linotype" w:hAnsi="Palatino Linotype" w:cs="Verdana"/>
          <w:b/>
          <w:bCs/>
          <w:iCs/>
          <w:caps/>
          <w:sz w:val="38"/>
          <w:szCs w:val="38"/>
        </w:rPr>
        <w:t>vzory čestných prohlášení</w:t>
      </w:r>
    </w:p>
    <w:p w14:paraId="55E43966" w14:textId="77777777" w:rsidR="00F46930" w:rsidRPr="000D239C" w:rsidRDefault="00F46930" w:rsidP="00F46930">
      <w:pPr>
        <w:spacing w:before="120"/>
        <w:jc w:val="center"/>
        <w:rPr>
          <w:rFonts w:ascii="Verdana" w:hAnsi="Verdana" w:cs="Arial"/>
          <w:b/>
          <w:i/>
        </w:rPr>
      </w:pPr>
    </w:p>
    <w:p w14:paraId="2F7AE502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Zadavatel poskytuje dodavatelům vzorové texty prohlášení ke splnění podmínek zadávacího řízení. Vzory čestných prohlášení se vztahují:</w:t>
      </w:r>
    </w:p>
    <w:p w14:paraId="18B0473C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</w:p>
    <w:p w14:paraId="3DA9838B" w14:textId="77777777" w:rsidR="00F46930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 prokázání základních </w:t>
      </w:r>
      <w:r w:rsidR="00794734">
        <w:rPr>
          <w:rFonts w:ascii="Palatino Linotype" w:hAnsi="Palatino Linotype" w:cs="Verdana"/>
          <w:b/>
          <w:iCs/>
          <w:sz w:val="18"/>
          <w:szCs w:val="16"/>
        </w:rPr>
        <w:t>způsobilosti</w:t>
      </w:r>
    </w:p>
    <w:p w14:paraId="3F8EED3B" w14:textId="77777777" w:rsidR="00B66C0F" w:rsidRDefault="00B66C0F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>
        <w:rPr>
          <w:rFonts w:ascii="Palatino Linotype" w:hAnsi="Palatino Linotype" w:cs="Verdana"/>
          <w:b/>
          <w:iCs/>
          <w:sz w:val="18"/>
          <w:szCs w:val="16"/>
        </w:rPr>
        <w:t>ke splnění podmínek pro využití poddodavatelů</w:t>
      </w:r>
    </w:p>
    <w:p w14:paraId="692FBCA2" w14:textId="77777777" w:rsidR="00F46930" w:rsidRPr="000D239C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ke splnění </w:t>
      </w:r>
      <w:r w:rsidR="00AF21A9">
        <w:rPr>
          <w:rFonts w:ascii="Palatino Linotype" w:hAnsi="Palatino Linotype" w:cs="Verdana"/>
          <w:b/>
          <w:iCs/>
          <w:sz w:val="18"/>
          <w:szCs w:val="16"/>
        </w:rPr>
        <w:t>zvláštních podmínek</w:t>
      </w: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 pro plnění veřejné zakázky</w:t>
      </w:r>
    </w:p>
    <w:p w14:paraId="676488A3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16DAC3BD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6193DA10" w14:textId="4615DA14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Dodavatel vyplní podbarvené části a doplní doklady, které jsou označeny heslem „DOPLNIT“</w:t>
      </w:r>
      <w:r w:rsidR="00BB54F2" w:rsidRPr="000D239C">
        <w:rPr>
          <w:rFonts w:ascii="Palatino Linotype" w:hAnsi="Palatino Linotype" w:cs="Verdana"/>
          <w:b/>
          <w:iCs/>
          <w:sz w:val="18"/>
          <w:szCs w:val="16"/>
        </w:rPr>
        <w:t>. Text těchto vzorů doplněný o příslušné doklady lze použít přímo do nabídky.</w:t>
      </w:r>
    </w:p>
    <w:p w14:paraId="00217EB1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20060ED7" w14:textId="77777777" w:rsidR="00F46930" w:rsidRP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color w:val="FF0000"/>
          <w:sz w:val="16"/>
          <w:szCs w:val="16"/>
        </w:rPr>
      </w:pPr>
    </w:p>
    <w:p w14:paraId="23740CF9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36227D88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4369269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9BB557" w14:textId="77777777" w:rsidR="00B718D3" w:rsidRDefault="00B718D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88935D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E8A1893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DD854F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7501399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60C9DA2" w14:textId="13A2F484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D8B21F9" w14:textId="0DA34C3D" w:rsidR="00ED59DC" w:rsidRDefault="00ED59D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CB08086" w14:textId="2A3F6FA5" w:rsidR="00ED59DC" w:rsidRDefault="00ED59D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EAAD40C" w14:textId="5A95B8A9" w:rsidR="00ED59DC" w:rsidRDefault="00ED59D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CD9FF3D" w14:textId="1221AAD1" w:rsidR="00ED59DC" w:rsidRDefault="00ED59D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0A2DDBB" w14:textId="7321258C" w:rsidR="00ED59DC" w:rsidRDefault="00ED59D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9AA6B29" w14:textId="79DDF51C" w:rsidR="00ED59DC" w:rsidRDefault="00ED59D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3111E9E" w14:textId="52D07F85" w:rsidR="00ED59DC" w:rsidRDefault="00ED59D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3B8EF47" w14:textId="08C04818" w:rsidR="00ED59DC" w:rsidRDefault="00ED59D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39A7744" w14:textId="77777777" w:rsidR="00ED59DC" w:rsidRDefault="00ED59D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D0853E0" w14:textId="77777777" w:rsidR="00C11A8B" w:rsidRDefault="00C11A8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3869450" w14:textId="77777777" w:rsidR="00F46930" w:rsidRPr="004E7489" w:rsidRDefault="00F46930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 xml:space="preserve">1) 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Základní </w:t>
      </w:r>
      <w:r w:rsidR="00794734">
        <w:rPr>
          <w:rFonts w:ascii="Palatino Linotype" w:hAnsi="Palatino Linotype" w:cs="Arial"/>
          <w:b/>
          <w:sz w:val="22"/>
          <w:szCs w:val="20"/>
        </w:rPr>
        <w:t>způsobilost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podle ustanovení § </w:t>
      </w:r>
      <w:r w:rsidR="00794734">
        <w:rPr>
          <w:rFonts w:ascii="Palatino Linotype" w:hAnsi="Palatino Linotype" w:cs="Arial"/>
          <w:b/>
          <w:sz w:val="22"/>
          <w:szCs w:val="20"/>
        </w:rPr>
        <w:t>74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zákona</w:t>
      </w:r>
    </w:p>
    <w:p w14:paraId="7CF49607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E2C89FF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="00BB54F2"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="00BB54F2"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1DB6D46E" w14:textId="5647981A" w:rsidR="00F46930" w:rsidRPr="00BB54F2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="001A5942"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="00ED59DC">
        <w:rPr>
          <w:rFonts w:ascii="Palatino Linotype" w:hAnsi="Palatino Linotype" w:cs="Palatino Linotype"/>
          <w:b/>
          <w:bCs/>
          <w:sz w:val="20"/>
          <w:szCs w:val="20"/>
        </w:rPr>
        <w:t>Úklidové služby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 w:rsidR="0091109A">
        <w:rPr>
          <w:rFonts w:ascii="Palatino Linotype" w:hAnsi="Palatino Linotype" w:cs="Arial"/>
          <w:b/>
          <w:sz w:val="20"/>
          <w:szCs w:val="20"/>
        </w:rPr>
        <w:t>,</w:t>
      </w:r>
    </w:p>
    <w:p w14:paraId="0A003CCE" w14:textId="77777777" w:rsidR="00BB54F2" w:rsidRDefault="00BB54F2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6297132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C7148A">
        <w:rPr>
          <w:rFonts w:ascii="Palatino Linotype" w:hAnsi="Palatino Linotype" w:cs="Arial"/>
          <w:b/>
          <w:sz w:val="20"/>
          <w:szCs w:val="20"/>
        </w:rPr>
        <w:t>čestně prohlašuje, že ve smyslu ustanovení:</w:t>
      </w:r>
    </w:p>
    <w:p w14:paraId="3EE85425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1F0E62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Cs w:val="20"/>
        </w:rPr>
      </w:pPr>
      <w:r w:rsidRPr="00C7148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C7148A">
        <w:rPr>
          <w:rFonts w:ascii="Palatino Linotype" w:hAnsi="Palatino Linotype" w:cs="Arial"/>
          <w:sz w:val="20"/>
          <w:szCs w:val="20"/>
        </w:rPr>
        <w:t xml:space="preserve"> odst. 1 písm. a) zákona – nebyl </w:t>
      </w:r>
      <w:r w:rsidRPr="00A37C32">
        <w:rPr>
          <w:rFonts w:ascii="Palatino Linotype" w:hAnsi="Palatino Linotype" w:cs="Courier New"/>
          <w:sz w:val="20"/>
        </w:rPr>
        <w:t>v zemi svého sídla v posledních 5 letech před zahájením zadávacího řízení pravomocně odsouzen pro trestný čin uvedený v příloze č. 3 k zákonu, tj.:</w:t>
      </w:r>
    </w:p>
    <w:p w14:paraId="41B98643" w14:textId="77777777" w:rsidR="00AF21A9" w:rsidRPr="00A37C32" w:rsidRDefault="00AF21A9" w:rsidP="00AF21A9">
      <w:pPr>
        <w:ind w:left="426"/>
        <w:jc w:val="both"/>
        <w:rPr>
          <w:rFonts w:ascii="Palatino Linotype" w:hAnsi="Palatino Linotype" w:cs="Arial"/>
          <w:szCs w:val="20"/>
        </w:rPr>
      </w:pPr>
    </w:p>
    <w:p w14:paraId="05607F00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spáchaný ve prospěch organizované zločinecké skupiny nebo trestný čin účasti na organizované zločinecké skupině</w:t>
      </w:r>
    </w:p>
    <w:p w14:paraId="61F4E17D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při obchodování s lidmi</w:t>
      </w:r>
    </w:p>
    <w:p w14:paraId="0A7B64FC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majetku</w:t>
      </w:r>
    </w:p>
    <w:p w14:paraId="3ADDD297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podvod</w:t>
      </w:r>
    </w:p>
    <w:p w14:paraId="6AE4C9C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úvěrový podvod</w:t>
      </w:r>
    </w:p>
    <w:p w14:paraId="661E298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dotační podvod</w:t>
      </w:r>
    </w:p>
    <w:p w14:paraId="2EC28AE4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</w:t>
      </w:r>
    </w:p>
    <w:p w14:paraId="78572BE9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 z nedbalosti</w:t>
      </w:r>
    </w:p>
    <w:p w14:paraId="433C76BE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hospodářské</w:t>
      </w:r>
    </w:p>
    <w:p w14:paraId="01A41C7C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zneužití informace a postavení v obchodním styku</w:t>
      </w:r>
    </w:p>
    <w:p w14:paraId="0FE58323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sjednání výhody při zadání veřejné zakázky, při veřejné soutěži a veřejné dražbě</w:t>
      </w:r>
    </w:p>
    <w:p w14:paraId="72E49122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zadání veřejné zakázky a při veřejné soutěži</w:t>
      </w:r>
    </w:p>
    <w:p w14:paraId="45A0AC44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veřejné dražbě</w:t>
      </w:r>
    </w:p>
    <w:p w14:paraId="3FFD85F1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poškození finančních zájmů Evropské unie</w:t>
      </w:r>
    </w:p>
    <w:p w14:paraId="7C085533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obecně nebezpečné</w:t>
      </w:r>
    </w:p>
    <w:p w14:paraId="66B97FE2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České republice, cizímu státu a mezinárodní organizaci</w:t>
      </w:r>
    </w:p>
    <w:p w14:paraId="756BF2C4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pořádku ve věcech veřejných</w:t>
      </w:r>
    </w:p>
    <w:p w14:paraId="494D3819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výkonu pravomoci orgánu veřejné moci a úřední osoby</w:t>
      </w:r>
    </w:p>
    <w:p w14:paraId="326DEA54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úředních osob</w:t>
      </w:r>
    </w:p>
    <w:p w14:paraId="3DC36ACA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úplatkářství</w:t>
      </w:r>
    </w:p>
    <w:p w14:paraId="0CE48BCC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jiná porušení činnosti orgánu veřejné moci</w:t>
      </w:r>
    </w:p>
    <w:p w14:paraId="36D3BE5E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18"/>
        </w:rPr>
      </w:pPr>
    </w:p>
    <w:p w14:paraId="743AEAE5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  <w:r w:rsidRPr="00A37C32">
        <w:rPr>
          <w:rFonts w:ascii="Palatino Linotype" w:hAnsi="Palatino Linotype" w:cs="Courier New"/>
          <w:sz w:val="20"/>
        </w:rPr>
        <w:t>nebo obdobný trestný čin podle řádu země sídla dodavatele</w:t>
      </w:r>
      <w:r>
        <w:rPr>
          <w:rFonts w:ascii="Palatino Linotype" w:hAnsi="Palatino Linotype" w:cs="Courier New"/>
          <w:sz w:val="20"/>
        </w:rPr>
        <w:t xml:space="preserve"> (účastníka zadávacího řízení)</w:t>
      </w:r>
      <w:r w:rsidRPr="00A37C32">
        <w:rPr>
          <w:rFonts w:ascii="Palatino Linotype" w:hAnsi="Palatino Linotype" w:cs="Courier New"/>
          <w:sz w:val="20"/>
        </w:rPr>
        <w:t>; k zahlazeným odsouzením se nepřihlíží.</w:t>
      </w:r>
    </w:p>
    <w:p w14:paraId="13524FBA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</w:p>
    <w:p w14:paraId="57C941D9" w14:textId="77777777" w:rsidR="00AF21A9" w:rsidRPr="004E162C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</w:rPr>
      </w:pPr>
      <w:r w:rsidRPr="004E162C">
        <w:rPr>
          <w:rFonts w:ascii="Palatino Linotype" w:hAnsi="Palatino Linotype" w:cs="Courier New"/>
          <w:sz w:val="20"/>
        </w:rPr>
        <w:t>Je-li dodavatelem (účastníkem zadávacího řízení) právnická osoba, splňuje výše uvedené podmínky</w:t>
      </w:r>
      <w:r>
        <w:rPr>
          <w:rFonts w:ascii="Palatino Linotype" w:hAnsi="Palatino Linotype" w:cs="Courier New"/>
          <w:sz w:val="20"/>
        </w:rPr>
        <w:t xml:space="preserve"> </w:t>
      </w:r>
      <w:r w:rsidRPr="004E162C">
        <w:rPr>
          <w:rFonts w:ascii="Palatino Linotype" w:hAnsi="Palatino Linotype" w:cs="Courier New"/>
          <w:sz w:val="20"/>
          <w:szCs w:val="20"/>
        </w:rPr>
        <w:t>tato právnická osoba a zároveň každý člen statutárního orgánu.</w:t>
      </w:r>
    </w:p>
    <w:p w14:paraId="5EF01346" w14:textId="77777777" w:rsidR="00AF21A9" w:rsidRPr="004E162C" w:rsidRDefault="00AF21A9" w:rsidP="00AF21A9">
      <w:pPr>
        <w:pStyle w:val="Odstavecseseznamem"/>
        <w:ind w:left="851"/>
        <w:jc w:val="both"/>
        <w:rPr>
          <w:rFonts w:ascii="Palatino Linotype" w:hAnsi="Palatino Linotype" w:cs="Courier New"/>
          <w:sz w:val="20"/>
        </w:rPr>
      </w:pPr>
    </w:p>
    <w:p w14:paraId="3B203E6B" w14:textId="77777777" w:rsidR="00AF21A9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Je-li členem statutárního orgánu dodavatele (účastníka zadávacího řízení) právnická osoba, splňuje výše uvedené podmínky</w:t>
      </w:r>
    </w:p>
    <w:p w14:paraId="5F076E7A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tato právnická osoba,</w:t>
      </w:r>
    </w:p>
    <w:p w14:paraId="3B2635D5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každý člen statuárního orgánu této právnické osoby a</w:t>
      </w:r>
    </w:p>
    <w:p w14:paraId="43EBFB5A" w14:textId="77777777" w:rsidR="00AF21A9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osoba zastupující tuto právnickou osobu v statutárním orgánu dodavatele.</w:t>
      </w:r>
    </w:p>
    <w:p w14:paraId="4F1696C4" w14:textId="77777777" w:rsidR="00AF21A9" w:rsidRDefault="00AF21A9" w:rsidP="00AF21A9">
      <w:pPr>
        <w:jc w:val="both"/>
        <w:rPr>
          <w:rFonts w:ascii="Palatino Linotype" w:hAnsi="Palatino Linotype" w:cs="Courier New"/>
          <w:sz w:val="20"/>
          <w:szCs w:val="20"/>
        </w:rPr>
      </w:pPr>
    </w:p>
    <w:p w14:paraId="30A2CCB3" w14:textId="77777777" w:rsidR="00AF21A9" w:rsidRPr="004E162C" w:rsidRDefault="00AF21A9" w:rsidP="00AF21A9">
      <w:pPr>
        <w:pStyle w:val="Odstavecseseznamem"/>
        <w:numPr>
          <w:ilvl w:val="0"/>
          <w:numId w:val="15"/>
        </w:numPr>
        <w:ind w:left="851" w:hanging="284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Účastní-li se zadávacího řízení pobočka závodu</w:t>
      </w:r>
    </w:p>
    <w:p w14:paraId="7093AD4A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zahraniční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="00141AC3">
        <w:rPr>
          <w:rFonts w:ascii="Palatino Linotype" w:hAnsi="Palatino Linotype" w:cs="Courier New"/>
          <w:sz w:val="20"/>
          <w:szCs w:val="20"/>
        </w:rPr>
        <w:t xml:space="preserve"> tato právnická osoba a </w:t>
      </w:r>
      <w:r w:rsidRPr="004E162C">
        <w:rPr>
          <w:rFonts w:ascii="Palatino Linotype" w:hAnsi="Palatino Linotype" w:cs="Courier New"/>
          <w:sz w:val="20"/>
          <w:szCs w:val="20"/>
        </w:rPr>
        <w:t>vedoucí pobočky závodu,</w:t>
      </w:r>
    </w:p>
    <w:p w14:paraId="6C6BEDE9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české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Pr="004E162C">
        <w:rPr>
          <w:rFonts w:ascii="Palatino Linotype" w:hAnsi="Palatino Linotype" w:cs="Courier New"/>
          <w:sz w:val="20"/>
          <w:szCs w:val="20"/>
        </w:rPr>
        <w:t xml:space="preserve"> </w:t>
      </w:r>
      <w:r>
        <w:rPr>
          <w:rFonts w:ascii="Palatino Linotype" w:hAnsi="Palatino Linotype" w:cs="Courier New"/>
          <w:sz w:val="20"/>
          <w:szCs w:val="20"/>
        </w:rPr>
        <w:t>kromě osob výše uvedených také</w:t>
      </w:r>
      <w:r w:rsidRPr="004E162C">
        <w:rPr>
          <w:rFonts w:ascii="Palatino Linotype" w:hAnsi="Palatino Linotype" w:cs="Courier New"/>
          <w:sz w:val="20"/>
          <w:szCs w:val="20"/>
        </w:rPr>
        <w:t xml:space="preserve"> vedoucí pobočky závodu.</w:t>
      </w:r>
    </w:p>
    <w:p w14:paraId="134589AE" w14:textId="77777777" w:rsidR="003C2C63" w:rsidRDefault="003C2C63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392F191" w14:textId="4F052411" w:rsidR="00DC39C1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lastRenderedPageBreak/>
        <w:t>DOPLNIT</w:t>
      </w:r>
    </w:p>
    <w:p w14:paraId="374A0D23" w14:textId="77777777" w:rsidR="00DC39C1" w:rsidRPr="00C04108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2EE6B9CE" w14:textId="77777777" w:rsidR="00DC39C1" w:rsidRPr="00C04108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>výpis z 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R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ejstříku trestů všech osob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výše uvedených</w:t>
      </w:r>
    </w:p>
    <w:p w14:paraId="6472CF41" w14:textId="77777777" w:rsidR="00DC39C1" w:rsidRPr="0051601C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>výpis z 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Rejstříku trestů právnické osoby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5EF0F318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5CAAD5A8" w14:textId="77777777" w:rsidR="00DC39C1" w:rsidRPr="00C7148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0D36420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b) zákona </w:t>
      </w:r>
      <w:r w:rsidR="00141AC3">
        <w:rPr>
          <w:rFonts w:ascii="Palatino Linotype" w:hAnsi="Palatino Linotype" w:cs="Arial"/>
          <w:sz w:val="20"/>
          <w:szCs w:val="20"/>
        </w:rPr>
        <w:t>–</w:t>
      </w:r>
      <w:r w:rsidRPr="004E04EA">
        <w:rPr>
          <w:rFonts w:ascii="Palatino Linotype" w:hAnsi="Palatino Linotype" w:cs="Arial"/>
          <w:sz w:val="20"/>
          <w:szCs w:val="20"/>
        </w:rPr>
        <w:t xml:space="preserve"> nemá </w:t>
      </w:r>
      <w:r w:rsidR="00141AC3">
        <w:rPr>
          <w:rFonts w:ascii="Palatino Linotype" w:hAnsi="Palatino Linotype" w:cs="Arial"/>
          <w:sz w:val="20"/>
          <w:szCs w:val="20"/>
        </w:rPr>
        <w:t xml:space="preserve">v </w:t>
      </w:r>
      <w:r w:rsidRPr="004E04EA">
        <w:rPr>
          <w:rFonts w:ascii="Palatino Linotype" w:hAnsi="Palatino Linotype" w:cs="Courier New"/>
          <w:sz w:val="20"/>
          <w:szCs w:val="20"/>
        </w:rPr>
        <w:t>České republice nebo v zemi svého sídla v evidenci daní zachycen splatný daňový nedoplatek</w:t>
      </w:r>
      <w:r>
        <w:rPr>
          <w:rFonts w:ascii="Palatino Linotype" w:hAnsi="Palatino Linotype" w:cs="Arial"/>
          <w:sz w:val="20"/>
          <w:szCs w:val="20"/>
        </w:rPr>
        <w:t>, nemá splatný nedoplatek na spotřební dani.</w:t>
      </w:r>
    </w:p>
    <w:p w14:paraId="00210F6F" w14:textId="77777777" w:rsidR="00DC39C1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0F59D0D2" w14:textId="77777777" w:rsidR="00DC39C1" w:rsidRPr="00C04108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03ACC450" w14:textId="77777777" w:rsidR="00DC39C1" w:rsidRPr="00C04108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o bezdlužnosti</w:t>
      </w:r>
      <w:r w:rsidR="00EF5BDD"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  <w:r w:rsid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finančního úřadu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47D20480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Doklady se vztahují </w:t>
      </w:r>
      <w:r w:rsidR="00141AC3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České republice a k zemi sídla dodavatele.</w:t>
      </w:r>
    </w:p>
    <w:p w14:paraId="5F038E14" w14:textId="77777777" w:rsidR="00DC39C1" w:rsidRPr="004E04E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66E70AE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c) zákona – 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veřejné zdravotní pojištění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75E58DC3" w14:textId="77777777" w:rsidR="00AF21A9" w:rsidRPr="00C7148A" w:rsidRDefault="00AF21A9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027C67C8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 w:rsidR="00BC28B6"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d) zákona </w:t>
      </w:r>
      <w:r w:rsidR="00141AC3">
        <w:rPr>
          <w:rFonts w:ascii="Palatino Linotype" w:hAnsi="Palatino Linotype" w:cs="Arial"/>
          <w:sz w:val="20"/>
          <w:szCs w:val="20"/>
        </w:rPr>
        <w:t xml:space="preserve">– </w:t>
      </w:r>
      <w:r w:rsidRPr="004E04EA">
        <w:rPr>
          <w:rFonts w:ascii="Palatino Linotype" w:hAnsi="Palatino Linotype" w:cs="Arial"/>
          <w:sz w:val="20"/>
          <w:szCs w:val="20"/>
        </w:rPr>
        <w:t xml:space="preserve">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4E04EA">
        <w:rPr>
          <w:rFonts w:ascii="Palatino Linotype" w:hAnsi="Palatino Linotype" w:cs="Arial"/>
          <w:sz w:val="20"/>
          <w:szCs w:val="20"/>
        </w:rPr>
        <w:t xml:space="preserve">. </w:t>
      </w:r>
    </w:p>
    <w:p w14:paraId="73484B3B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77B0CE5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06AA8DC7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o bezdlužnosti příslušné okresní správy sociálního zabezpečení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2322B451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Doklady se vztahují </w:t>
      </w:r>
      <w:r w:rsidR="00141AC3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České republice a k zemi sídla dodavatele.</w:t>
      </w:r>
    </w:p>
    <w:p w14:paraId="056C5102" w14:textId="77777777" w:rsidR="00EF5BDD" w:rsidRPr="00C7148A" w:rsidRDefault="00EF5BDD" w:rsidP="00AF21A9">
      <w:pPr>
        <w:pStyle w:val="Odstavecseseznamem"/>
        <w:rPr>
          <w:rFonts w:ascii="Palatino Linotype" w:hAnsi="Palatino Linotype" w:cs="Arial"/>
          <w:sz w:val="20"/>
          <w:szCs w:val="20"/>
        </w:rPr>
      </w:pPr>
    </w:p>
    <w:p w14:paraId="276C7B7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e) zákona – není v likvidaci, nebylo proti němu </w:t>
      </w:r>
      <w:r w:rsidRPr="004E04EA">
        <w:rPr>
          <w:rFonts w:ascii="Palatino Linotype" w:hAnsi="Palatino Linotype" w:cs="Courier New"/>
          <w:sz w:val="20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141AC3">
        <w:rPr>
          <w:rFonts w:ascii="Palatino Linotype" w:hAnsi="Palatino Linotype" w:cs="Courier New"/>
          <w:sz w:val="20"/>
          <w:szCs w:val="20"/>
        </w:rPr>
        <w:t>)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2CA445EE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51B8424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7BA93A42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výpis z obchodního rejstříku, pokud je v něm dodavatel zapsán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238E8FAC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2F2A8610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D65DFB8" w14:textId="77777777" w:rsidR="00DC39C1" w:rsidRPr="00EC29B4" w:rsidRDefault="00DC39C1" w:rsidP="00DC39C1">
      <w:pPr>
        <w:ind w:left="426"/>
        <w:jc w:val="both"/>
        <w:rPr>
          <w:rFonts w:ascii="Palatino Linotype" w:hAnsi="Palatino Linotype"/>
          <w:b/>
          <w:sz w:val="20"/>
          <w:szCs w:val="20"/>
        </w:rPr>
      </w:pPr>
      <w:r w:rsidRPr="00EC29B4">
        <w:rPr>
          <w:rFonts w:ascii="Palatino Linotype" w:hAnsi="Palatino Linotype" w:cs="Courier New"/>
          <w:b/>
          <w:sz w:val="20"/>
          <w:szCs w:val="20"/>
        </w:rPr>
        <w:t xml:space="preserve">V souladu s ustanovením § 86 odst. 5 zákona </w:t>
      </w:r>
      <w:r w:rsidRPr="00EC29B4">
        <w:rPr>
          <w:rFonts w:ascii="Palatino Linotype" w:hAnsi="Palatino Linotype"/>
          <w:b/>
          <w:sz w:val="20"/>
          <w:szCs w:val="20"/>
        </w:rPr>
        <w:t>musí doklady prokazující základní způsobilost podle § 74 zákona prokazovat splnění požadovaného kritéria způsobilosti nejpozději v době 3 měsíců přede dnem zahájení zadávacího řízení</w:t>
      </w:r>
      <w:r w:rsidR="00141AC3" w:rsidRPr="00EC29B4">
        <w:rPr>
          <w:rFonts w:ascii="Palatino Linotype" w:hAnsi="Palatino Linotype"/>
          <w:b/>
          <w:sz w:val="20"/>
          <w:szCs w:val="20"/>
        </w:rPr>
        <w:t>.</w:t>
      </w:r>
    </w:p>
    <w:p w14:paraId="08713457" w14:textId="77777777" w:rsidR="00915AE2" w:rsidRDefault="00915AE2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C08056" w14:textId="6F766D9F" w:rsidR="00F46930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2D586D6A" w14:textId="346A50B4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DA6D105" w14:textId="77777777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A081227" w14:textId="332313D0" w:rsidR="00F46930" w:rsidRPr="00496A96" w:rsidRDefault="00F46930" w:rsidP="00F46930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 w:rsidR="00EC29B4"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2032AE23" w14:textId="652FC7A5" w:rsidR="0051601C" w:rsidRDefault="0051601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50AF674" w14:textId="409DC776" w:rsidR="00ED59DC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FF9D580" w14:textId="2E809553" w:rsidR="00ED59DC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15ED5484" w14:textId="4CD00ABE" w:rsidR="00ED59DC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438FD1A" w14:textId="7952C5BA" w:rsidR="00ED59DC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778775D" w14:textId="6388224B" w:rsidR="00ED59DC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8988CA8" w14:textId="0F58FB13" w:rsidR="00ED59DC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3A4CD0F" w14:textId="445BAB64" w:rsidR="00ED59DC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BCAE73C" w14:textId="02159C5A" w:rsidR="00ED59DC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121BDAFA" w14:textId="77777777" w:rsidR="00ED59DC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6EDF1F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292C9F88" w14:textId="26C42AF4" w:rsidR="00CA558B" w:rsidRPr="004E7489" w:rsidRDefault="00EC29B4" w:rsidP="00CA558B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t>2</w:t>
      </w:r>
      <w:r w:rsidR="00CA558B">
        <w:rPr>
          <w:rFonts w:ascii="Palatino Linotype" w:hAnsi="Palatino Linotype" w:cs="Arial"/>
          <w:b/>
          <w:sz w:val="22"/>
          <w:szCs w:val="20"/>
        </w:rPr>
        <w:t>) Podmínky pro využití poddodavatelů</w:t>
      </w:r>
    </w:p>
    <w:p w14:paraId="2FF0E572" w14:textId="77777777" w:rsidR="00F9065F" w:rsidRDefault="00F9065F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479F135E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5677A7A6" w14:textId="77777777" w:rsidR="00ED59DC" w:rsidRPr="00BB54F2" w:rsidRDefault="00ED59DC" w:rsidP="00ED59DC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„Úklidové služby“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4AC4B7B7" w14:textId="77777777" w:rsidR="00CA558B" w:rsidRDefault="00CA558B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7C8C1FE" w14:textId="3A71C836" w:rsidR="00CA558B" w:rsidRPr="00ED59DC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ED59DC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EC29B4" w:rsidRPr="00ED59DC">
        <w:rPr>
          <w:rFonts w:ascii="Palatino Linotype" w:hAnsi="Palatino Linotype" w:cs="Arial"/>
          <w:b/>
          <w:sz w:val="20"/>
          <w:szCs w:val="20"/>
        </w:rPr>
        <w:t>3</w:t>
      </w:r>
      <w:r w:rsidRPr="00ED59DC">
        <w:rPr>
          <w:rFonts w:ascii="Palatino Linotype" w:hAnsi="Palatino Linotype" w:cs="Arial"/>
          <w:b/>
          <w:sz w:val="20"/>
          <w:szCs w:val="20"/>
        </w:rPr>
        <w:t>.7. Zadávacích podmínek:</w:t>
      </w:r>
    </w:p>
    <w:p w14:paraId="6BC7174B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FD59959" w14:textId="2EB59EC9" w:rsidR="00063784" w:rsidRPr="000F2CB8" w:rsidRDefault="00063784" w:rsidP="00ED59DC">
      <w:pPr>
        <w:pStyle w:val="Odstavecseseznamem"/>
        <w:widowControl w:val="0"/>
        <w:spacing w:before="60"/>
        <w:ind w:left="36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Ú</w:t>
      </w:r>
      <w:r w:rsidR="00CA558B" w:rsidRPr="00CA558B">
        <w:rPr>
          <w:rFonts w:ascii="Palatino Linotype" w:hAnsi="Palatino Linotype" w:cs="Arial"/>
          <w:sz w:val="20"/>
          <w:szCs w:val="20"/>
        </w:rPr>
        <w:t>častník zadávacího řízení určil v</w:t>
      </w:r>
      <w:r>
        <w:rPr>
          <w:rFonts w:ascii="Palatino Linotype" w:hAnsi="Palatino Linotype" w:cs="Arial"/>
          <w:sz w:val="20"/>
          <w:szCs w:val="20"/>
        </w:rPr>
        <w:t> </w:t>
      </w:r>
      <w:r w:rsidR="00CA558B" w:rsidRPr="00CA558B">
        <w:rPr>
          <w:rFonts w:ascii="Palatino Linotype" w:hAnsi="Palatino Linotype" w:cs="Arial"/>
          <w:sz w:val="20"/>
          <w:szCs w:val="20"/>
        </w:rPr>
        <w:t>nabídce</w:t>
      </w:r>
      <w:r>
        <w:rPr>
          <w:rFonts w:ascii="Palatino Linotype" w:hAnsi="Palatino Linotype" w:cs="Arial"/>
          <w:sz w:val="20"/>
          <w:szCs w:val="20"/>
        </w:rPr>
        <w:t>, a to v tabulce „Poddodavatelé“,</w:t>
      </w:r>
      <w:r w:rsidR="00CA558B" w:rsidRPr="00CA558B">
        <w:rPr>
          <w:rFonts w:ascii="Palatino Linotype" w:hAnsi="Palatino Linotype" w:cs="Arial"/>
          <w:sz w:val="20"/>
          <w:szCs w:val="20"/>
        </w:rPr>
        <w:t xml:space="preserve"> části veřejné zakázky, které </w:t>
      </w:r>
      <w:r w:rsidR="00CA558B" w:rsidRPr="00CA558B">
        <w:rPr>
          <w:rFonts w:ascii="Palatino Linotype" w:hAnsi="Palatino Linotype"/>
          <w:sz w:val="20"/>
          <w:szCs w:val="20"/>
        </w:rPr>
        <w:t>hodlá plnit prostřednictvím poddodavatelů</w:t>
      </w:r>
      <w:r w:rsidR="00CA558B" w:rsidRPr="00CA558B">
        <w:rPr>
          <w:rFonts w:ascii="Palatino Linotype" w:hAnsi="Palatino Linotype" w:cs="Arial"/>
          <w:sz w:val="20"/>
          <w:szCs w:val="20"/>
        </w:rPr>
        <w:t xml:space="preserve"> a uvedl identifikační údaje těchto poddodavatelů. Účastník zadávacího řízení </w:t>
      </w:r>
      <w:r>
        <w:rPr>
          <w:rFonts w:ascii="Palatino Linotype" w:hAnsi="Palatino Linotype" w:cs="Arial"/>
          <w:sz w:val="20"/>
          <w:szCs w:val="20"/>
        </w:rPr>
        <w:t xml:space="preserve">předkládá </w:t>
      </w:r>
      <w:r w:rsidR="00CA558B" w:rsidRPr="00CA558B">
        <w:rPr>
          <w:rFonts w:ascii="Palatino Linotype" w:hAnsi="Palatino Linotype" w:cs="Arial"/>
          <w:sz w:val="20"/>
          <w:szCs w:val="20"/>
        </w:rPr>
        <w:t>přehled poddodavatelů</w:t>
      </w:r>
      <w:r w:rsidR="00ED59DC">
        <w:rPr>
          <w:rFonts w:ascii="Palatino Linotype" w:hAnsi="Palatino Linotype" w:cs="Arial"/>
          <w:sz w:val="20"/>
          <w:szCs w:val="20"/>
        </w:rPr>
        <w:t>, jejichž prostřednictvím prokazuje kvalifikaci a přehled poddodavatelů, které hodlá využít při</w:t>
      </w:r>
      <w:r w:rsidR="00CA558B" w:rsidRPr="00CA558B">
        <w:rPr>
          <w:rFonts w:ascii="Palatino Linotype" w:hAnsi="Palatino Linotype" w:cs="Arial"/>
          <w:sz w:val="20"/>
          <w:szCs w:val="20"/>
        </w:rPr>
        <w:t xml:space="preserve"> realizaci veřejné zakázky</w:t>
      </w:r>
      <w:r w:rsidR="00ED59DC">
        <w:rPr>
          <w:rFonts w:ascii="Palatino Linotype" w:hAnsi="Palatino Linotype" w:cs="Arial"/>
          <w:sz w:val="20"/>
          <w:szCs w:val="20"/>
        </w:rPr>
        <w:t>.</w:t>
      </w:r>
      <w:r w:rsidR="00CA558B" w:rsidRPr="00CA558B">
        <w:rPr>
          <w:rFonts w:ascii="Palatino Linotype" w:hAnsi="Palatino Linotype" w:cs="Arial"/>
          <w:sz w:val="20"/>
          <w:szCs w:val="20"/>
        </w:rPr>
        <w:t xml:space="preserve">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5068C3F9" w14:textId="2B700CC5" w:rsidR="00CA558B" w:rsidRDefault="00063784" w:rsidP="00063784">
      <w:pPr>
        <w:widowControl w:val="0"/>
        <w:spacing w:before="60"/>
        <w:ind w:left="360"/>
        <w:jc w:val="both"/>
        <w:rPr>
          <w:rFonts w:ascii="Palatino Linotype" w:hAnsi="Palatino Linotype"/>
          <w:sz w:val="20"/>
        </w:rPr>
      </w:pPr>
      <w:r>
        <w:rPr>
          <w:rFonts w:ascii="Palatino Linotype" w:hAnsi="Palatino Linotype" w:cs="Arial"/>
          <w:sz w:val="20"/>
          <w:szCs w:val="20"/>
        </w:rPr>
        <w:t>Ú</w:t>
      </w:r>
      <w:r w:rsidR="00CA558B">
        <w:rPr>
          <w:rFonts w:ascii="Palatino Linotype" w:hAnsi="Palatino Linotype"/>
          <w:sz w:val="20"/>
        </w:rPr>
        <w:t>častník zadávacího řízení</w:t>
      </w:r>
      <w:r w:rsidR="00CA558B" w:rsidRPr="000F2CB8">
        <w:rPr>
          <w:rFonts w:ascii="Palatino Linotype" w:hAnsi="Palatino Linotype"/>
          <w:sz w:val="20"/>
        </w:rPr>
        <w:t xml:space="preserve"> </w:t>
      </w:r>
      <w:r w:rsidR="001A1186">
        <w:rPr>
          <w:rFonts w:ascii="Palatino Linotype" w:hAnsi="Palatino Linotype"/>
          <w:sz w:val="20"/>
        </w:rPr>
        <w:t xml:space="preserve">bude </w:t>
      </w:r>
      <w:r w:rsidR="00CA558B" w:rsidRPr="000F2CB8">
        <w:rPr>
          <w:rFonts w:ascii="Palatino Linotype" w:hAnsi="Palatino Linotype"/>
          <w:sz w:val="20"/>
        </w:rPr>
        <w:t>realizovat zakázku pouze vlastními kapacitami</w:t>
      </w:r>
      <w:r w:rsidR="00CA558B">
        <w:rPr>
          <w:rFonts w:ascii="Palatino Linotype" w:hAnsi="Palatino Linotype"/>
          <w:sz w:val="20"/>
        </w:rPr>
        <w:t>.</w:t>
      </w:r>
      <w:r>
        <w:rPr>
          <w:rFonts w:ascii="Palatino Linotype" w:hAnsi="Palatino Linotype"/>
          <w:sz w:val="20"/>
        </w:rPr>
        <w:t xml:space="preserve">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5E32FCB9" w14:textId="795E57B1" w:rsidR="00063784" w:rsidRDefault="00063784" w:rsidP="00063784">
      <w:pPr>
        <w:widowControl w:val="0"/>
        <w:spacing w:before="60"/>
        <w:ind w:left="360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/>
          <w:sz w:val="20"/>
        </w:rPr>
        <w:t xml:space="preserve">Účastník zadávacího řízení neprokazuje prostřednictvím poddodavatele žádnou část kvalifikace.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38661F3F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0C98855" w14:textId="77777777" w:rsidR="00063784" w:rsidRP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063784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0E7FF38F" w14:textId="77777777" w:rsidR="00063784" w:rsidRP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>Vyplněnou tabulku: „Poddodavatelé“</w:t>
      </w:r>
    </w:p>
    <w:p w14:paraId="5DAF5DC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BADC1A3" w14:textId="5735660E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3698FA68" w14:textId="25CB4106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18A4379" w14:textId="77777777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ACB602D" w14:textId="77777777" w:rsidR="00EC29B4" w:rsidRPr="00496A96" w:rsidRDefault="00EC29B4" w:rsidP="00EC29B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0DB1F0F1" w14:textId="77777777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7CC9133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53CB85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578F403" w14:textId="2D09526D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9ABDCD0" w14:textId="314300C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2811393" w14:textId="5CD8ED54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915A455" w14:textId="1E4E0B2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30F7CF7" w14:textId="7439CB5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83BEBD4" w14:textId="5DD308A5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3FF799D" w14:textId="7AE91D1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C0D6613" w14:textId="0911D0A1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B7D6F48" w14:textId="6622D8D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1E6DA4C" w14:textId="7051760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02A5513" w14:textId="730E5BB1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8E09270" w14:textId="2A5E7B3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AA1DD1" w14:textId="6A4681D0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DEEECD1" w14:textId="41FFE91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19ED98D" w14:textId="160CABC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F278613" w14:textId="2A4F865B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7E229D9" w14:textId="4A6C4D09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7D43EFE" w14:textId="64815F40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30174E" w14:textId="19FAEB3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A1F968B" w14:textId="38DF375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65B3DE7" w14:textId="5562A85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C361472" w14:textId="6AAA9E4B" w:rsidR="00F46930" w:rsidRPr="004E7489" w:rsidRDefault="00EC29B4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t>3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) </w:t>
      </w:r>
      <w:r w:rsidR="00AF21A9">
        <w:rPr>
          <w:rFonts w:ascii="Palatino Linotype" w:hAnsi="Palatino Linotype" w:cs="Arial"/>
          <w:b/>
          <w:sz w:val="22"/>
          <w:szCs w:val="20"/>
        </w:rPr>
        <w:t>Zvláštní podmínky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 pro plnění veřejné zakázky</w:t>
      </w:r>
    </w:p>
    <w:p w14:paraId="01BB2EE9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035DCA" w14:textId="77777777" w:rsidR="00063784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DOPLNIT</w:t>
      </w:r>
    </w:p>
    <w:p w14:paraId="476768E4" w14:textId="77777777" w:rsidR="00ED59DC" w:rsidRPr="00BB54F2" w:rsidRDefault="00ED59DC" w:rsidP="00ED59DC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„Úklidové služby“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2A28EF1B" w14:textId="77777777" w:rsidR="00063784" w:rsidRDefault="00063784" w:rsidP="00063784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F699EB8" w14:textId="22DD9DFC" w:rsidR="00063784" w:rsidRPr="003C2C63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bookmarkStart w:id="0" w:name="_GoBack"/>
      <w:r w:rsidRPr="003C2C63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2255E6" w:rsidRPr="003C2C63">
        <w:rPr>
          <w:rFonts w:ascii="Palatino Linotype" w:hAnsi="Palatino Linotype" w:cs="Arial"/>
          <w:b/>
          <w:sz w:val="20"/>
          <w:szCs w:val="20"/>
        </w:rPr>
        <w:t>3</w:t>
      </w:r>
      <w:r w:rsidRPr="003C2C63">
        <w:rPr>
          <w:rFonts w:ascii="Palatino Linotype" w:hAnsi="Palatino Linotype" w:cs="Arial"/>
          <w:b/>
          <w:sz w:val="20"/>
          <w:szCs w:val="20"/>
        </w:rPr>
        <w:t>.8. Zadávacích podmínek:</w:t>
      </w:r>
    </w:p>
    <w:bookmarkEnd w:id="0"/>
    <w:p w14:paraId="11FAF6BA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14BC28D" w14:textId="605B3BE9" w:rsidR="00063784" w:rsidRDefault="00ED59DC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1</w:t>
      </w:r>
      <w:r w:rsidR="00063784">
        <w:rPr>
          <w:rFonts w:ascii="Palatino Linotype" w:hAnsi="Palatino Linotype" w:cs="Arial"/>
          <w:sz w:val="20"/>
        </w:rPr>
        <w:t xml:space="preserve">) </w:t>
      </w:r>
      <w:r w:rsidR="00AC2019">
        <w:rPr>
          <w:rFonts w:ascii="Palatino Linotype" w:hAnsi="Palatino Linotype" w:cs="Arial"/>
          <w:sz w:val="20"/>
        </w:rPr>
        <w:tab/>
      </w:r>
      <w:r w:rsidR="00AC2019" w:rsidRPr="00AC2019">
        <w:rPr>
          <w:rFonts w:ascii="Palatino Linotype" w:hAnsi="Palatino Linotype" w:cs="Arial"/>
          <w:sz w:val="20"/>
          <w:szCs w:val="20"/>
        </w:rPr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 xml:space="preserve">, poskytne </w:t>
      </w:r>
      <w:r w:rsidR="00063784">
        <w:rPr>
          <w:rFonts w:ascii="Palatino Linotype" w:hAnsi="Palatino Linotype" w:cs="Arial"/>
          <w:sz w:val="20"/>
        </w:rPr>
        <w:t xml:space="preserve">potřebné spolupůsobení při výkonu finanční kontroly podle § 2 písm. e) zákona č. 320/2001 Sb., o finanční kontrole ve veřejné správě. Závazek bude rovněž obsahovat právo přístupu </w:t>
      </w:r>
      <w:r w:rsidR="00063784" w:rsidRPr="00ED59DC">
        <w:rPr>
          <w:rFonts w:ascii="Palatino Linotype" w:hAnsi="Palatino Linotype" w:cs="Arial"/>
          <w:sz w:val="20"/>
        </w:rPr>
        <w:t>kontrolních orgánů v rámci kontroly k dokumentům, které podléhají ochraně podle zvláštních</w:t>
      </w:r>
      <w:r w:rsidR="00063784">
        <w:rPr>
          <w:rFonts w:ascii="Palatino Linotype" w:hAnsi="Palatino Linotype" w:cs="Arial"/>
          <w:sz w:val="20"/>
        </w:rPr>
        <w:t xml:space="preserve"> právních předpisů (např. obchodní tajemství) za předpokladu, že budou splněny </w:t>
      </w:r>
      <w:r w:rsidR="00063784" w:rsidRPr="002F3431">
        <w:rPr>
          <w:rFonts w:ascii="Palatino Linotype" w:hAnsi="Palatino Linotype" w:cs="Arial"/>
          <w:sz w:val="20"/>
        </w:rPr>
        <w:t xml:space="preserve">požadavky kladené právními předpisy (např. zákon č. 255/2012 Sb., o kontrole) vč. zajištění stejných podmínek u svých </w:t>
      </w:r>
      <w:r w:rsidR="00063784">
        <w:rPr>
          <w:rFonts w:ascii="Palatino Linotype" w:hAnsi="Palatino Linotype" w:cs="Arial"/>
          <w:sz w:val="20"/>
        </w:rPr>
        <w:t>pod</w:t>
      </w:r>
      <w:r w:rsidR="00063784" w:rsidRPr="002F3431">
        <w:rPr>
          <w:rFonts w:ascii="Palatino Linotype" w:hAnsi="Palatino Linotype" w:cs="Arial"/>
          <w:sz w:val="20"/>
        </w:rPr>
        <w:t xml:space="preserve">dodavatelů. </w:t>
      </w:r>
    </w:p>
    <w:p w14:paraId="5F621AE2" w14:textId="4E576363" w:rsidR="00063784" w:rsidRPr="007805D4" w:rsidRDefault="00ED59DC" w:rsidP="00A65131">
      <w:pPr>
        <w:spacing w:before="120"/>
        <w:ind w:left="720" w:hanging="72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2</w:t>
      </w:r>
      <w:r w:rsidR="00AC2019" w:rsidRPr="00AC2019">
        <w:rPr>
          <w:rFonts w:ascii="Palatino Linotype" w:hAnsi="Palatino Linotype" w:cs="Arial"/>
          <w:sz w:val="20"/>
          <w:szCs w:val="20"/>
        </w:rPr>
        <w:t>)</w:t>
      </w:r>
      <w:r w:rsidR="00063784" w:rsidRPr="00AC2019">
        <w:rPr>
          <w:rFonts w:ascii="Palatino Linotype" w:hAnsi="Palatino Linotype" w:cs="Arial"/>
          <w:sz w:val="20"/>
          <w:szCs w:val="20"/>
        </w:rPr>
        <w:tab/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C2019" w:rsidRPr="00AC2019">
        <w:rPr>
          <w:rFonts w:ascii="Palatino Linotype" w:hAnsi="Palatino Linotype" w:cs="Arial"/>
          <w:sz w:val="20"/>
        </w:rPr>
        <w:t xml:space="preserve">čestně prohlašuje, že </w:t>
      </w:r>
      <w:r w:rsidR="00AC2019" w:rsidRPr="00AC2019">
        <w:rPr>
          <w:rFonts w:ascii="Palatino Linotype" w:hAnsi="Palatino Linotype" w:cs="Arial"/>
          <w:b/>
          <w:sz w:val="20"/>
        </w:rPr>
        <w:t xml:space="preserve">má </w:t>
      </w:r>
      <w:r w:rsidR="00AC2019" w:rsidRPr="00AC2019">
        <w:rPr>
          <w:rFonts w:ascii="Palatino Linotype" w:hAnsi="Palatino Linotype" w:cs="Arial"/>
          <w:b/>
          <w:sz w:val="20"/>
          <w:szCs w:val="20"/>
        </w:rPr>
        <w:t>sjednáno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b/>
          <w:sz w:val="20"/>
          <w:szCs w:val="20"/>
        </w:rPr>
        <w:t>/ sjedná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škrtne)</w:t>
      </w:r>
      <w:r w:rsidR="00AC2019" w:rsidRPr="00AC2019">
        <w:rPr>
          <w:rFonts w:ascii="Palatino Linotype" w:hAnsi="Palatino Linotype" w:cs="Arial"/>
          <w:i/>
          <w:sz w:val="20"/>
          <w:szCs w:val="20"/>
        </w:rPr>
        <w:t xml:space="preserve"> </w:t>
      </w:r>
      <w:r w:rsidR="00063784" w:rsidRPr="00AC2019">
        <w:rPr>
          <w:rFonts w:ascii="Palatino Linotype" w:hAnsi="Palatino Linotype" w:cs="Arial"/>
          <w:sz w:val="20"/>
          <w:szCs w:val="20"/>
        </w:rPr>
        <w:t xml:space="preserve">pojištění odpovědnosti za škodu minimálně ve výši </w:t>
      </w:r>
      <w:r w:rsidRPr="00ED59DC">
        <w:rPr>
          <w:rFonts w:ascii="Palatino Linotype" w:hAnsi="Palatino Linotype" w:cs="Arial"/>
          <w:sz w:val="20"/>
          <w:szCs w:val="20"/>
        </w:rPr>
        <w:t>minimálně 3.000.000 Kč</w:t>
      </w:r>
      <w:r w:rsidR="00063784" w:rsidRPr="00ED59DC">
        <w:rPr>
          <w:rFonts w:ascii="Palatino Linotype" w:hAnsi="Palatino Linotype" w:cs="Arial"/>
          <w:sz w:val="20"/>
          <w:szCs w:val="20"/>
        </w:rPr>
        <w:t>.</w:t>
      </w:r>
      <w:r w:rsidR="00063784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sz w:val="20"/>
          <w:szCs w:val="20"/>
        </w:rPr>
        <w:t>Účastník zadávacího řízení se zavazuje, že pokud se stane vybraným dodavatelem, předloží zadavateli před podpisem smlouvy kopii pojistné smlouvy.</w:t>
      </w:r>
      <w:r w:rsid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>
        <w:rPr>
          <w:rFonts w:ascii="Palatino Linotype" w:hAnsi="Palatino Linotype"/>
          <w:sz w:val="20"/>
        </w:rPr>
        <w:t xml:space="preserve"> </w:t>
      </w:r>
    </w:p>
    <w:p w14:paraId="51AE3F85" w14:textId="37C5C35A" w:rsidR="00063784" w:rsidRPr="007805D4" w:rsidRDefault="00ED59DC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3</w:t>
      </w:r>
      <w:r w:rsidR="00AC2019">
        <w:rPr>
          <w:rFonts w:ascii="Palatino Linotype" w:hAnsi="Palatino Linotype" w:cs="Arial"/>
          <w:sz w:val="20"/>
        </w:rPr>
        <w:t xml:space="preserve">) </w:t>
      </w:r>
      <w:r w:rsidR="00063784" w:rsidRPr="007805D4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</w:t>
      </w:r>
      <w:r w:rsidR="00A65131">
        <w:rPr>
          <w:rFonts w:ascii="Palatino Linotype" w:hAnsi="Palatino Linotype" w:cs="Arial"/>
          <w:sz w:val="20"/>
          <w:szCs w:val="20"/>
        </w:rPr>
        <w:t xml:space="preserve">nebude </w:t>
      </w:r>
      <w:r w:rsidR="00063784" w:rsidRPr="007805D4">
        <w:rPr>
          <w:rFonts w:ascii="Palatino Linotype" w:hAnsi="Palatino Linotype"/>
          <w:bCs/>
          <w:sz w:val="20"/>
        </w:rPr>
        <w:t>v souvislosti s realizací zakázky postupovat své pohledávky jiným subjektům</w:t>
      </w:r>
      <w:r w:rsidR="00063784" w:rsidRPr="007805D4">
        <w:rPr>
          <w:rFonts w:ascii="Palatino Linotype" w:hAnsi="Palatino Linotype" w:cs="Arial"/>
          <w:sz w:val="20"/>
        </w:rPr>
        <w:t xml:space="preserve">. </w:t>
      </w:r>
    </w:p>
    <w:p w14:paraId="24C7AEFB" w14:textId="20A32142" w:rsidR="00063784" w:rsidRPr="00C57A76" w:rsidRDefault="00ED59DC" w:rsidP="00A65131">
      <w:pPr>
        <w:pStyle w:val="Zkladntextodsazen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4</w:t>
      </w:r>
      <w:r w:rsidR="00AC2019">
        <w:rPr>
          <w:rFonts w:ascii="Palatino Linotype" w:hAnsi="Palatino Linotype" w:cs="Arial"/>
          <w:sz w:val="20"/>
        </w:rPr>
        <w:t xml:space="preserve">) </w:t>
      </w:r>
      <w:r w:rsidR="00A651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 xml:space="preserve">prohlašuje, </w:t>
      </w:r>
      <w:r w:rsidR="00063784" w:rsidRPr="00C57A76">
        <w:rPr>
          <w:rFonts w:ascii="Palatino Linotype" w:hAnsi="Palatino Linotype" w:cs="Arial"/>
          <w:sz w:val="20"/>
        </w:rPr>
        <w:t xml:space="preserve">že číslo účtu, které uvedl v návrhu smlouvy, skutečně odpovídá číslu účtu, který </w:t>
      </w:r>
      <w:r w:rsidR="00063784">
        <w:rPr>
          <w:rFonts w:ascii="Palatino Linotype" w:hAnsi="Palatino Linotype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užívá v rámci své podnikatelské činnosti, resp. že se jedná o bankovní účet plátce DPH, který je zveřejněn v registru plátců DPH, pokud je </w:t>
      </w:r>
      <w:r w:rsidR="00063784">
        <w:rPr>
          <w:rFonts w:ascii="Palatino Linotype" w:hAnsi="Palatino Linotype" w:cs="Arial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plátcem DPH. </w:t>
      </w:r>
    </w:p>
    <w:p w14:paraId="1B90889C" w14:textId="0036BDE1" w:rsidR="00063784" w:rsidRPr="00554542" w:rsidRDefault="00ED59DC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5</w:t>
      </w:r>
      <w:r w:rsidR="00AC2019">
        <w:rPr>
          <w:rFonts w:ascii="Palatino Linotype" w:hAnsi="Palatino Linotype" w:cs="Arial"/>
          <w:sz w:val="20"/>
        </w:rPr>
        <w:t>)</w:t>
      </w:r>
      <w:r w:rsidR="00063784" w:rsidRPr="002F34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>prohlašuje</w:t>
      </w:r>
      <w:r w:rsidR="00063784" w:rsidRPr="002F3431">
        <w:rPr>
          <w:rFonts w:ascii="Palatino Linotype" w:hAnsi="Palatino Linotype"/>
          <w:bCs/>
          <w:sz w:val="20"/>
        </w:rPr>
        <w:t xml:space="preserve">, že jako dodavatel, který podává nabídku v zadávacím řízení, není současně </w:t>
      </w:r>
      <w:r w:rsidR="00063784">
        <w:rPr>
          <w:rFonts w:ascii="Palatino Linotype" w:hAnsi="Palatino Linotype"/>
          <w:bCs/>
          <w:sz w:val="20"/>
        </w:rPr>
        <w:t>pod</w:t>
      </w:r>
      <w:r w:rsidR="00063784" w:rsidRPr="002F3431">
        <w:rPr>
          <w:rFonts w:ascii="Palatino Linotype" w:hAnsi="Palatino Linotype"/>
          <w:bCs/>
          <w:sz w:val="20"/>
        </w:rPr>
        <w:t xml:space="preserve">dodavatelem, </w:t>
      </w:r>
      <w:r w:rsidR="00063784" w:rsidRPr="002F3431">
        <w:rPr>
          <w:rFonts w:ascii="Palatino Linotype" w:hAnsi="Palatino Linotype" w:cs="Arial"/>
          <w:sz w:val="20"/>
        </w:rPr>
        <w:t xml:space="preserve">jehož prostřednictvím jiný dodavatel v tomtéž zadávacím řízení prokazuje kvalifikaci. </w:t>
      </w:r>
    </w:p>
    <w:p w14:paraId="36BC4799" w14:textId="4C5DCBA0" w:rsidR="00ED59DC" w:rsidRPr="007E0F85" w:rsidRDefault="00ED59DC" w:rsidP="00ED59DC">
      <w:pPr>
        <w:pStyle w:val="2sltext"/>
        <w:numPr>
          <w:ilvl w:val="0"/>
          <w:numId w:val="0"/>
        </w:numPr>
        <w:spacing w:before="120" w:after="0"/>
        <w:ind w:left="720" w:hanging="72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6)</w:t>
      </w:r>
      <w:r>
        <w:rPr>
          <w:rFonts w:ascii="Palatino Linotype" w:hAnsi="Palatino Linotype"/>
          <w:sz w:val="20"/>
          <w:szCs w:val="20"/>
        </w:rPr>
        <w:tab/>
      </w:r>
      <w:r w:rsidRPr="007E0F85">
        <w:rPr>
          <w:rFonts w:ascii="Palatino Linotype" w:hAnsi="Palatino Linotype"/>
          <w:sz w:val="20"/>
          <w:szCs w:val="20"/>
        </w:rPr>
        <w:t>Zpracování osobních údajů zadavatelem bude prováděno způsobem uvedeným v informacích o ochraně osobních údajů získaných v rámci zadávacího řízení (</w:t>
      </w:r>
      <w:r>
        <w:rPr>
          <w:rFonts w:ascii="Palatino Linotype" w:hAnsi="Palatino Linotype"/>
          <w:sz w:val="20"/>
          <w:szCs w:val="20"/>
        </w:rPr>
        <w:t>viz dokument</w:t>
      </w:r>
      <w:r w:rsidRPr="007E0F85">
        <w:rPr>
          <w:rFonts w:ascii="Palatino Linotype" w:hAnsi="Palatino Linotype"/>
          <w:sz w:val="20"/>
          <w:szCs w:val="20"/>
        </w:rPr>
        <w:t xml:space="preserve"> „Informace o zpracování osobních údajů“), které jsou součástí zadávací dokumentace. </w:t>
      </w:r>
      <w:r>
        <w:rPr>
          <w:rFonts w:ascii="Palatino Linotype" w:hAnsi="Palatino Linotype"/>
          <w:sz w:val="20"/>
          <w:szCs w:val="20"/>
        </w:rPr>
        <w:t>Účastník zadávacího řízení se zavazuje, že pokud uvádí</w:t>
      </w:r>
      <w:r w:rsidRPr="007E0F85">
        <w:rPr>
          <w:rFonts w:ascii="Palatino Linotype" w:hAnsi="Palatino Linotype"/>
          <w:sz w:val="20"/>
          <w:szCs w:val="20"/>
        </w:rPr>
        <w:t xml:space="preserve"> v nabídce osobní údaje, seznámí subjekty těchto osobních údajů s Informacemi o zpracování osobních údajů.</w:t>
      </w:r>
    </w:p>
    <w:p w14:paraId="510B39FC" w14:textId="77777777" w:rsidR="00ED59DC" w:rsidRPr="009D313F" w:rsidRDefault="00ED59D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C4202C3" w14:textId="77777777" w:rsidR="006C745B" w:rsidRDefault="006C745B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3B70F045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76BE639A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0FFF14D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75D8CF3E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1993672D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304B2697" w14:textId="77777777" w:rsidR="00EC29B4" w:rsidRPr="00496A96" w:rsidRDefault="00EC29B4" w:rsidP="00EC29B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172AC0E9" w14:textId="77777777" w:rsidR="00F46930" w:rsidRPr="009D313F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0E5ECEB6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62CD62F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121C082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6E32998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sectPr w:rsidR="00F46930" w:rsidSect="00ED59D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5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9667C" w14:textId="77777777" w:rsidR="0027172D" w:rsidRDefault="0027172D">
      <w:r>
        <w:separator/>
      </w:r>
    </w:p>
  </w:endnote>
  <w:endnote w:type="continuationSeparator" w:id="0">
    <w:p w14:paraId="3FC05F7E" w14:textId="77777777" w:rsidR="0027172D" w:rsidRDefault="0027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 CE Black">
    <w:altName w:val="Arial Black"/>
    <w:panose1 w:val="020B06040202020202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87494" w14:textId="77777777" w:rsidR="00B02C0F" w:rsidRPr="00460C4D" w:rsidRDefault="00B02C0F" w:rsidP="00B02C0F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35ED3F16" w14:textId="76D0A033" w:rsidR="00B02C0F" w:rsidRDefault="00B02C0F" w:rsidP="00B02C0F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                                                              </w:t>
    </w:r>
    <w:r w:rsidR="00ED59DC">
      <w:rPr>
        <w:rFonts w:ascii="Palatino Linotype" w:hAnsi="Palatino Linotype"/>
        <w:i/>
        <w:sz w:val="16"/>
        <w:szCs w:val="16"/>
      </w:rPr>
      <w:t xml:space="preserve">                        </w:t>
    </w:r>
    <w:r>
      <w:rPr>
        <w:rFonts w:ascii="Palatino Linotype" w:hAnsi="Palatino Linotype"/>
        <w:i/>
        <w:sz w:val="16"/>
        <w:szCs w:val="16"/>
      </w:rPr>
      <w:t xml:space="preserve">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A71286">
      <w:rPr>
        <w:rStyle w:val="slostrnky"/>
        <w:rFonts w:ascii="Palatino Linotype" w:hAnsi="Palatino Linotype"/>
        <w:b/>
        <w:noProof/>
        <w:sz w:val="20"/>
        <w:szCs w:val="16"/>
      </w:rPr>
      <w:t>5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91B2C" w14:textId="77777777" w:rsidR="00460C4D" w:rsidRPr="00460C4D" w:rsidRDefault="00460C4D" w:rsidP="00460C4D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5004628A" w14:textId="33A48429" w:rsidR="00460C4D" w:rsidRDefault="00460C4D" w:rsidP="00460C4D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</w:t>
    </w:r>
    <w:r w:rsidR="00D74173">
      <w:rPr>
        <w:rFonts w:ascii="Palatino Linotype" w:hAnsi="Palatino Linotype"/>
        <w:i/>
        <w:sz w:val="16"/>
        <w:szCs w:val="16"/>
      </w:rPr>
      <w:t xml:space="preserve">             </w:t>
    </w:r>
    <w:r>
      <w:rPr>
        <w:rFonts w:ascii="Palatino Linotype" w:hAnsi="Palatino Linotype"/>
        <w:i/>
        <w:sz w:val="16"/>
        <w:szCs w:val="16"/>
      </w:rPr>
      <w:t xml:space="preserve">                                                </w:t>
    </w:r>
    <w:r w:rsidR="00ED59DC">
      <w:rPr>
        <w:rFonts w:ascii="Palatino Linotype" w:hAnsi="Palatino Linotype"/>
        <w:i/>
        <w:sz w:val="16"/>
        <w:szCs w:val="16"/>
      </w:rPr>
      <w:t xml:space="preserve">                         </w:t>
    </w:r>
    <w:r>
      <w:rPr>
        <w:rFonts w:ascii="Palatino Linotype" w:hAnsi="Palatino Linotype"/>
        <w:i/>
        <w:sz w:val="16"/>
        <w:szCs w:val="16"/>
      </w:rPr>
      <w:t xml:space="preserve">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A71286">
      <w:rPr>
        <w:rStyle w:val="slostrnky"/>
        <w:rFonts w:ascii="Palatino Linotype" w:hAnsi="Palatino Linotype"/>
        <w:b/>
        <w:noProof/>
        <w:sz w:val="20"/>
        <w:szCs w:val="16"/>
      </w:rPr>
      <w:t>1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7BFED" w14:textId="77777777" w:rsidR="0027172D" w:rsidRDefault="0027172D">
      <w:r>
        <w:separator/>
      </w:r>
    </w:p>
  </w:footnote>
  <w:footnote w:type="continuationSeparator" w:id="0">
    <w:p w14:paraId="6BF4F08B" w14:textId="77777777" w:rsidR="0027172D" w:rsidRDefault="00271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84796" w14:textId="6DE68843" w:rsidR="00ED59DC" w:rsidRPr="00AC4828" w:rsidRDefault="00AC4828" w:rsidP="00ED59DC">
    <w:pPr>
      <w:pStyle w:val="Zhlav"/>
      <w:pBdr>
        <w:bottom w:val="single" w:sz="12" w:space="1" w:color="auto"/>
      </w:pBdr>
      <w:spacing w:before="40"/>
      <w:rPr>
        <w:rFonts w:ascii="Arial MT CE Black" w:hAnsi="Arial MT CE Blac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AC4828">
      <w:rPr>
        <w:rFonts w:ascii="Arial MT CE Black" w:hAnsi="Arial MT CE Black"/>
        <w:noProof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anchor distT="0" distB="0" distL="114300" distR="114300" simplePos="0" relativeHeight="251661312" behindDoc="0" locked="0" layoutInCell="1" allowOverlap="1" wp14:anchorId="1EAF77D1" wp14:editId="34D5172A">
          <wp:simplePos x="0" y="0"/>
          <wp:positionH relativeFrom="column">
            <wp:posOffset>4699000</wp:posOffset>
          </wp:positionH>
          <wp:positionV relativeFrom="paragraph">
            <wp:posOffset>73660</wp:posOffset>
          </wp:positionV>
          <wp:extent cx="929005" cy="597535"/>
          <wp:effectExtent l="0" t="0" r="4445" b="0"/>
          <wp:wrapSquare wrapText="bothSides"/>
          <wp:docPr id="4" name="obrázek 4" descr="nemoc_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_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4828">
      <w:rPr>
        <w:rFonts w:ascii="Arial MT CE Black" w:hAnsi="Arial MT CE Black"/>
        <w:noProof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 wp14:anchorId="6FEA5067" wp14:editId="1A8ADB95">
          <wp:extent cx="914400" cy="580390"/>
          <wp:effectExtent l="0" t="0" r="0" b="0"/>
          <wp:docPr id="1" name="obrázek 1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59DC" w:rsidRPr="00AC4828">
      <w:rPr>
        <w:rFonts w:ascii="Arial MT CE Black" w:hAnsi="Arial MT CE Blac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</w:t>
    </w:r>
  </w:p>
  <w:p w14:paraId="4DC6645D" w14:textId="77777777" w:rsidR="003C2C63" w:rsidRPr="003C2C63" w:rsidRDefault="003C2C63" w:rsidP="00ED59DC">
    <w:pPr>
      <w:pStyle w:val="Zhlav"/>
      <w:pBdr>
        <w:bottom w:val="single" w:sz="12" w:space="1" w:color="auto"/>
      </w:pBdr>
      <w:spacing w:before="40"/>
      <w:jc w:val="center"/>
      <w:rPr>
        <w:rFonts w:ascii="Palatino Linotype" w:hAnsi="Palatino Linotype" w:cs="Arial"/>
        <w:i/>
        <w:sz w:val="10"/>
        <w:szCs w:val="10"/>
      </w:rPr>
    </w:pPr>
  </w:p>
  <w:p w14:paraId="3ADF3A9B" w14:textId="32DFC647" w:rsidR="00ED59DC" w:rsidRPr="00AC4828" w:rsidRDefault="00ED59DC" w:rsidP="00ED59DC">
    <w:pPr>
      <w:pStyle w:val="Zhlav"/>
      <w:pBdr>
        <w:bottom w:val="single" w:sz="12" w:space="1" w:color="auto"/>
      </w:pBdr>
      <w:spacing w:before="40"/>
      <w:jc w:val="center"/>
      <w:rPr>
        <w:rFonts w:ascii="Palatino Linotype" w:hAnsi="Palatino Linotype" w:cs="Arial"/>
        <w:i/>
        <w:sz w:val="18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A569D1">
      <w:rPr>
        <w:rFonts w:ascii="Palatino Linotype" w:hAnsi="Palatino Linotype" w:cs="Arial"/>
        <w:i/>
        <w:sz w:val="18"/>
        <w:szCs w:val="16"/>
      </w:rPr>
      <w:t>„</w:t>
    </w:r>
    <w:r>
      <w:rPr>
        <w:rFonts w:ascii="Palatino Linotype" w:hAnsi="Palatino Linotype" w:cs="Arial"/>
        <w:i/>
        <w:sz w:val="18"/>
        <w:szCs w:val="16"/>
      </w:rPr>
      <w:t>Úklidové služby“</w:t>
    </w:r>
  </w:p>
  <w:p w14:paraId="20D8227A" w14:textId="77777777" w:rsidR="00ED59DC" w:rsidRDefault="00ED59DC" w:rsidP="00ED59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8A73D" w14:textId="74E3FC76" w:rsidR="00ED59DC" w:rsidRPr="00AC4828" w:rsidRDefault="00AC4828" w:rsidP="00ED59DC">
    <w:pPr>
      <w:pStyle w:val="Zhlav"/>
      <w:pBdr>
        <w:bottom w:val="single" w:sz="12" w:space="1" w:color="auto"/>
      </w:pBdr>
      <w:spacing w:before="40"/>
      <w:rPr>
        <w:rFonts w:ascii="Arial MT CE Black" w:hAnsi="Arial MT CE Blac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AC4828">
      <w:rPr>
        <w:rFonts w:ascii="Arial MT CE Black" w:hAnsi="Arial MT CE Black"/>
        <w:noProof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anchor distT="0" distB="0" distL="114300" distR="114300" simplePos="0" relativeHeight="251659264" behindDoc="0" locked="0" layoutInCell="1" allowOverlap="1" wp14:anchorId="045BBDD3" wp14:editId="7F838DCD">
          <wp:simplePos x="0" y="0"/>
          <wp:positionH relativeFrom="column">
            <wp:posOffset>4699000</wp:posOffset>
          </wp:positionH>
          <wp:positionV relativeFrom="paragraph">
            <wp:posOffset>73660</wp:posOffset>
          </wp:positionV>
          <wp:extent cx="929005" cy="597535"/>
          <wp:effectExtent l="0" t="0" r="4445" b="0"/>
          <wp:wrapSquare wrapText="bothSides"/>
          <wp:docPr id="3" name="obrázek 2" descr="nemoc_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moc_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4828">
      <w:rPr>
        <w:rFonts w:ascii="Arial MT CE Black" w:hAnsi="Arial MT CE Black"/>
        <w:noProof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 wp14:anchorId="36C2BFDA" wp14:editId="6F1D7611">
          <wp:extent cx="914400" cy="580390"/>
          <wp:effectExtent l="0" t="0" r="0" b="0"/>
          <wp:docPr id="2" name="obrázek 2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59DC" w:rsidRPr="00AC4828">
      <w:rPr>
        <w:rFonts w:ascii="Arial MT CE Black" w:hAnsi="Arial MT CE Blac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</w:t>
    </w:r>
  </w:p>
  <w:p w14:paraId="27604264" w14:textId="77777777" w:rsidR="003C2C63" w:rsidRPr="003C2C63" w:rsidRDefault="003C2C63" w:rsidP="00ED59DC">
    <w:pPr>
      <w:pStyle w:val="Zhlav"/>
      <w:pBdr>
        <w:bottom w:val="single" w:sz="12" w:space="1" w:color="auto"/>
      </w:pBdr>
      <w:spacing w:before="40"/>
      <w:jc w:val="center"/>
      <w:rPr>
        <w:rFonts w:ascii="Palatino Linotype" w:hAnsi="Palatino Linotype" w:cs="Arial"/>
        <w:i/>
        <w:sz w:val="10"/>
        <w:szCs w:val="10"/>
      </w:rPr>
    </w:pPr>
  </w:p>
  <w:p w14:paraId="3E248509" w14:textId="78E9409A" w:rsidR="00ED59DC" w:rsidRPr="00AC4828" w:rsidRDefault="00ED59DC" w:rsidP="00ED59DC">
    <w:pPr>
      <w:pStyle w:val="Zhlav"/>
      <w:pBdr>
        <w:bottom w:val="single" w:sz="12" w:space="1" w:color="auto"/>
      </w:pBdr>
      <w:spacing w:before="40"/>
      <w:jc w:val="center"/>
      <w:rPr>
        <w:rFonts w:ascii="Palatino Linotype" w:hAnsi="Palatino Linotype" w:cs="Arial"/>
        <w:i/>
        <w:sz w:val="18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A569D1">
      <w:rPr>
        <w:rFonts w:ascii="Palatino Linotype" w:hAnsi="Palatino Linotype" w:cs="Arial"/>
        <w:i/>
        <w:sz w:val="18"/>
        <w:szCs w:val="16"/>
      </w:rPr>
      <w:t>„</w:t>
    </w:r>
    <w:r>
      <w:rPr>
        <w:rFonts w:ascii="Palatino Linotype" w:hAnsi="Palatino Linotype" w:cs="Arial"/>
        <w:i/>
        <w:sz w:val="18"/>
        <w:szCs w:val="16"/>
      </w:rPr>
      <w:t>Úklidové služby“</w:t>
    </w:r>
  </w:p>
  <w:p w14:paraId="1A1074C1" w14:textId="77777777" w:rsidR="00ED59DC" w:rsidRDefault="00ED59DC" w:rsidP="00ED59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D1C65"/>
    <w:multiLevelType w:val="multilevel"/>
    <w:tmpl w:val="E6E09F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440"/>
      </w:pPr>
      <w:rPr>
        <w:rFonts w:hint="default"/>
      </w:rPr>
    </w:lvl>
  </w:abstractNum>
  <w:abstractNum w:abstractNumId="1" w15:restartNumberingAfterBreak="0">
    <w:nsid w:val="11EE7D8D"/>
    <w:multiLevelType w:val="hybridMultilevel"/>
    <w:tmpl w:val="C59ECD90"/>
    <w:lvl w:ilvl="0" w:tplc="A4D03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B971D01"/>
    <w:multiLevelType w:val="hybridMultilevel"/>
    <w:tmpl w:val="BF22115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722D2"/>
    <w:multiLevelType w:val="hybridMultilevel"/>
    <w:tmpl w:val="ED3CB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73C03"/>
    <w:multiLevelType w:val="hybridMultilevel"/>
    <w:tmpl w:val="690C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41451E4"/>
    <w:multiLevelType w:val="hybridMultilevel"/>
    <w:tmpl w:val="36FCAF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FF7111"/>
    <w:multiLevelType w:val="hybridMultilevel"/>
    <w:tmpl w:val="D5A0E0F8"/>
    <w:lvl w:ilvl="0" w:tplc="36C0AAB4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10" w15:restartNumberingAfterBreak="0">
    <w:nsid w:val="2AD3109D"/>
    <w:multiLevelType w:val="hybridMultilevel"/>
    <w:tmpl w:val="CD026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41DBC"/>
    <w:multiLevelType w:val="hybridMultilevel"/>
    <w:tmpl w:val="6D98CF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943AD"/>
    <w:multiLevelType w:val="hybridMultilevel"/>
    <w:tmpl w:val="C6428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F6D00"/>
    <w:multiLevelType w:val="hybridMultilevel"/>
    <w:tmpl w:val="C2BEA39C"/>
    <w:lvl w:ilvl="0" w:tplc="9D02F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E30129"/>
    <w:multiLevelType w:val="multilevel"/>
    <w:tmpl w:val="8BEE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800351A"/>
    <w:multiLevelType w:val="multilevel"/>
    <w:tmpl w:val="3F8651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66F6D14"/>
    <w:multiLevelType w:val="multilevel"/>
    <w:tmpl w:val="F3A0EE66"/>
    <w:lvl w:ilvl="0">
      <w:start w:val="13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20" w:hanging="6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6785181"/>
    <w:multiLevelType w:val="hybridMultilevel"/>
    <w:tmpl w:val="EB3290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700"/>
    <w:multiLevelType w:val="hybridMultilevel"/>
    <w:tmpl w:val="7C9047F0"/>
    <w:lvl w:ilvl="0" w:tplc="9D02F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18"/>
  </w:num>
  <w:num w:numId="8">
    <w:abstractNumId w:val="1"/>
  </w:num>
  <w:num w:numId="9">
    <w:abstractNumId w:val="17"/>
  </w:num>
  <w:num w:numId="10">
    <w:abstractNumId w:val="2"/>
  </w:num>
  <w:num w:numId="11">
    <w:abstractNumId w:val="16"/>
  </w:num>
  <w:num w:numId="12">
    <w:abstractNumId w:val="23"/>
  </w:num>
  <w:num w:numId="13">
    <w:abstractNumId w:val="22"/>
  </w:num>
  <w:num w:numId="14">
    <w:abstractNumId w:val="7"/>
  </w:num>
  <w:num w:numId="15">
    <w:abstractNumId w:val="12"/>
  </w:num>
  <w:num w:numId="16">
    <w:abstractNumId w:val="6"/>
  </w:num>
  <w:num w:numId="17">
    <w:abstractNumId w:val="13"/>
  </w:num>
  <w:num w:numId="18">
    <w:abstractNumId w:val="21"/>
  </w:num>
  <w:num w:numId="19">
    <w:abstractNumId w:val="3"/>
  </w:num>
  <w:num w:numId="20">
    <w:abstractNumId w:val="9"/>
  </w:num>
  <w:num w:numId="21">
    <w:abstractNumId w:val="8"/>
  </w:num>
  <w:num w:numId="22">
    <w:abstractNumId w:val="20"/>
  </w:num>
  <w:num w:numId="23">
    <w:abstractNumId w:val="0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930"/>
    <w:rsid w:val="0005677A"/>
    <w:rsid w:val="00063784"/>
    <w:rsid w:val="00071B24"/>
    <w:rsid w:val="0008640F"/>
    <w:rsid w:val="000912E7"/>
    <w:rsid w:val="00095DF7"/>
    <w:rsid w:val="00097782"/>
    <w:rsid w:val="000D239C"/>
    <w:rsid w:val="000E15CD"/>
    <w:rsid w:val="00111EF6"/>
    <w:rsid w:val="00136326"/>
    <w:rsid w:val="00141AC3"/>
    <w:rsid w:val="00143893"/>
    <w:rsid w:val="00177338"/>
    <w:rsid w:val="001A1186"/>
    <w:rsid w:val="001A5942"/>
    <w:rsid w:val="001B080D"/>
    <w:rsid w:val="001C0C90"/>
    <w:rsid w:val="001C49EC"/>
    <w:rsid w:val="001E4395"/>
    <w:rsid w:val="001F4E93"/>
    <w:rsid w:val="00200675"/>
    <w:rsid w:val="00202EFA"/>
    <w:rsid w:val="00215461"/>
    <w:rsid w:val="002255E6"/>
    <w:rsid w:val="00241EC7"/>
    <w:rsid w:val="0027172D"/>
    <w:rsid w:val="00286D3F"/>
    <w:rsid w:val="0029423A"/>
    <w:rsid w:val="002B15AD"/>
    <w:rsid w:val="002C1A5D"/>
    <w:rsid w:val="002C3D76"/>
    <w:rsid w:val="002E4D51"/>
    <w:rsid w:val="002F71AB"/>
    <w:rsid w:val="00302626"/>
    <w:rsid w:val="00306721"/>
    <w:rsid w:val="0039259F"/>
    <w:rsid w:val="003A23AF"/>
    <w:rsid w:val="003A68BC"/>
    <w:rsid w:val="003C2C63"/>
    <w:rsid w:val="00401EA1"/>
    <w:rsid w:val="00411B31"/>
    <w:rsid w:val="00460C4D"/>
    <w:rsid w:val="00472BB1"/>
    <w:rsid w:val="004B0EDF"/>
    <w:rsid w:val="00510684"/>
    <w:rsid w:val="0051601C"/>
    <w:rsid w:val="00523F51"/>
    <w:rsid w:val="005528A6"/>
    <w:rsid w:val="005650B9"/>
    <w:rsid w:val="005751B6"/>
    <w:rsid w:val="005A519A"/>
    <w:rsid w:val="005F3183"/>
    <w:rsid w:val="00605C53"/>
    <w:rsid w:val="0061365A"/>
    <w:rsid w:val="00646B39"/>
    <w:rsid w:val="00681067"/>
    <w:rsid w:val="00684BAF"/>
    <w:rsid w:val="00685FCB"/>
    <w:rsid w:val="00691A1F"/>
    <w:rsid w:val="006A7B67"/>
    <w:rsid w:val="006C745B"/>
    <w:rsid w:val="00753D29"/>
    <w:rsid w:val="007932BB"/>
    <w:rsid w:val="00794734"/>
    <w:rsid w:val="007A6345"/>
    <w:rsid w:val="007C46DE"/>
    <w:rsid w:val="00872218"/>
    <w:rsid w:val="00881C0F"/>
    <w:rsid w:val="008974DE"/>
    <w:rsid w:val="0089799F"/>
    <w:rsid w:val="008D4612"/>
    <w:rsid w:val="0091109A"/>
    <w:rsid w:val="00915AE2"/>
    <w:rsid w:val="00923E08"/>
    <w:rsid w:val="009611B5"/>
    <w:rsid w:val="0097043F"/>
    <w:rsid w:val="0097479B"/>
    <w:rsid w:val="009A46C6"/>
    <w:rsid w:val="009D313F"/>
    <w:rsid w:val="00A174DF"/>
    <w:rsid w:val="00A22C18"/>
    <w:rsid w:val="00A25552"/>
    <w:rsid w:val="00A34072"/>
    <w:rsid w:val="00A65122"/>
    <w:rsid w:val="00A65131"/>
    <w:rsid w:val="00A66B37"/>
    <w:rsid w:val="00A71286"/>
    <w:rsid w:val="00A716DD"/>
    <w:rsid w:val="00AA2476"/>
    <w:rsid w:val="00AC2019"/>
    <w:rsid w:val="00AC4196"/>
    <w:rsid w:val="00AC4828"/>
    <w:rsid w:val="00AD17F4"/>
    <w:rsid w:val="00AF21A9"/>
    <w:rsid w:val="00B02C0F"/>
    <w:rsid w:val="00B52091"/>
    <w:rsid w:val="00B57AB4"/>
    <w:rsid w:val="00B66C0F"/>
    <w:rsid w:val="00B70896"/>
    <w:rsid w:val="00B718D3"/>
    <w:rsid w:val="00BB1B42"/>
    <w:rsid w:val="00BB54F2"/>
    <w:rsid w:val="00BC28B6"/>
    <w:rsid w:val="00BE3BB8"/>
    <w:rsid w:val="00BE43D7"/>
    <w:rsid w:val="00BF7D46"/>
    <w:rsid w:val="00C01BF7"/>
    <w:rsid w:val="00C11A8B"/>
    <w:rsid w:val="00C2794D"/>
    <w:rsid w:val="00C366D1"/>
    <w:rsid w:val="00C52548"/>
    <w:rsid w:val="00CA558B"/>
    <w:rsid w:val="00CC06D2"/>
    <w:rsid w:val="00CD425F"/>
    <w:rsid w:val="00D2331A"/>
    <w:rsid w:val="00D37477"/>
    <w:rsid w:val="00D4122A"/>
    <w:rsid w:val="00D52B27"/>
    <w:rsid w:val="00D74173"/>
    <w:rsid w:val="00DC39C1"/>
    <w:rsid w:val="00DE7254"/>
    <w:rsid w:val="00E14FBC"/>
    <w:rsid w:val="00E303BB"/>
    <w:rsid w:val="00E3323A"/>
    <w:rsid w:val="00E445BA"/>
    <w:rsid w:val="00E6067E"/>
    <w:rsid w:val="00EB09C3"/>
    <w:rsid w:val="00EB4EEC"/>
    <w:rsid w:val="00EC29B4"/>
    <w:rsid w:val="00ED02F6"/>
    <w:rsid w:val="00ED59DC"/>
    <w:rsid w:val="00EE3130"/>
    <w:rsid w:val="00EF5BDD"/>
    <w:rsid w:val="00F03FA3"/>
    <w:rsid w:val="00F071BA"/>
    <w:rsid w:val="00F1077E"/>
    <w:rsid w:val="00F31D3C"/>
    <w:rsid w:val="00F402B2"/>
    <w:rsid w:val="00F46052"/>
    <w:rsid w:val="00F46930"/>
    <w:rsid w:val="00F56760"/>
    <w:rsid w:val="00F772F6"/>
    <w:rsid w:val="00F8595A"/>
    <w:rsid w:val="00F9065F"/>
    <w:rsid w:val="00FA5537"/>
    <w:rsid w:val="00FB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EAFEB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4693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Zkladntext3">
    <w:name w:val="Body Text 3"/>
    <w:basedOn w:val="Normln"/>
    <w:link w:val="Zkladntext3Char"/>
    <w:rsid w:val="00F46930"/>
    <w:pPr>
      <w:spacing w:line="300" w:lineRule="exact"/>
      <w:jc w:val="both"/>
    </w:pPr>
    <w:rPr>
      <w:rFonts w:ascii="Arial" w:hAnsi="Arial" w:cs="Arial"/>
    </w:rPr>
  </w:style>
  <w:style w:type="character" w:customStyle="1" w:styleId="Zkladntext3Char">
    <w:name w:val="Základní text 3 Char"/>
    <w:basedOn w:val="Standardnpsmoodstavce"/>
    <w:link w:val="Zkladntext3"/>
    <w:rsid w:val="00F46930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qFormat/>
    <w:rsid w:val="00F46930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F4693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46930"/>
    <w:rPr>
      <w:sz w:val="24"/>
      <w:szCs w:val="24"/>
    </w:rPr>
  </w:style>
  <w:style w:type="paragraph" w:styleId="Textbubliny">
    <w:name w:val="Balloon Text"/>
    <w:basedOn w:val="Normln"/>
    <w:link w:val="TextbublinyChar"/>
    <w:rsid w:val="000977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97782"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rsid w:val="00097782"/>
    <w:pPr>
      <w:tabs>
        <w:tab w:val="num" w:pos="425"/>
      </w:tabs>
      <w:ind w:left="425" w:hanging="425"/>
      <w:jc w:val="both"/>
      <w:outlineLvl w:val="8"/>
    </w:pPr>
    <w:rPr>
      <w:szCs w:val="20"/>
    </w:rPr>
  </w:style>
  <w:style w:type="character" w:customStyle="1" w:styleId="ZhlavChar">
    <w:name w:val="Záhlaví Char"/>
    <w:link w:val="Zhlav"/>
    <w:uiPriority w:val="99"/>
    <w:locked/>
    <w:rsid w:val="00BB54F2"/>
    <w:rPr>
      <w:sz w:val="24"/>
      <w:szCs w:val="24"/>
    </w:rPr>
  </w:style>
  <w:style w:type="paragraph" w:styleId="Normlnweb">
    <w:name w:val="Normal (Web)"/>
    <w:basedOn w:val="Normln"/>
    <w:uiPriority w:val="99"/>
    <w:rsid w:val="00BB54F2"/>
    <w:pPr>
      <w:spacing w:before="100" w:beforeAutospacing="1" w:after="100" w:afterAutospacing="1"/>
    </w:pPr>
  </w:style>
  <w:style w:type="character" w:styleId="slostrnky">
    <w:name w:val="page number"/>
    <w:basedOn w:val="Standardnpsmoodstavce"/>
    <w:rsid w:val="00460C4D"/>
  </w:style>
  <w:style w:type="character" w:styleId="Odkaznakoment">
    <w:name w:val="annotation reference"/>
    <w:basedOn w:val="Standardnpsmoodstavce"/>
    <w:rsid w:val="00095DF7"/>
    <w:rPr>
      <w:sz w:val="18"/>
      <w:szCs w:val="18"/>
    </w:rPr>
  </w:style>
  <w:style w:type="paragraph" w:styleId="Textkomente">
    <w:name w:val="annotation text"/>
    <w:basedOn w:val="Normln"/>
    <w:link w:val="TextkomenteChar"/>
    <w:rsid w:val="00095DF7"/>
  </w:style>
  <w:style w:type="character" w:customStyle="1" w:styleId="TextkomenteChar">
    <w:name w:val="Text komentáře Char"/>
    <w:basedOn w:val="Standardnpsmoodstavce"/>
    <w:link w:val="Textkomente"/>
    <w:rsid w:val="00095DF7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095DF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rsid w:val="00095DF7"/>
    <w:rPr>
      <w:b/>
      <w:bCs/>
      <w:sz w:val="24"/>
      <w:szCs w:val="24"/>
    </w:rPr>
  </w:style>
  <w:style w:type="paragraph" w:customStyle="1" w:styleId="1nadpis">
    <w:name w:val="1nadpis"/>
    <w:basedOn w:val="Normln"/>
    <w:qFormat/>
    <w:rsid w:val="00ED59DC"/>
    <w:pPr>
      <w:keepNext/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D59DC"/>
    <w:pPr>
      <w:numPr>
        <w:ilvl w:val="1"/>
        <w:numId w:val="24"/>
      </w:numPr>
      <w:tabs>
        <w:tab w:val="num" w:pos="360"/>
      </w:tabs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ED59DC"/>
    <w:pPr>
      <w:numPr>
        <w:ilvl w:val="2"/>
        <w:numId w:val="2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ED59DC"/>
    <w:pPr>
      <w:numPr>
        <w:ilvl w:val="3"/>
        <w:numId w:val="24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styleId="Zkladntext">
    <w:name w:val="Body Text"/>
    <w:basedOn w:val="Normln"/>
    <w:link w:val="ZkladntextChar"/>
    <w:semiHidden/>
    <w:unhideWhenUsed/>
    <w:rsid w:val="00ED59D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ED59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li&#353;ka%20Kud&#283;lkov&#225;\AppData\Roaming\Microsoft\&#352;ablony\S-Invest%20hlav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723BE3D41F70419CA45C4B78CA58F7" ma:contentTypeVersion="12" ma:contentTypeDescription="Vytvoří nový dokument" ma:contentTypeScope="" ma:versionID="bc796229d7941a7e679f36cc954226b9">
  <xsd:schema xmlns:xsd="http://www.w3.org/2001/XMLSchema" xmlns:xs="http://www.w3.org/2001/XMLSchema" xmlns:p="http://schemas.microsoft.com/office/2006/metadata/properties" xmlns:ns2="dd44f18e-5df9-442b-a475-5962878c3dfc" xmlns:ns3="4cc1ea81-3f73-4be6-bc93-a6df2446c352" targetNamespace="http://schemas.microsoft.com/office/2006/metadata/properties" ma:root="true" ma:fieldsID="d29e17349453551dcc1a5291b24124bc" ns2:_="" ns3:_="">
    <xsd:import namespace="dd44f18e-5df9-442b-a475-5962878c3dfc"/>
    <xsd:import namespace="4cc1ea81-3f73-4be6-bc93-a6df2446c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4f18e-5df9-442b-a475-5962878c3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1ea81-3f73-4be6-bc93-a6df2446c3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669F68-5DD8-40EC-B847-F6919ECCB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83C34-DF90-48D6-9E45-3EDF7BB86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4f18e-5df9-442b-a475-5962878c3dfc"/>
    <ds:schemaRef ds:uri="4cc1ea81-3f73-4be6-bc93-a6df2446c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C30564-3781-47C0-BE83-38CE17DACE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C:\Users\Eliška Kudělková\AppData\Roaming\Microsoft\Šablony\S-Invest hlav.dot</Template>
  <TotalTime>1</TotalTime>
  <Pages>5</Pages>
  <Words>1103</Words>
  <Characters>7289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S-Invest CZ s.r.o.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Jiří Kudělka</cp:lastModifiedBy>
  <cp:revision>3</cp:revision>
  <cp:lastPrinted>2020-02-25T13:22:00Z</cp:lastPrinted>
  <dcterms:created xsi:type="dcterms:W3CDTF">2020-02-25T13:22:00Z</dcterms:created>
  <dcterms:modified xsi:type="dcterms:W3CDTF">2020-02-25T13:22:00Z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malikova.marketa@kr-jihomoravsky.cz</vt:lpwstr>
  </property>
  <property fmtid="{D5CDD505-2E9C-101B-9397-08002B2CF9AE}" pid="5" name="MSIP_Label_690ebb53-23a2-471a-9c6e-17bd0d11311e_SetDate">
    <vt:lpwstr>2020-02-05T09:57:27.0493157Z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0x010100C9723BE3D41F70419CA45C4B78CA58F7</vt:lpwstr>
  </property>
</Properties>
</file>