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D9403" w14:textId="77777777" w:rsidR="006F6E17" w:rsidRDefault="006F6E17" w:rsidP="006F6E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6F65BA">
        <w:rPr>
          <w:rFonts w:ascii="Times New Roman" w:hAnsi="Times New Roman"/>
          <w:b/>
          <w:sz w:val="24"/>
          <w:szCs w:val="24"/>
        </w:rPr>
        <w:t xml:space="preserve">p. zn. </w:t>
      </w:r>
      <w:r>
        <w:rPr>
          <w:rFonts w:ascii="Times New Roman" w:hAnsi="Times New Roman"/>
          <w:b/>
          <w:noProof/>
          <w:sz w:val="28"/>
          <w:szCs w:val="28"/>
        </w:rPr>
        <w:t>00000</w:t>
      </w:r>
      <w:r w:rsidRPr="006F65BA">
        <w:rPr>
          <w:rFonts w:ascii="Times New Roman" w:hAnsi="Times New Roman"/>
          <w:b/>
          <w:sz w:val="24"/>
          <w:szCs w:val="24"/>
        </w:rPr>
        <w:t>/</w:t>
      </w:r>
      <w:r w:rsidRPr="006F65BA">
        <w:rPr>
          <w:rFonts w:ascii="Times New Roman" w:hAnsi="Times New Roman"/>
          <w:b/>
        </w:rPr>
        <w:t>2022</w:t>
      </w:r>
    </w:p>
    <w:p w14:paraId="46041340" w14:textId="77777777" w:rsidR="006F6E17" w:rsidRDefault="006F6E17" w:rsidP="006F6E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93A">
        <w:rPr>
          <w:rFonts w:ascii="Times New Roman" w:hAnsi="Times New Roman"/>
          <w:b/>
          <w:sz w:val="24"/>
          <w:szCs w:val="24"/>
        </w:rPr>
        <w:t>FINANČNÍ VYPOŘÁDÁNÍ DOTACE</w:t>
      </w:r>
    </w:p>
    <w:p w14:paraId="25636820" w14:textId="77777777" w:rsidR="006F6E17" w:rsidRPr="00D7341E" w:rsidRDefault="006F6E17" w:rsidP="006F6E17">
      <w:pPr>
        <w:spacing w:after="24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7341E">
        <w:rPr>
          <w:rFonts w:ascii="Times New Roman" w:hAnsi="Times New Roman"/>
          <w:b/>
          <w:sz w:val="20"/>
          <w:szCs w:val="20"/>
        </w:rPr>
        <w:t xml:space="preserve">(verze v excelu ke stažení: </w:t>
      </w:r>
      <w:hyperlink r:id="rId6" w:history="1">
        <w:r w:rsidRPr="006F65BA">
          <w:rPr>
            <w:rStyle w:val="Hypertextovodkaz"/>
            <w:rFonts w:ascii="Times New Roman" w:hAnsi="Times New Roman"/>
            <w:b/>
            <w:sz w:val="20"/>
            <w:szCs w:val="20"/>
          </w:rPr>
          <w:t>ZDE</w:t>
        </w:r>
      </w:hyperlink>
      <w:r w:rsidRPr="00D7341E">
        <w:rPr>
          <w:rFonts w:ascii="Times New Roman" w:hAnsi="Times New Roman"/>
          <w:b/>
          <w:sz w:val="20"/>
          <w:szCs w:val="20"/>
        </w:rPr>
        <w:t>)</w:t>
      </w:r>
    </w:p>
    <w:tbl>
      <w:tblPr>
        <w:tblW w:w="9645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2"/>
        <w:gridCol w:w="1041"/>
        <w:gridCol w:w="1133"/>
        <w:gridCol w:w="488"/>
        <w:gridCol w:w="504"/>
        <w:gridCol w:w="996"/>
        <w:gridCol w:w="622"/>
        <w:gridCol w:w="654"/>
        <w:gridCol w:w="338"/>
        <w:gridCol w:w="1277"/>
        <w:gridCol w:w="1274"/>
        <w:gridCol w:w="6"/>
      </w:tblGrid>
      <w:tr w:rsidR="006F6E17" w:rsidRPr="00122D91" w14:paraId="1EAFF785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E6059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PŘÍJEMCE</w:t>
            </w:r>
          </w:p>
        </w:tc>
        <w:tc>
          <w:tcPr>
            <w:tcW w:w="566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33688" w14:textId="77777777" w:rsidR="006F6E17" w:rsidRPr="001D1698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  <w:b/>
                <w:bCs/>
              </w:rPr>
            </w:pPr>
            <w:r w:rsidRPr="00072683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obec 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</w:rPr>
              <w:t>XY</w:t>
            </w:r>
          </w:p>
        </w:tc>
      </w:tr>
      <w:tr w:rsidR="006F6E17" w:rsidRPr="00122D91" w14:paraId="08B143C0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7634F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IČO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9BE2B" w14:textId="77777777" w:rsidR="006F6E17" w:rsidRPr="00B57095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00000000</w:t>
            </w:r>
          </w:p>
        </w:tc>
      </w:tr>
      <w:tr w:rsidR="006F6E17" w:rsidRPr="00122D91" w14:paraId="59FCADCC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0E535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Nárok na odpočet DPH na vstupu*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5EE88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1B8">
              <w:rPr>
                <w:rFonts w:ascii="Times New Roman" w:hAnsi="Times New Roman"/>
                <w:szCs w:val="20"/>
              </w:rPr>
              <w:t xml:space="preserve">    </w:t>
            </w:r>
            <w:r w:rsidRPr="00B111B8">
              <w:rPr>
                <w:rFonts w:ascii="Times New Roman" w:hAnsi="Times New Roman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1B8">
              <w:rPr>
                <w:rFonts w:ascii="Times New Roman" w:hAnsi="Times New Roman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Cs w:val="20"/>
              </w:rPr>
            </w:r>
            <w:r>
              <w:rPr>
                <w:rFonts w:ascii="Times New Roman" w:hAnsi="Times New Roman"/>
                <w:szCs w:val="20"/>
              </w:rPr>
              <w:fldChar w:fldCharType="separate"/>
            </w:r>
            <w:r w:rsidRPr="00B111B8">
              <w:rPr>
                <w:rFonts w:ascii="Times New Roman" w:hAnsi="Times New Roman"/>
                <w:szCs w:val="20"/>
              </w:rPr>
              <w:fldChar w:fldCharType="end"/>
            </w:r>
            <w:r w:rsidRPr="00B111B8">
              <w:rPr>
                <w:rFonts w:ascii="Times New Roman" w:hAnsi="Times New Roman"/>
                <w:szCs w:val="20"/>
              </w:rPr>
              <w:t xml:space="preserve">  </w:t>
            </w:r>
            <w:r w:rsidRPr="00B57095">
              <w:rPr>
                <w:rFonts w:ascii="Times New Roman" w:hAnsi="Times New Roman"/>
                <w:b/>
              </w:rPr>
              <w:t>ANO</w:t>
            </w:r>
            <w:r w:rsidRPr="00B57095">
              <w:rPr>
                <w:rFonts w:ascii="Times New Roman" w:hAnsi="Times New Roman"/>
              </w:rPr>
              <w:t xml:space="preserve">     </w:t>
            </w:r>
            <w:r w:rsidRPr="00B57095">
              <w:rPr>
                <w:rFonts w:ascii="Times New Roman" w:hAnsi="Times New Roman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7095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B57095">
              <w:rPr>
                <w:rFonts w:ascii="Times New Roman" w:hAnsi="Times New Roman"/>
              </w:rPr>
              <w:fldChar w:fldCharType="end"/>
            </w:r>
            <w:r w:rsidRPr="00B57095">
              <w:rPr>
                <w:rFonts w:ascii="Times New Roman" w:hAnsi="Times New Roman"/>
                <w:b/>
              </w:rPr>
              <w:t xml:space="preserve"> NE</w:t>
            </w:r>
            <w:r w:rsidRPr="00B57095">
              <w:rPr>
                <w:rFonts w:ascii="Times New Roman" w:eastAsia="Calibri" w:hAnsi="Times New Roman" w:cs="Times New Roman"/>
              </w:rPr>
              <w:t xml:space="preserve">         ve výši:     %</w:t>
            </w:r>
          </w:p>
        </w:tc>
      </w:tr>
      <w:tr w:rsidR="006F6E17" w:rsidRPr="00122D91" w14:paraId="75CC8080" w14:textId="77777777" w:rsidTr="0050693F">
        <w:trPr>
          <w:gridAfter w:val="1"/>
          <w:wAfter w:w="6" w:type="dxa"/>
          <w:trHeight w:val="63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45582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dotačního programu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1335F" w14:textId="19369546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XXXXXXXXXX</w:t>
            </w:r>
          </w:p>
        </w:tc>
      </w:tr>
      <w:tr w:rsidR="006F6E17" w:rsidRPr="00122D91" w14:paraId="50D841CF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AA92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84AB5" w14:textId="77777777" w:rsidR="006F6E17" w:rsidRPr="00CB1944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dotační titul: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E029" w14:textId="6A888BE0" w:rsidR="006F6E17" w:rsidRPr="00122648" w:rsidRDefault="0050693F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xxx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8000" w14:textId="77777777" w:rsidR="006F6E17" w:rsidRPr="00CB1944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B19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č. smlouvy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6AA0" w14:textId="78681D06" w:rsidR="006F6E17" w:rsidRPr="00122648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JMK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111111</w:t>
            </w: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2X</w:t>
            </w:r>
            <w:r w:rsidRPr="00072683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/ORR</w:t>
            </w:r>
          </w:p>
        </w:tc>
      </w:tr>
      <w:tr w:rsidR="006F6E17" w:rsidRPr="00122D91" w14:paraId="64F49AE1" w14:textId="77777777" w:rsidTr="0050693F">
        <w:trPr>
          <w:gridAfter w:val="1"/>
          <w:wAfter w:w="6" w:type="dxa"/>
          <w:trHeight w:val="454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17932" w14:textId="77777777" w:rsidR="006F6E17" w:rsidRPr="00245D7B" w:rsidRDefault="006F6E17" w:rsidP="004147D8">
            <w:pPr>
              <w:suppressAutoHyphens/>
              <w:autoSpaceDN w:val="0"/>
              <w:spacing w:after="12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akce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32239" w14:textId="1B1551F2" w:rsidR="006F6E17" w:rsidRPr="000B4827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XXXXXX</w:t>
            </w:r>
          </w:p>
        </w:tc>
      </w:tr>
      <w:tr w:rsidR="006F6E17" w:rsidRPr="00122D91" w14:paraId="693DBF5A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6901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Celkové výdaje akce</w:t>
            </w:r>
          </w:p>
          <w:p w14:paraId="2632A0D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133D0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50693F" w14:paraId="330278A4" w14:textId="77777777" w:rsidTr="0050693F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75A950" w14:textId="77777777" w:rsidR="0050693F" w:rsidRDefault="0050693F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Výše dotace z rozpočtu JMK</w:t>
            </w:r>
          </w:p>
          <w:p w14:paraId="57ED541A" w14:textId="77777777" w:rsidR="0050693F" w:rsidRDefault="0050693F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C054D1" w14:textId="77777777" w:rsidR="0050693F" w:rsidRDefault="0050693F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toho investiční část dotace: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BAEE" w14:textId="20649536" w:rsidR="0050693F" w:rsidRDefault="0050693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xxxx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4A109B" w14:textId="77777777" w:rsidR="0050693F" w:rsidRDefault="0050693F">
            <w:pPr>
              <w:suppressAutoHyphens/>
              <w:autoSpaceDN w:val="0"/>
              <w:spacing w:after="0" w:line="240" w:lineRule="auto"/>
              <w:ind w:righ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z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toho neinvestiční část dotace: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6BE379" w14:textId="14445800" w:rsidR="0050693F" w:rsidRDefault="0050693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xxx</w:t>
            </w:r>
          </w:p>
        </w:tc>
      </w:tr>
      <w:tr w:rsidR="006F6E17" w:rsidRPr="00122D91" w14:paraId="0EA5E790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06038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 dotace vráceno</w:t>
            </w:r>
          </w:p>
          <w:p w14:paraId="51282886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 Kč):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770F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6F6E17" w:rsidRPr="00122D91" w14:paraId="765D52F9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13065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Prostředky vráceny na účet JMK dne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A453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6F6E17" w:rsidRPr="00122D91" w14:paraId="73C1F8F9" w14:textId="77777777" w:rsidTr="0050693F">
        <w:trPr>
          <w:gridAfter w:val="1"/>
          <w:wAfter w:w="6" w:type="dxa"/>
          <w:trHeight w:val="397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5030E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Osoba odpovědná za vypořádání akce </w:t>
            </w:r>
          </w:p>
          <w:p w14:paraId="73931FCD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5D7B">
              <w:rPr>
                <w:rFonts w:ascii="Times New Roman" w:eastAsia="Calibri" w:hAnsi="Times New Roman" w:cs="Times New Roman"/>
                <w:sz w:val="20"/>
                <w:szCs w:val="20"/>
              </w:rPr>
              <w:t>(jméno a příjmení, funkce, telefon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/email</w:t>
            </w:r>
            <w:r w:rsidRPr="00245D7B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65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7F51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ind w:left="113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  <w:tr w:rsidR="006F6E17" w:rsidRPr="00122D91" w14:paraId="50B6F381" w14:textId="77777777" w:rsidTr="0050693F">
        <w:trPr>
          <w:gridAfter w:val="1"/>
          <w:wAfter w:w="6" w:type="dxa"/>
          <w:trHeight w:val="535"/>
        </w:trPr>
        <w:tc>
          <w:tcPr>
            <w:tcW w:w="39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95A45" w14:textId="77777777" w:rsidR="006F6E17" w:rsidRPr="00245D7B" w:rsidRDefault="006F6E17" w:rsidP="004147D8">
            <w:pPr>
              <w:suppressAutoHyphens/>
              <w:autoSpaceDN w:val="0"/>
              <w:spacing w:after="0" w:line="240" w:lineRule="auto"/>
              <w:ind w:left="57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5D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 administrátora kontroloval – </w:t>
            </w:r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>vyplní KrÚ JMK, ORR</w:t>
            </w:r>
            <w:r w:rsidRPr="00245D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45D7B">
              <w:rPr>
                <w:rFonts w:ascii="Times New Roman" w:hAnsi="Times New Roman"/>
                <w:bCs/>
                <w:sz w:val="20"/>
                <w:szCs w:val="20"/>
              </w:rPr>
              <w:t>(jméno, datum, podpis)</w:t>
            </w:r>
          </w:p>
        </w:tc>
        <w:tc>
          <w:tcPr>
            <w:tcW w:w="5665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905FA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E17" w:rsidRPr="00122D91" w14:paraId="36B6EEFF" w14:textId="77777777" w:rsidTr="0050693F">
        <w:trPr>
          <w:gridAfter w:val="1"/>
          <w:wAfter w:w="6" w:type="dxa"/>
          <w:trHeight w:val="564"/>
        </w:trPr>
        <w:tc>
          <w:tcPr>
            <w:tcW w:w="8365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A871BC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ind w:right="-1353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Soupis dokladů vztahujících se k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 </w:t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realizaci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akce</w:t>
            </w:r>
          </w:p>
        </w:tc>
        <w:tc>
          <w:tcPr>
            <w:tcW w:w="1274" w:type="dxa"/>
            <w:tcBorders>
              <w:top w:val="single" w:sz="12" w:space="0" w:color="auto"/>
              <w:bottom w:val="single" w:sz="12" w:space="0" w:color="auto"/>
            </w:tcBorders>
          </w:tcPr>
          <w:p w14:paraId="7A1FF2EA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6E17" w:rsidRPr="00122D91" w14:paraId="6F7DDC8C" w14:textId="77777777" w:rsidTr="0050693F">
        <w:trPr>
          <w:gridAfter w:val="1"/>
          <w:wAfter w:w="6" w:type="dxa"/>
          <w:trHeight w:val="838"/>
        </w:trPr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B8D5F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číslo účetního dokladu v účetní evidenci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B3C19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číslo prvotního dokladu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D429A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název prvotního dokladu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0FEA3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datum vystavení prvotního dokladu</w:t>
            </w:r>
          </w:p>
        </w:tc>
        <w:tc>
          <w:tcPr>
            <w:tcW w:w="996" w:type="dxa"/>
            <w:tcBorders>
              <w:top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5943F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datum úhrady</w:t>
            </w:r>
          </w:p>
        </w:tc>
        <w:tc>
          <w:tcPr>
            <w:tcW w:w="1614" w:type="dxa"/>
            <w:gridSpan w:val="3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51757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účel platby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D585F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částka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(v Kč)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(vč. DPH)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14:paraId="17B40058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22D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z toho částka hrazená z dotace JMK</w:t>
            </w:r>
          </w:p>
        </w:tc>
      </w:tr>
      <w:tr w:rsidR="006F6E17" w:rsidRPr="00122D91" w14:paraId="54CAC8D1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2E9FC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73D98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2A9E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D4A9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3D2A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45EC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4CE8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43A3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112C0FFA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6DC8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728BF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2EAF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D3D25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F983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F10B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1A9D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1DFAD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175794C7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D9A7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B0333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671B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4C66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B55B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475EB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C9ECC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4DDA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6E55F900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352C3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ACCB8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C8C6E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42CC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6BFD0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9492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85F0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82146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76D4D1B2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E74AD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EFE78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5118A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ED41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A707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9220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509D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335F1E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2557D042" w14:textId="77777777" w:rsidTr="0050693F">
        <w:trPr>
          <w:gridAfter w:val="1"/>
          <w:wAfter w:w="6" w:type="dxa"/>
          <w:trHeight w:val="284"/>
        </w:trPr>
        <w:tc>
          <w:tcPr>
            <w:tcW w:w="1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84A9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72FEC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6331F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4038D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92984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A7902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10337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52561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6E17" w:rsidRPr="00122D91" w14:paraId="3CA2A74B" w14:textId="77777777" w:rsidTr="0050693F">
        <w:trPr>
          <w:gridAfter w:val="1"/>
          <w:wAfter w:w="6" w:type="dxa"/>
          <w:trHeight w:val="276"/>
        </w:trPr>
        <w:tc>
          <w:tcPr>
            <w:tcW w:w="5474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DD3B89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1BC28" w14:textId="77777777" w:rsidR="006F6E17" w:rsidRPr="00122D91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3F">
              <w:rPr>
                <w:rFonts w:ascii="Times New Roman" w:eastAsia="Calibri" w:hAnsi="Times New Roman" w:cs="Times New Roman"/>
                <w:b/>
                <w:bCs/>
              </w:rPr>
              <w:t>Celkem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C05A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9736" w14:textId="77777777" w:rsidR="006F6E17" w:rsidRPr="00C06FCE" w:rsidRDefault="006F6E17" w:rsidP="004147D8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</w:tr>
    </w:tbl>
    <w:p w14:paraId="46F8B652" w14:textId="77777777" w:rsidR="006F6E17" w:rsidRDefault="006F6E17" w:rsidP="006F6E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774BF8" w14:textId="77777777" w:rsidR="006F6E17" w:rsidRPr="00C83ECD" w:rsidRDefault="006F6E17" w:rsidP="006F6E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>Potvrzuji pravdivost i správnost závěrečné zprávy a finančního vypořádání dotace.</w:t>
      </w:r>
    </w:p>
    <w:p w14:paraId="51AA3D50" w14:textId="77777777" w:rsidR="006F6E17" w:rsidRPr="00C83ECD" w:rsidRDefault="006F6E17" w:rsidP="006F6E1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 xml:space="preserve">Čestně </w:t>
      </w:r>
      <w:r w:rsidRPr="006F65BA">
        <w:rPr>
          <w:rFonts w:ascii="Times New Roman" w:hAnsi="Times New Roman" w:cs="Times New Roman"/>
          <w:sz w:val="20"/>
          <w:szCs w:val="20"/>
        </w:rPr>
        <w:t>prohlašuji, že jsem dodržel/a ustanovení čl. IV odst. 11 smlouvy o poskytnutí dotace.</w:t>
      </w:r>
    </w:p>
    <w:p w14:paraId="0AFF0633" w14:textId="77777777" w:rsidR="006F6E17" w:rsidRPr="00C83ECD" w:rsidRDefault="006F6E17" w:rsidP="006F6E17">
      <w:pPr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>V ................................................. dne ..........................................</w:t>
      </w:r>
    </w:p>
    <w:p w14:paraId="749D87B9" w14:textId="77777777" w:rsidR="006F6E17" w:rsidRPr="00C83ECD" w:rsidRDefault="006F6E17" w:rsidP="006F6E17">
      <w:pPr>
        <w:rPr>
          <w:rFonts w:ascii="Times New Roman" w:hAnsi="Times New Roman" w:cs="Times New Roman"/>
          <w:sz w:val="20"/>
          <w:szCs w:val="20"/>
        </w:rPr>
      </w:pPr>
      <w:r w:rsidRPr="00C83ECD">
        <w:rPr>
          <w:rFonts w:ascii="Times New Roman" w:hAnsi="Times New Roman" w:cs="Times New Roman"/>
          <w:sz w:val="20"/>
          <w:szCs w:val="20"/>
        </w:rPr>
        <w:t xml:space="preserve">Název a podpis příjemce, resp. osoby oprávněné jednat za příjemce (příp. též otisk razítka): </w:t>
      </w:r>
    </w:p>
    <w:p w14:paraId="5A6CC30F" w14:textId="77777777" w:rsidR="006F6E17" w:rsidRPr="00235E0C" w:rsidRDefault="006F6E17" w:rsidP="006F6E17">
      <w:pPr>
        <w:rPr>
          <w:rFonts w:ascii="Times New Roman" w:hAnsi="Times New Roman" w:cs="Times New Roman"/>
          <w:b/>
          <w:bCs/>
        </w:rPr>
      </w:pPr>
      <w:r w:rsidRPr="00235E0C">
        <w:rPr>
          <w:rFonts w:ascii="Times New Roman" w:hAnsi="Times New Roman" w:cs="Times New Roman"/>
          <w:b/>
          <w:bCs/>
        </w:rPr>
        <w:t>........................................................................................................................................</w:t>
      </w:r>
    </w:p>
    <w:p w14:paraId="19840439" w14:textId="77777777" w:rsidR="006F6E17" w:rsidRPr="00C27095" w:rsidRDefault="006F6E17" w:rsidP="006F6E17">
      <w:pPr>
        <w:rPr>
          <w:rFonts w:ascii="Times New Roman" w:hAnsi="Times New Roman" w:cs="Times New Roman"/>
          <w:sz w:val="18"/>
          <w:szCs w:val="18"/>
        </w:rPr>
      </w:pPr>
      <w:r w:rsidRPr="00C27095">
        <w:rPr>
          <w:rFonts w:ascii="Times New Roman" w:hAnsi="Times New Roman" w:cs="Times New Roman"/>
          <w:sz w:val="18"/>
          <w:szCs w:val="18"/>
        </w:rPr>
        <w:t>* Příjemce, který má nárok na odpočet DPH na vstupu, uvede poměrný koeficient dle § 75 zákona č. 235/2004 Sb., o dani z přidané hodnoty, ve znění pozdějších předpisů, nebo vypořádací koeficient dle § 76 téhož zákona, nebo jejich násobek (používá-li oba).</w:t>
      </w:r>
    </w:p>
    <w:p w14:paraId="2EBB56A5" w14:textId="77777777" w:rsidR="00B22D92" w:rsidRDefault="00B22D92"/>
    <w:sectPr w:rsidR="00B22D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F2525" w14:textId="77777777" w:rsidR="006F6E17" w:rsidRDefault="006F6E17" w:rsidP="006F6E17">
      <w:pPr>
        <w:spacing w:after="0" w:line="240" w:lineRule="auto"/>
      </w:pPr>
      <w:r>
        <w:separator/>
      </w:r>
    </w:p>
  </w:endnote>
  <w:endnote w:type="continuationSeparator" w:id="0">
    <w:p w14:paraId="4D995525" w14:textId="77777777" w:rsidR="006F6E17" w:rsidRDefault="006F6E17" w:rsidP="006F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A76A" w14:textId="77777777" w:rsidR="0050693F" w:rsidRDefault="005069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165C5" w14:textId="4A977A2B" w:rsidR="006F6E17" w:rsidRDefault="006F6E17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36979E" wp14:editId="0BADD4C3">
          <wp:simplePos x="0" y="0"/>
          <wp:positionH relativeFrom="column">
            <wp:posOffset>5153025</wp:posOffset>
          </wp:positionH>
          <wp:positionV relativeFrom="paragraph">
            <wp:posOffset>-200025</wp:posOffset>
          </wp:positionV>
          <wp:extent cx="838200" cy="571272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5712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39E17" w14:textId="77777777" w:rsidR="0050693F" w:rsidRDefault="005069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68836" w14:textId="77777777" w:rsidR="006F6E17" w:rsidRDefault="006F6E17" w:rsidP="006F6E17">
      <w:pPr>
        <w:spacing w:after="0" w:line="240" w:lineRule="auto"/>
      </w:pPr>
      <w:r>
        <w:separator/>
      </w:r>
    </w:p>
  </w:footnote>
  <w:footnote w:type="continuationSeparator" w:id="0">
    <w:p w14:paraId="275A2396" w14:textId="77777777" w:rsidR="006F6E17" w:rsidRDefault="006F6E17" w:rsidP="006F6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2FC6" w14:textId="77777777" w:rsidR="0050693F" w:rsidRDefault="005069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DDBCD" w14:textId="77777777" w:rsidR="0050693F" w:rsidRDefault="005069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56C6" w14:textId="77777777" w:rsidR="0050693F" w:rsidRDefault="0050693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17"/>
    <w:rsid w:val="0050693F"/>
    <w:rsid w:val="006F6E17"/>
    <w:rsid w:val="00B2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34D84"/>
  <w15:chartTrackingRefBased/>
  <w15:docId w15:val="{64B47914-3124-43A8-B310-1FD22863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6E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F6E1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F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6E17"/>
  </w:style>
  <w:style w:type="paragraph" w:styleId="Zpat">
    <w:name w:val="footer"/>
    <w:basedOn w:val="Normln"/>
    <w:link w:val="ZpatChar"/>
    <w:uiPriority w:val="99"/>
    <w:unhideWhenUsed/>
    <w:rsid w:val="006F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6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dotace.kr-jihomoravsky.cz/Uploads/17935-7-Formular+Financni+vyporadani+dotace+-+PRV+2022xlsx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6" ma:contentTypeDescription="Vytvoří nový dokument" ma:contentTypeScope="" ma:versionID="fcd85b975668f94324e1d3378ddc66a5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284c62cb35d8eb80342fcea6f1908f86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a16cec-ab3b-4534-9a5d-218d82c903c8}" ma:internalName="TaxCatchAll" ma:showField="CatchAllData" ma:web="9cccfaa7-4bf1-42b3-8b91-9fb81b7f9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ccfaa7-4bf1-42b3-8b91-9fb81b7f9697" xsi:nil="true"/>
    <lcf76f155ced4ddcb4097134ff3c332f xmlns="d2399262-2c93-47e8-bb25-1cf69ecd43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C6094A-A42D-48A4-8CCB-E7ECB8833026}"/>
</file>

<file path=customXml/itemProps2.xml><?xml version="1.0" encoding="utf-8"?>
<ds:datastoreItem xmlns:ds="http://schemas.openxmlformats.org/officeDocument/2006/customXml" ds:itemID="{2B7EEAA0-EB7A-4AC8-B008-CC37E23117F3}"/>
</file>

<file path=customXml/itemProps3.xml><?xml version="1.0" encoding="utf-8"?>
<ds:datastoreItem xmlns:ds="http://schemas.openxmlformats.org/officeDocument/2006/customXml" ds:itemID="{9468CBC2-BE87-4480-8202-FC8C3EC6B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Marek</dc:creator>
  <cp:keywords/>
  <dc:description/>
  <cp:lastModifiedBy>Dvořák Marek</cp:lastModifiedBy>
  <cp:revision>2</cp:revision>
  <dcterms:created xsi:type="dcterms:W3CDTF">2022-11-28T06:33:00Z</dcterms:created>
  <dcterms:modified xsi:type="dcterms:W3CDTF">2022-11-28T06:33:00Z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dvorak.marek@kr-jihomoravsky.cz</vt:lpwstr>
  </property>
  <property fmtid="{D5CDD505-2E9C-101B-9397-08002B2CF9AE}" pid="5" name="MSIP_Label_690ebb53-23a2-471a-9c6e-17bd0d11311e_SetDate">
    <vt:lpwstr>2022-11-28T06:30:29.6450462Z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c02cf114-c82e-45af-aafc-44a0ed17d6c4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0x010100A7AB0C8B8AABA045B63C4854212350F2</vt:lpwstr>
  </property>
</Properties>
</file>